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7951" w:rsidRDefault="00E11E53" w:rsidP="00E11E53">
      <w:pPr>
        <w:pStyle w:val="Heading2"/>
      </w:pPr>
      <w:r>
        <w:t>Questions QCM</w:t>
      </w:r>
    </w:p>
    <w:p w:rsidR="00E11E53" w:rsidRDefault="00E11E53" w:rsidP="00964B4E">
      <w:pPr>
        <w:pStyle w:val="code"/>
      </w:pPr>
    </w:p>
    <w:p w:rsidR="00E11E53" w:rsidRDefault="00E11E53" w:rsidP="00E11E53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eastAsia="en-US"/>
        </w:rPr>
        <w:t>Que font les instructions suivantes:</w:t>
      </w:r>
    </w:p>
    <w:p w:rsidR="00E11E53" w:rsidRDefault="00E11E53" w:rsidP="00E11E53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eastAsia="en-US"/>
        </w:rPr>
        <w:t>e/=2;</w:t>
      </w:r>
    </w:p>
    <w:p w:rsidR="00E11E53" w:rsidRDefault="00E11E53" w:rsidP="00E11E53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eastAsia="en-US"/>
        </w:rPr>
        <w:t>y*=y;</w:t>
      </w:r>
    </w:p>
    <w:p w:rsidR="00E11E53" w:rsidRDefault="00E11E53" w:rsidP="00E11E53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eastAsia="en-US"/>
        </w:rPr>
        <w:t>p*=y;</w:t>
      </w:r>
    </w:p>
    <w:p w:rsidR="00E11E53" w:rsidRDefault="00E11E53" w:rsidP="00E11E53">
      <w:pPr>
        <w:pStyle w:val="code"/>
        <w:rPr>
          <w:rFonts w:ascii="TimesNewRomanPSMT" w:eastAsiaTheme="minorHAnsi" w:hAnsi="TimesNewRomanPSMT" w:cs="TimesNewRomanPSMT"/>
          <w:sz w:val="24"/>
          <w:szCs w:val="24"/>
          <w:lang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eastAsia="en-US"/>
        </w:rPr>
        <w:t>Récrivez-les différemment.</w:t>
      </w:r>
    </w:p>
    <w:p w:rsidR="00E11E53" w:rsidRDefault="00E11E53" w:rsidP="00E11E53">
      <w:pPr>
        <w:pStyle w:val="code"/>
        <w:rPr>
          <w:rFonts w:ascii="TimesNewRomanPSMT" w:eastAsiaTheme="minorHAnsi" w:hAnsi="TimesNewRomanPSMT" w:cs="TimesNewRomanPSMT"/>
          <w:sz w:val="24"/>
          <w:szCs w:val="24"/>
          <w:lang w:eastAsia="en-US"/>
        </w:rPr>
      </w:pPr>
    </w:p>
    <w:p w:rsidR="00E11E53" w:rsidRDefault="00E11E53" w:rsidP="00E11E53">
      <w:pPr>
        <w:pStyle w:val="code"/>
        <w:rPr>
          <w:rFonts w:ascii="TimesNewRomanPSMT" w:eastAsiaTheme="minorHAnsi" w:hAnsi="TimesNewRomanPSMT" w:cs="TimesNewRomanPSMT"/>
          <w:sz w:val="24"/>
          <w:szCs w:val="24"/>
          <w:lang w:eastAsia="en-US"/>
        </w:rPr>
      </w:pPr>
    </w:p>
    <w:p w:rsidR="00E11E53" w:rsidRDefault="00E11E53" w:rsidP="00E11E53">
      <w:pPr>
        <w:pStyle w:val="code"/>
        <w:rPr>
          <w:rFonts w:ascii="TimesNewRomanPSMT" w:eastAsiaTheme="minorHAnsi" w:hAnsi="TimesNewRomanPSMT" w:cs="TimesNewRomanPSMT"/>
          <w:sz w:val="24"/>
          <w:szCs w:val="24"/>
          <w:lang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eastAsia="en-US"/>
        </w:rPr>
        <w:t>Que ferait l'instruction: if (e%2) p*=y;</w:t>
      </w:r>
    </w:p>
    <w:p w:rsidR="00E11E53" w:rsidRDefault="00E11E53" w:rsidP="00E11E53">
      <w:pPr>
        <w:pStyle w:val="code"/>
        <w:rPr>
          <w:rFonts w:ascii="TimesNewRomanPSMT" w:eastAsiaTheme="minorHAnsi" w:hAnsi="TimesNewRomanPSMT" w:cs="TimesNewRomanPSMT"/>
          <w:sz w:val="24"/>
          <w:szCs w:val="24"/>
          <w:lang w:eastAsia="en-US"/>
        </w:rPr>
      </w:pPr>
    </w:p>
    <w:p w:rsidR="00E11E53" w:rsidRDefault="00E11E53" w:rsidP="00E11E53">
      <w:pPr>
        <w:pStyle w:val="code"/>
        <w:rPr>
          <w:rFonts w:ascii="TimesNewRomanPSMT" w:eastAsiaTheme="minorHAnsi" w:hAnsi="TimesNewRomanPSMT" w:cs="TimesNewRomanPSMT"/>
          <w:sz w:val="24"/>
          <w:szCs w:val="24"/>
          <w:lang w:eastAsia="en-US"/>
        </w:rPr>
      </w:pPr>
    </w:p>
    <w:p w:rsidR="00E11E53" w:rsidRDefault="00E11E53" w:rsidP="00E11E53">
      <w:pPr>
        <w:overflowPunct/>
        <w:textAlignment w:val="auto"/>
        <w:rPr>
          <w:rFonts w:ascii="CMTT10" w:eastAsiaTheme="minorHAnsi" w:hAnsi="CMTT10" w:cs="CMTT10"/>
          <w:sz w:val="22"/>
          <w:szCs w:val="22"/>
          <w:lang w:eastAsia="en-US"/>
        </w:rPr>
      </w:pPr>
      <w:r>
        <w:rPr>
          <w:rFonts w:ascii="CMR10" w:eastAsiaTheme="minorHAnsi" w:hAnsi="CMR10" w:cs="CMR10"/>
          <w:sz w:val="22"/>
          <w:szCs w:val="22"/>
          <w:lang w:eastAsia="en-US"/>
        </w:rPr>
        <w:t xml:space="preserve">5. </w:t>
      </w:r>
      <w:r>
        <w:rPr>
          <w:rFonts w:ascii="CMTT10" w:eastAsiaTheme="minorHAnsi" w:hAnsi="CMTT10" w:cs="CMTT10"/>
          <w:sz w:val="22"/>
          <w:szCs w:val="22"/>
          <w:lang w:eastAsia="en-US"/>
        </w:rPr>
        <w:t>printf("%i", A)</w:t>
      </w:r>
    </w:p>
    <w:p w:rsidR="00E11E53" w:rsidRDefault="00E11E53" w:rsidP="00E11E53">
      <w:pPr>
        <w:overflowPunct/>
        <w:textAlignment w:val="auto"/>
        <w:rPr>
          <w:rFonts w:ascii="CMMI10" w:eastAsiaTheme="minorHAnsi" w:hAnsi="CMMI10" w:cs="CMMI10"/>
          <w:sz w:val="22"/>
          <w:szCs w:val="22"/>
          <w:lang w:eastAsia="en-US"/>
        </w:rPr>
      </w:pPr>
      <w:r>
        <w:rPr>
          <w:rFonts w:ascii="CMR10" w:eastAsiaTheme="minorHAnsi" w:hAnsi="CMR10" w:cs="CMR10"/>
          <w:sz w:val="22"/>
          <w:szCs w:val="22"/>
          <w:lang w:eastAsia="en-US"/>
        </w:rPr>
        <w:t xml:space="preserve">a. Affiche le caract`ere dont le code ASCII est stock´e dans la variable </w:t>
      </w:r>
      <w:r>
        <w:rPr>
          <w:rFonts w:ascii="CMMI10" w:eastAsiaTheme="minorHAnsi" w:hAnsi="CMMI10" w:cs="CMMI10"/>
          <w:sz w:val="22"/>
          <w:szCs w:val="22"/>
          <w:lang w:eastAsia="en-US"/>
        </w:rPr>
        <w:t>A</w:t>
      </w:r>
    </w:p>
    <w:p w:rsidR="00E11E53" w:rsidRDefault="00E11E53" w:rsidP="00E11E53">
      <w:pPr>
        <w:overflowPunct/>
        <w:textAlignment w:val="auto"/>
        <w:rPr>
          <w:rFonts w:ascii="CMTT10" w:eastAsiaTheme="minorHAnsi" w:hAnsi="CMTT10" w:cs="CMTT10"/>
          <w:sz w:val="22"/>
          <w:szCs w:val="22"/>
          <w:lang w:eastAsia="en-US"/>
        </w:rPr>
      </w:pPr>
      <w:r>
        <w:rPr>
          <w:rFonts w:ascii="CMR10" w:eastAsiaTheme="minorHAnsi" w:hAnsi="CMR10" w:cs="CMR10"/>
          <w:sz w:val="22"/>
          <w:szCs w:val="22"/>
          <w:lang w:eastAsia="en-US"/>
        </w:rPr>
        <w:t xml:space="preserve">b. Affiche le code ASCII du caract`ere </w:t>
      </w:r>
      <w:r>
        <w:rPr>
          <w:rFonts w:ascii="CMTT10" w:eastAsiaTheme="minorHAnsi" w:hAnsi="CMTT10" w:cs="CMTT10"/>
          <w:sz w:val="22"/>
          <w:szCs w:val="22"/>
          <w:lang w:eastAsia="en-US"/>
        </w:rPr>
        <w:t>’A’</w:t>
      </w:r>
    </w:p>
    <w:p w:rsidR="00E11E53" w:rsidRDefault="00E11E53" w:rsidP="00E11E53">
      <w:pPr>
        <w:overflowPunct/>
        <w:textAlignment w:val="auto"/>
        <w:rPr>
          <w:rFonts w:ascii="CMMI10" w:eastAsiaTheme="minorHAnsi" w:hAnsi="CMMI10" w:cs="CMMI10"/>
          <w:sz w:val="22"/>
          <w:szCs w:val="22"/>
          <w:lang w:eastAsia="en-US"/>
        </w:rPr>
      </w:pPr>
      <w:r>
        <w:rPr>
          <w:rFonts w:ascii="CMR10" w:eastAsiaTheme="minorHAnsi" w:hAnsi="CMR10" w:cs="CMR10"/>
          <w:sz w:val="22"/>
          <w:szCs w:val="22"/>
          <w:lang w:eastAsia="en-US"/>
        </w:rPr>
        <w:t xml:space="preserve">c. Affiche le code ASCII du caract`ere stock´e dans la variable </w:t>
      </w:r>
      <w:r>
        <w:rPr>
          <w:rFonts w:ascii="CMMI10" w:eastAsiaTheme="minorHAnsi" w:hAnsi="CMMI10" w:cs="CMMI10"/>
          <w:sz w:val="22"/>
          <w:szCs w:val="22"/>
          <w:lang w:eastAsia="en-US"/>
        </w:rPr>
        <w:t>A</w:t>
      </w:r>
    </w:p>
    <w:p w:rsidR="00E11E53" w:rsidRDefault="00E11E53" w:rsidP="00E11E53">
      <w:pPr>
        <w:pStyle w:val="code"/>
        <w:rPr>
          <w:rFonts w:ascii="CMTT10" w:eastAsiaTheme="minorHAnsi" w:hAnsi="CMTT10" w:cs="CMTT10"/>
          <w:sz w:val="22"/>
          <w:szCs w:val="22"/>
          <w:lang w:eastAsia="en-US"/>
        </w:rPr>
      </w:pPr>
      <w:r>
        <w:rPr>
          <w:rFonts w:ascii="CMR10" w:eastAsiaTheme="minorHAnsi" w:hAnsi="CMR10" w:cs="CMR10"/>
          <w:sz w:val="22"/>
          <w:szCs w:val="22"/>
          <w:lang w:eastAsia="en-US"/>
        </w:rPr>
        <w:t xml:space="preserve">d. Affiche le caract`ere </w:t>
      </w:r>
      <w:r>
        <w:rPr>
          <w:rFonts w:ascii="CMTT10" w:eastAsiaTheme="minorHAnsi" w:hAnsi="CMTT10" w:cs="CMTT10"/>
          <w:sz w:val="22"/>
          <w:szCs w:val="22"/>
          <w:lang w:eastAsia="en-US"/>
        </w:rPr>
        <w:t>’A’</w:t>
      </w:r>
    </w:p>
    <w:p w:rsidR="00E11E53" w:rsidRDefault="00E11E53" w:rsidP="00E11E53">
      <w:pPr>
        <w:pStyle w:val="code"/>
        <w:rPr>
          <w:rFonts w:ascii="CMTT10" w:eastAsiaTheme="minorHAnsi" w:hAnsi="CMTT10" w:cs="CMTT10"/>
          <w:sz w:val="22"/>
          <w:szCs w:val="22"/>
          <w:lang w:eastAsia="en-US"/>
        </w:rPr>
      </w:pPr>
    </w:p>
    <w:p w:rsidR="00E11E53" w:rsidRDefault="00E11E53" w:rsidP="00E11E53">
      <w:pPr>
        <w:pStyle w:val="code"/>
      </w:pPr>
    </w:p>
    <w:p w:rsidR="007205AA" w:rsidRPr="007205AA" w:rsidRDefault="007205AA" w:rsidP="007205AA">
      <w:pPr>
        <w:overflowPunct/>
        <w:textAlignment w:val="auto"/>
        <w:rPr>
          <w:rFonts w:ascii="CMTT10" w:eastAsiaTheme="minorHAnsi" w:hAnsi="CMTT10" w:cs="CMTT10"/>
          <w:sz w:val="22"/>
          <w:szCs w:val="22"/>
          <w:lang w:val="en-US" w:eastAsia="en-US"/>
        </w:rPr>
      </w:pPr>
      <w:r w:rsidRPr="007205AA">
        <w:rPr>
          <w:rFonts w:ascii="CMR10" w:eastAsiaTheme="minorHAnsi" w:hAnsi="CMR10" w:cs="CMR10"/>
          <w:sz w:val="22"/>
          <w:szCs w:val="22"/>
          <w:lang w:val="en-US" w:eastAsia="en-US"/>
        </w:rPr>
        <w:t xml:space="preserve">Les instructions </w:t>
      </w:r>
      <w:r w:rsidRPr="007205AA">
        <w:rPr>
          <w:rFonts w:ascii="CMTT10" w:eastAsiaTheme="minorHAnsi" w:hAnsi="CMTT10" w:cs="CMTT10"/>
          <w:sz w:val="22"/>
          <w:szCs w:val="22"/>
          <w:lang w:val="en-US" w:eastAsia="en-US"/>
        </w:rPr>
        <w:t>i=0 ;</w:t>
      </w:r>
    </w:p>
    <w:p w:rsidR="007205AA" w:rsidRPr="007205AA" w:rsidRDefault="007205AA" w:rsidP="007205AA">
      <w:pPr>
        <w:overflowPunct/>
        <w:textAlignment w:val="auto"/>
        <w:rPr>
          <w:rFonts w:ascii="CMTT10" w:eastAsiaTheme="minorHAnsi" w:hAnsi="CMTT10" w:cs="CMTT10"/>
          <w:sz w:val="22"/>
          <w:szCs w:val="22"/>
          <w:lang w:val="en-US" w:eastAsia="en-US"/>
        </w:rPr>
      </w:pPr>
      <w:r w:rsidRPr="007205AA">
        <w:rPr>
          <w:rFonts w:ascii="CMTT10" w:eastAsiaTheme="minorHAnsi" w:hAnsi="CMTT10" w:cs="CMTT10"/>
          <w:sz w:val="22"/>
          <w:szCs w:val="22"/>
          <w:lang w:val="en-US" w:eastAsia="en-US"/>
        </w:rPr>
        <w:t>while(i&lt;10)</w:t>
      </w:r>
    </w:p>
    <w:p w:rsidR="007205AA" w:rsidRDefault="007205AA" w:rsidP="007205AA">
      <w:pPr>
        <w:overflowPunct/>
        <w:textAlignment w:val="auto"/>
        <w:rPr>
          <w:rFonts w:ascii="CMTT10" w:eastAsiaTheme="minorHAnsi" w:hAnsi="CMTT10" w:cs="CMTT10"/>
          <w:sz w:val="22"/>
          <w:szCs w:val="22"/>
          <w:lang w:eastAsia="en-US"/>
        </w:rPr>
      </w:pPr>
      <w:r>
        <w:rPr>
          <w:rFonts w:ascii="CMTT10" w:eastAsiaTheme="minorHAnsi" w:hAnsi="CMTT10" w:cs="CMTT10"/>
          <w:sz w:val="22"/>
          <w:szCs w:val="22"/>
          <w:lang w:eastAsia="en-US"/>
        </w:rPr>
        <w:t>printf("%i ", i) ;</w:t>
      </w:r>
    </w:p>
    <w:p w:rsidR="007205AA" w:rsidRDefault="007205AA" w:rsidP="007205AA">
      <w:pPr>
        <w:overflowPunct/>
        <w:textAlignment w:val="auto"/>
        <w:rPr>
          <w:rFonts w:ascii="CMTT10" w:eastAsiaTheme="minorHAnsi" w:hAnsi="CMTT10" w:cs="CMTT10"/>
          <w:sz w:val="22"/>
          <w:szCs w:val="22"/>
          <w:lang w:eastAsia="en-US"/>
        </w:rPr>
      </w:pPr>
      <w:r>
        <w:rPr>
          <w:rFonts w:ascii="CMTT10" w:eastAsiaTheme="minorHAnsi" w:hAnsi="CMTT10" w:cs="CMTT10"/>
          <w:sz w:val="22"/>
          <w:szCs w:val="22"/>
          <w:lang w:eastAsia="en-US"/>
        </w:rPr>
        <w:t>i++ ;</w:t>
      </w:r>
    </w:p>
    <w:p w:rsidR="007205AA" w:rsidRDefault="007205AA" w:rsidP="007205AA">
      <w:pPr>
        <w:overflowPunct/>
        <w:textAlignment w:val="auto"/>
        <w:rPr>
          <w:rFonts w:ascii="CMR10" w:eastAsiaTheme="minorHAnsi" w:hAnsi="CMR10" w:cs="CMR10"/>
          <w:sz w:val="22"/>
          <w:szCs w:val="22"/>
          <w:lang w:eastAsia="en-US"/>
        </w:rPr>
      </w:pPr>
      <w:r>
        <w:rPr>
          <w:rFonts w:ascii="CMR10" w:eastAsiaTheme="minorHAnsi" w:hAnsi="CMR10" w:cs="CMR10"/>
          <w:sz w:val="22"/>
          <w:szCs w:val="22"/>
          <w:lang w:eastAsia="en-US"/>
        </w:rPr>
        <w:t>a. vont afficher 9 nombres</w:t>
      </w:r>
    </w:p>
    <w:p w:rsidR="007205AA" w:rsidRDefault="007205AA" w:rsidP="007205AA">
      <w:pPr>
        <w:overflowPunct/>
        <w:textAlignment w:val="auto"/>
        <w:rPr>
          <w:rFonts w:ascii="CMR10" w:eastAsiaTheme="minorHAnsi" w:hAnsi="CMR10" w:cs="CMR10"/>
          <w:sz w:val="22"/>
          <w:szCs w:val="22"/>
          <w:lang w:eastAsia="en-US"/>
        </w:rPr>
      </w:pPr>
      <w:r>
        <w:rPr>
          <w:rFonts w:ascii="CMR10" w:eastAsiaTheme="minorHAnsi" w:hAnsi="CMR10" w:cs="CMR10"/>
          <w:sz w:val="22"/>
          <w:szCs w:val="22"/>
          <w:lang w:eastAsia="en-US"/>
        </w:rPr>
        <w:t>b. vont afficher 11 nombres</w:t>
      </w:r>
    </w:p>
    <w:p w:rsidR="007205AA" w:rsidRDefault="007205AA" w:rsidP="007205AA">
      <w:pPr>
        <w:overflowPunct/>
        <w:textAlignment w:val="auto"/>
        <w:rPr>
          <w:rFonts w:ascii="CMR10" w:eastAsiaTheme="minorHAnsi" w:hAnsi="CMR10" w:cs="CMR10"/>
          <w:sz w:val="22"/>
          <w:szCs w:val="22"/>
          <w:lang w:eastAsia="en-US"/>
        </w:rPr>
      </w:pPr>
      <w:r>
        <w:rPr>
          <w:rFonts w:ascii="CMR10" w:eastAsiaTheme="minorHAnsi" w:hAnsi="CMR10" w:cs="CMR10"/>
          <w:sz w:val="22"/>
          <w:szCs w:val="22"/>
          <w:lang w:eastAsia="en-US"/>
        </w:rPr>
        <w:t>c. vont afficher 10 nombres</w:t>
      </w:r>
    </w:p>
    <w:p w:rsidR="007205AA" w:rsidRDefault="007205AA" w:rsidP="007205AA">
      <w:pPr>
        <w:pStyle w:val="code"/>
        <w:rPr>
          <w:rFonts w:ascii="CMR10" w:eastAsiaTheme="minorHAnsi" w:hAnsi="CMR10" w:cs="CMR10"/>
          <w:sz w:val="22"/>
          <w:szCs w:val="22"/>
          <w:lang w:eastAsia="en-US"/>
        </w:rPr>
      </w:pPr>
      <w:r>
        <w:rPr>
          <w:rFonts w:ascii="CMR10" w:eastAsiaTheme="minorHAnsi" w:hAnsi="CMR10" w:cs="CMR10"/>
          <w:sz w:val="22"/>
          <w:szCs w:val="22"/>
          <w:lang w:eastAsia="en-US"/>
        </w:rPr>
        <w:t>d. vont boucler ind´efinimment</w:t>
      </w:r>
    </w:p>
    <w:p w:rsidR="007205AA" w:rsidRDefault="007205AA" w:rsidP="007205AA">
      <w:pPr>
        <w:pStyle w:val="code"/>
        <w:rPr>
          <w:rFonts w:ascii="CMR10" w:eastAsiaTheme="minorHAnsi" w:hAnsi="CMR10" w:cs="CMR10"/>
          <w:sz w:val="22"/>
          <w:szCs w:val="22"/>
          <w:lang w:eastAsia="en-US"/>
        </w:rPr>
      </w:pPr>
    </w:p>
    <w:p w:rsidR="0031117B" w:rsidRDefault="0031117B" w:rsidP="007205AA">
      <w:pPr>
        <w:overflowPunct/>
        <w:textAlignment w:val="auto"/>
        <w:rPr>
          <w:rFonts w:ascii="CMR10" w:eastAsiaTheme="minorHAnsi" w:hAnsi="CMR10" w:cs="CMR10"/>
          <w:sz w:val="22"/>
          <w:szCs w:val="22"/>
          <w:lang w:eastAsia="en-US"/>
        </w:rPr>
      </w:pPr>
    </w:p>
    <w:p w:rsidR="007205AA" w:rsidRPr="007205AA" w:rsidRDefault="007205AA" w:rsidP="007205AA">
      <w:pPr>
        <w:overflowPunct/>
        <w:textAlignment w:val="auto"/>
        <w:rPr>
          <w:rFonts w:ascii="CMTT10" w:eastAsiaTheme="minorHAnsi" w:hAnsi="CMTT10" w:cs="CMTT10"/>
          <w:sz w:val="22"/>
          <w:szCs w:val="22"/>
          <w:lang w:val="en-US" w:eastAsia="en-US"/>
        </w:rPr>
      </w:pPr>
      <w:r w:rsidRPr="007205AA">
        <w:rPr>
          <w:rFonts w:ascii="CMR10" w:eastAsiaTheme="minorHAnsi" w:hAnsi="CMR10" w:cs="CMR10"/>
          <w:sz w:val="22"/>
          <w:szCs w:val="22"/>
          <w:lang w:val="en-US" w:eastAsia="en-US"/>
        </w:rPr>
        <w:t xml:space="preserve">10. </w:t>
      </w:r>
      <w:r w:rsidRPr="007205AA">
        <w:rPr>
          <w:rFonts w:ascii="CMTT10" w:eastAsiaTheme="minorHAnsi" w:hAnsi="CMTT10" w:cs="CMTT10"/>
          <w:sz w:val="22"/>
          <w:szCs w:val="22"/>
          <w:lang w:val="en-US" w:eastAsia="en-US"/>
        </w:rPr>
        <w:t>if (a&lt;5) printf("Bonjour") ; a=a+1 ;</w:t>
      </w:r>
    </w:p>
    <w:p w:rsidR="007205AA" w:rsidRDefault="007205AA" w:rsidP="007205AA">
      <w:pPr>
        <w:overflowPunct/>
        <w:textAlignment w:val="auto"/>
        <w:rPr>
          <w:rFonts w:ascii="CMMI10" w:eastAsiaTheme="minorHAnsi" w:hAnsi="CMMI10" w:cs="CMMI10"/>
          <w:sz w:val="22"/>
          <w:szCs w:val="22"/>
          <w:lang w:eastAsia="en-US"/>
        </w:rPr>
      </w:pPr>
      <w:r>
        <w:rPr>
          <w:rFonts w:ascii="CMR10" w:eastAsiaTheme="minorHAnsi" w:hAnsi="CMR10" w:cs="CMR10"/>
          <w:sz w:val="22"/>
          <w:szCs w:val="22"/>
          <w:lang w:eastAsia="en-US"/>
        </w:rPr>
        <w:t xml:space="preserve">a. Affiche bonjour et augmente la valeur de </w:t>
      </w:r>
      <w:r>
        <w:rPr>
          <w:rFonts w:ascii="CMMI10" w:eastAsiaTheme="minorHAnsi" w:hAnsi="CMMI10" w:cs="CMMI10"/>
          <w:sz w:val="22"/>
          <w:szCs w:val="22"/>
          <w:lang w:eastAsia="en-US"/>
        </w:rPr>
        <w:t xml:space="preserve">a </w:t>
      </w:r>
      <w:r>
        <w:rPr>
          <w:rFonts w:ascii="CMR10" w:eastAsiaTheme="minorHAnsi" w:hAnsi="CMR10" w:cs="CMR10"/>
          <w:sz w:val="22"/>
          <w:szCs w:val="22"/>
          <w:lang w:eastAsia="en-US"/>
        </w:rPr>
        <w:t xml:space="preserve">quelque soit </w:t>
      </w:r>
      <w:r>
        <w:rPr>
          <w:rFonts w:ascii="CMMI10" w:eastAsiaTheme="minorHAnsi" w:hAnsi="CMMI10" w:cs="CMMI10"/>
          <w:sz w:val="22"/>
          <w:szCs w:val="22"/>
          <w:lang w:eastAsia="en-US"/>
        </w:rPr>
        <w:t>a</w:t>
      </w:r>
    </w:p>
    <w:p w:rsidR="007205AA" w:rsidRDefault="007205AA" w:rsidP="007205AA">
      <w:pPr>
        <w:overflowPunct/>
        <w:textAlignment w:val="auto"/>
        <w:rPr>
          <w:rFonts w:ascii="CMMI10" w:eastAsiaTheme="minorHAnsi" w:hAnsi="CMMI10" w:cs="CMMI10"/>
          <w:sz w:val="22"/>
          <w:szCs w:val="22"/>
          <w:lang w:eastAsia="en-US"/>
        </w:rPr>
      </w:pPr>
      <w:r>
        <w:rPr>
          <w:rFonts w:ascii="CMR10" w:eastAsiaTheme="minorHAnsi" w:hAnsi="CMR10" w:cs="CMR10"/>
          <w:sz w:val="22"/>
          <w:szCs w:val="22"/>
          <w:lang w:eastAsia="en-US"/>
        </w:rPr>
        <w:t xml:space="preserve">b. N’affiche pas bonjour et n’augmente pas la valeur de </w:t>
      </w:r>
      <w:r>
        <w:rPr>
          <w:rFonts w:ascii="CMMI10" w:eastAsiaTheme="minorHAnsi" w:hAnsi="CMMI10" w:cs="CMMI10"/>
          <w:sz w:val="22"/>
          <w:szCs w:val="22"/>
          <w:lang w:eastAsia="en-US"/>
        </w:rPr>
        <w:t xml:space="preserve">a </w:t>
      </w:r>
      <w:r>
        <w:rPr>
          <w:rFonts w:ascii="CMR10" w:eastAsiaTheme="minorHAnsi" w:hAnsi="CMR10" w:cs="CMR10"/>
          <w:sz w:val="22"/>
          <w:szCs w:val="22"/>
          <w:lang w:eastAsia="en-US"/>
        </w:rPr>
        <w:t xml:space="preserve">quelque soit </w:t>
      </w:r>
      <w:r>
        <w:rPr>
          <w:rFonts w:ascii="CMMI10" w:eastAsiaTheme="minorHAnsi" w:hAnsi="CMMI10" w:cs="CMMI10"/>
          <w:sz w:val="22"/>
          <w:szCs w:val="22"/>
          <w:lang w:eastAsia="en-US"/>
        </w:rPr>
        <w:t>a</w:t>
      </w:r>
    </w:p>
    <w:p w:rsidR="007205AA" w:rsidRDefault="007205AA" w:rsidP="007205AA">
      <w:pPr>
        <w:overflowPunct/>
        <w:textAlignment w:val="auto"/>
        <w:rPr>
          <w:rFonts w:ascii="CMMI10" w:eastAsiaTheme="minorHAnsi" w:hAnsi="CMMI10" w:cs="CMMI10"/>
          <w:sz w:val="22"/>
          <w:szCs w:val="22"/>
          <w:lang w:eastAsia="en-US"/>
        </w:rPr>
      </w:pPr>
      <w:r>
        <w:rPr>
          <w:rFonts w:ascii="CMR10" w:eastAsiaTheme="minorHAnsi" w:hAnsi="CMR10" w:cs="CMR10"/>
          <w:sz w:val="22"/>
          <w:szCs w:val="22"/>
          <w:lang w:eastAsia="en-US"/>
        </w:rPr>
        <w:t xml:space="preserve">c. Augmente la valeur de </w:t>
      </w:r>
      <w:r>
        <w:rPr>
          <w:rFonts w:ascii="CMMI10" w:eastAsiaTheme="minorHAnsi" w:hAnsi="CMMI10" w:cs="CMMI10"/>
          <w:sz w:val="22"/>
          <w:szCs w:val="22"/>
          <w:lang w:eastAsia="en-US"/>
        </w:rPr>
        <w:t xml:space="preserve">a </w:t>
      </w:r>
      <w:r>
        <w:rPr>
          <w:rFonts w:ascii="CMR10" w:eastAsiaTheme="minorHAnsi" w:hAnsi="CMR10" w:cs="CMR10"/>
          <w:sz w:val="22"/>
          <w:szCs w:val="22"/>
          <w:lang w:eastAsia="en-US"/>
        </w:rPr>
        <w:t xml:space="preserve">quelque soit </w:t>
      </w:r>
      <w:r>
        <w:rPr>
          <w:rFonts w:ascii="CMMI10" w:eastAsiaTheme="minorHAnsi" w:hAnsi="CMMI10" w:cs="CMMI10"/>
          <w:sz w:val="22"/>
          <w:szCs w:val="22"/>
          <w:lang w:eastAsia="en-US"/>
        </w:rPr>
        <w:t>a</w:t>
      </w:r>
    </w:p>
    <w:p w:rsidR="007205AA" w:rsidRDefault="007205AA" w:rsidP="007205AA">
      <w:pPr>
        <w:pStyle w:val="code"/>
        <w:rPr>
          <w:rFonts w:ascii="CMMI10" w:eastAsiaTheme="minorHAnsi" w:hAnsi="CMMI10" w:cs="CMMI10"/>
          <w:sz w:val="22"/>
          <w:szCs w:val="22"/>
          <w:lang w:eastAsia="en-US"/>
        </w:rPr>
      </w:pPr>
      <w:r>
        <w:rPr>
          <w:rFonts w:ascii="CMR10" w:eastAsiaTheme="minorHAnsi" w:hAnsi="CMR10" w:cs="CMR10"/>
          <w:sz w:val="22"/>
          <w:szCs w:val="22"/>
          <w:lang w:eastAsia="en-US"/>
        </w:rPr>
        <w:t xml:space="preserve">d. Affiche bonjour quelque soit </w:t>
      </w:r>
      <w:r>
        <w:rPr>
          <w:rFonts w:ascii="CMMI10" w:eastAsiaTheme="minorHAnsi" w:hAnsi="CMMI10" w:cs="CMMI10"/>
          <w:sz w:val="22"/>
          <w:szCs w:val="22"/>
          <w:lang w:eastAsia="en-US"/>
        </w:rPr>
        <w:t>a</w:t>
      </w:r>
    </w:p>
    <w:p w:rsidR="007205AA" w:rsidRDefault="007205AA" w:rsidP="007205AA">
      <w:pPr>
        <w:pStyle w:val="code"/>
        <w:rPr>
          <w:rFonts w:ascii="CMMI10" w:eastAsiaTheme="minorHAnsi" w:hAnsi="CMMI10" w:cs="CMMI10"/>
          <w:sz w:val="22"/>
          <w:szCs w:val="22"/>
          <w:lang w:eastAsia="en-US"/>
        </w:rPr>
      </w:pPr>
    </w:p>
    <w:p w:rsidR="007205AA" w:rsidRDefault="007205AA" w:rsidP="007205AA">
      <w:pPr>
        <w:overflowPunct/>
        <w:textAlignment w:val="auto"/>
        <w:rPr>
          <w:rFonts w:ascii="CMTT10" w:eastAsiaTheme="minorHAnsi" w:hAnsi="CMTT10" w:cs="CMTT10"/>
          <w:sz w:val="22"/>
          <w:szCs w:val="22"/>
          <w:lang w:eastAsia="en-US"/>
        </w:rPr>
      </w:pPr>
      <w:r>
        <w:rPr>
          <w:rFonts w:ascii="CMR10" w:eastAsiaTheme="minorHAnsi" w:hAnsi="CMR10" w:cs="CMR10"/>
          <w:sz w:val="22"/>
          <w:szCs w:val="22"/>
          <w:lang w:eastAsia="en-US"/>
        </w:rPr>
        <w:t xml:space="preserve">13. </w:t>
      </w:r>
      <w:r>
        <w:rPr>
          <w:rFonts w:ascii="CMTT10" w:eastAsiaTheme="minorHAnsi" w:hAnsi="CMTT10" w:cs="CMTT10"/>
          <w:sz w:val="22"/>
          <w:szCs w:val="22"/>
          <w:lang w:eastAsia="en-US"/>
        </w:rPr>
        <w:t>printf("%c", ’A’)</w:t>
      </w:r>
    </w:p>
    <w:p w:rsidR="007205AA" w:rsidRDefault="007205AA" w:rsidP="007205AA">
      <w:pPr>
        <w:overflowPunct/>
        <w:textAlignment w:val="auto"/>
        <w:rPr>
          <w:rFonts w:ascii="CMTT10" w:eastAsiaTheme="minorHAnsi" w:hAnsi="CMTT10" w:cs="CMTT10"/>
          <w:sz w:val="22"/>
          <w:szCs w:val="22"/>
          <w:lang w:eastAsia="en-US"/>
        </w:rPr>
      </w:pPr>
      <w:r>
        <w:rPr>
          <w:rFonts w:ascii="CMR10" w:eastAsiaTheme="minorHAnsi" w:hAnsi="CMR10" w:cs="CMR10"/>
          <w:sz w:val="22"/>
          <w:szCs w:val="22"/>
          <w:lang w:eastAsia="en-US"/>
        </w:rPr>
        <w:t xml:space="preserve">a. Affiche le caract`ere </w:t>
      </w:r>
      <w:r>
        <w:rPr>
          <w:rFonts w:ascii="CMTT10" w:eastAsiaTheme="minorHAnsi" w:hAnsi="CMTT10" w:cs="CMTT10"/>
          <w:sz w:val="22"/>
          <w:szCs w:val="22"/>
          <w:lang w:eastAsia="en-US"/>
        </w:rPr>
        <w:t>’A’</w:t>
      </w:r>
    </w:p>
    <w:p w:rsidR="007205AA" w:rsidRDefault="007205AA" w:rsidP="007205AA">
      <w:pPr>
        <w:overflowPunct/>
        <w:textAlignment w:val="auto"/>
        <w:rPr>
          <w:rFonts w:ascii="CMMI10" w:eastAsiaTheme="minorHAnsi" w:hAnsi="CMMI10" w:cs="CMMI10"/>
          <w:sz w:val="22"/>
          <w:szCs w:val="22"/>
          <w:lang w:eastAsia="en-US"/>
        </w:rPr>
      </w:pPr>
      <w:r>
        <w:rPr>
          <w:rFonts w:ascii="CMR10" w:eastAsiaTheme="minorHAnsi" w:hAnsi="CMR10" w:cs="CMR10"/>
          <w:sz w:val="22"/>
          <w:szCs w:val="22"/>
          <w:lang w:eastAsia="en-US"/>
        </w:rPr>
        <w:t xml:space="preserve">b. Affiche le code ASCII du caract`ere stock´e dans la variable </w:t>
      </w:r>
      <w:r>
        <w:rPr>
          <w:rFonts w:ascii="CMMI10" w:eastAsiaTheme="minorHAnsi" w:hAnsi="CMMI10" w:cs="CMMI10"/>
          <w:sz w:val="22"/>
          <w:szCs w:val="22"/>
          <w:lang w:eastAsia="en-US"/>
        </w:rPr>
        <w:t>A</w:t>
      </w:r>
    </w:p>
    <w:p w:rsidR="007205AA" w:rsidRDefault="007205AA" w:rsidP="007205AA">
      <w:pPr>
        <w:overflowPunct/>
        <w:textAlignment w:val="auto"/>
        <w:rPr>
          <w:rFonts w:ascii="CMTT10" w:eastAsiaTheme="minorHAnsi" w:hAnsi="CMTT10" w:cs="CMTT10"/>
          <w:sz w:val="22"/>
          <w:szCs w:val="22"/>
          <w:lang w:eastAsia="en-US"/>
        </w:rPr>
      </w:pPr>
      <w:r>
        <w:rPr>
          <w:rFonts w:ascii="CMR10" w:eastAsiaTheme="minorHAnsi" w:hAnsi="CMR10" w:cs="CMR10"/>
          <w:sz w:val="22"/>
          <w:szCs w:val="22"/>
          <w:lang w:eastAsia="en-US"/>
        </w:rPr>
        <w:t xml:space="preserve">c. Affiche le code ASCII du caract`ere </w:t>
      </w:r>
      <w:r>
        <w:rPr>
          <w:rFonts w:ascii="CMTT10" w:eastAsiaTheme="minorHAnsi" w:hAnsi="CMTT10" w:cs="CMTT10"/>
          <w:sz w:val="22"/>
          <w:szCs w:val="22"/>
          <w:lang w:eastAsia="en-US"/>
        </w:rPr>
        <w:t>’A’</w:t>
      </w:r>
    </w:p>
    <w:p w:rsidR="007205AA" w:rsidRDefault="007205AA" w:rsidP="007205AA">
      <w:pPr>
        <w:overflowPunct/>
        <w:textAlignment w:val="auto"/>
        <w:rPr>
          <w:rFonts w:ascii="CMMI10" w:eastAsiaTheme="minorHAnsi" w:hAnsi="CMMI10" w:cs="CMMI10"/>
          <w:sz w:val="22"/>
          <w:szCs w:val="22"/>
          <w:lang w:eastAsia="en-US"/>
        </w:rPr>
      </w:pPr>
      <w:r>
        <w:rPr>
          <w:rFonts w:ascii="CMR10" w:eastAsiaTheme="minorHAnsi" w:hAnsi="CMR10" w:cs="CMR10"/>
          <w:sz w:val="22"/>
          <w:szCs w:val="22"/>
          <w:lang w:eastAsia="en-US"/>
        </w:rPr>
        <w:t xml:space="preserve">d. Affiche le caract`ere dont le code ASCII est stock´e dans la variable </w:t>
      </w:r>
      <w:r>
        <w:rPr>
          <w:rFonts w:ascii="CMMI10" w:eastAsiaTheme="minorHAnsi" w:hAnsi="CMMI10" w:cs="CMMI10"/>
          <w:sz w:val="22"/>
          <w:szCs w:val="22"/>
          <w:lang w:eastAsia="en-US"/>
        </w:rPr>
        <w:t>A</w:t>
      </w:r>
    </w:p>
    <w:p w:rsidR="003D194C" w:rsidRDefault="003D194C" w:rsidP="007205AA">
      <w:pPr>
        <w:overflowPunct/>
        <w:textAlignment w:val="auto"/>
        <w:rPr>
          <w:rFonts w:ascii="CMMI10" w:eastAsiaTheme="minorHAnsi" w:hAnsi="CMMI10" w:cs="CMMI10"/>
          <w:sz w:val="22"/>
          <w:szCs w:val="22"/>
          <w:lang w:eastAsia="en-US"/>
        </w:rPr>
      </w:pPr>
    </w:p>
    <w:p w:rsidR="007205AA" w:rsidRDefault="007205AA" w:rsidP="007205AA">
      <w:pPr>
        <w:overflowPunct/>
        <w:textAlignment w:val="auto"/>
        <w:rPr>
          <w:rFonts w:ascii="CMTT10" w:eastAsiaTheme="minorHAnsi" w:hAnsi="CMTT10" w:cs="CMTT10"/>
          <w:sz w:val="22"/>
          <w:szCs w:val="22"/>
          <w:lang w:eastAsia="en-US"/>
        </w:rPr>
      </w:pPr>
      <w:r>
        <w:rPr>
          <w:rFonts w:ascii="CMR10" w:eastAsiaTheme="minorHAnsi" w:hAnsi="CMR10" w:cs="CMR10"/>
          <w:sz w:val="22"/>
          <w:szCs w:val="22"/>
          <w:lang w:eastAsia="en-US"/>
        </w:rPr>
        <w:t xml:space="preserve">14. </w:t>
      </w:r>
      <w:r>
        <w:rPr>
          <w:rFonts w:ascii="CMTT10" w:eastAsiaTheme="minorHAnsi" w:hAnsi="CMTT10" w:cs="CMTT10"/>
          <w:sz w:val="22"/>
          <w:szCs w:val="22"/>
          <w:lang w:eastAsia="en-US"/>
        </w:rPr>
        <w:t>if (a%2 == 0) printf("bonjour") ;</w:t>
      </w:r>
    </w:p>
    <w:p w:rsidR="007205AA" w:rsidRDefault="007205AA" w:rsidP="007205AA">
      <w:pPr>
        <w:overflowPunct/>
        <w:textAlignment w:val="auto"/>
        <w:rPr>
          <w:rFonts w:ascii="CMR10" w:eastAsiaTheme="minorHAnsi" w:hAnsi="CMR10" w:cs="CMR10"/>
          <w:sz w:val="22"/>
          <w:szCs w:val="22"/>
          <w:lang w:eastAsia="en-US"/>
        </w:rPr>
      </w:pPr>
      <w:r>
        <w:rPr>
          <w:rFonts w:ascii="CMR10" w:eastAsiaTheme="minorHAnsi" w:hAnsi="CMR10" w:cs="CMR10"/>
          <w:sz w:val="22"/>
          <w:szCs w:val="22"/>
          <w:lang w:eastAsia="en-US"/>
        </w:rPr>
        <w:t xml:space="preserve">a. N’affiche rien (quelque soit la valeur de </w:t>
      </w:r>
      <w:r>
        <w:rPr>
          <w:rFonts w:ascii="CMMI10" w:eastAsiaTheme="minorHAnsi" w:hAnsi="CMMI10" w:cs="CMMI10"/>
          <w:sz w:val="22"/>
          <w:szCs w:val="22"/>
          <w:lang w:eastAsia="en-US"/>
        </w:rPr>
        <w:t>a</w:t>
      </w:r>
      <w:r>
        <w:rPr>
          <w:rFonts w:ascii="CMR10" w:eastAsiaTheme="minorHAnsi" w:hAnsi="CMR10" w:cs="CMR10"/>
          <w:sz w:val="22"/>
          <w:szCs w:val="22"/>
          <w:lang w:eastAsia="en-US"/>
        </w:rPr>
        <w:t>)</w:t>
      </w:r>
    </w:p>
    <w:p w:rsidR="007205AA" w:rsidRDefault="007205AA" w:rsidP="007205AA">
      <w:pPr>
        <w:overflowPunct/>
        <w:textAlignment w:val="auto"/>
        <w:rPr>
          <w:rFonts w:ascii="CMR10" w:eastAsiaTheme="minorHAnsi" w:hAnsi="CMR10" w:cs="CMR10"/>
          <w:sz w:val="22"/>
          <w:szCs w:val="22"/>
          <w:lang w:eastAsia="en-US"/>
        </w:rPr>
      </w:pPr>
      <w:r>
        <w:rPr>
          <w:rFonts w:ascii="CMR10" w:eastAsiaTheme="minorHAnsi" w:hAnsi="CMR10" w:cs="CMR10"/>
          <w:sz w:val="22"/>
          <w:szCs w:val="22"/>
          <w:lang w:eastAsia="en-US"/>
        </w:rPr>
        <w:t>b. Affiche bonjour quand a est un entier impair</w:t>
      </w:r>
    </w:p>
    <w:p w:rsidR="007205AA" w:rsidRDefault="007205AA" w:rsidP="007205AA">
      <w:pPr>
        <w:overflowPunct/>
        <w:textAlignment w:val="auto"/>
        <w:rPr>
          <w:rFonts w:ascii="CMTT10" w:eastAsiaTheme="minorHAnsi" w:hAnsi="CMTT10" w:cs="CMTT10"/>
          <w:sz w:val="22"/>
          <w:szCs w:val="22"/>
          <w:lang w:eastAsia="en-US"/>
        </w:rPr>
      </w:pPr>
      <w:r>
        <w:rPr>
          <w:rFonts w:ascii="CMR10" w:eastAsiaTheme="minorHAnsi" w:hAnsi="CMR10" w:cs="CMR10"/>
          <w:sz w:val="22"/>
          <w:szCs w:val="22"/>
          <w:lang w:eastAsia="en-US"/>
        </w:rPr>
        <w:t xml:space="preserve">c. D´eclenche le message d’erreur </w:t>
      </w:r>
      <w:r>
        <w:rPr>
          <w:rFonts w:ascii="CMTT10" w:eastAsiaTheme="minorHAnsi" w:hAnsi="CMTT10" w:cs="CMTT10"/>
          <w:sz w:val="22"/>
          <w:szCs w:val="22"/>
          <w:lang w:eastAsia="en-US"/>
        </w:rPr>
        <w:t>invalid lvalue in assignment</w:t>
      </w:r>
    </w:p>
    <w:p w:rsidR="007205AA" w:rsidRDefault="007205AA" w:rsidP="007205AA">
      <w:pPr>
        <w:pStyle w:val="code"/>
      </w:pPr>
      <w:r>
        <w:rPr>
          <w:rFonts w:ascii="CMR10" w:eastAsiaTheme="minorHAnsi" w:hAnsi="CMR10" w:cs="CMR10"/>
          <w:sz w:val="22"/>
          <w:szCs w:val="22"/>
          <w:lang w:eastAsia="en-US"/>
        </w:rPr>
        <w:t>d. Affiche bonjour quand a est un entier pair</w:t>
      </w:r>
    </w:p>
    <w:p w:rsidR="00E11E53" w:rsidRDefault="00E11E53" w:rsidP="00964B4E">
      <w:pPr>
        <w:pStyle w:val="code"/>
      </w:pPr>
    </w:p>
    <w:p w:rsidR="00662460" w:rsidRDefault="00662460" w:rsidP="00964B4E">
      <w:pPr>
        <w:pStyle w:val="code"/>
      </w:pPr>
    </w:p>
    <w:p w:rsidR="00662460" w:rsidRDefault="00662460" w:rsidP="00662460">
      <w:pPr>
        <w:overflowPunct/>
        <w:textAlignment w:val="auto"/>
        <w:rPr>
          <w:rFonts w:ascii="CMR10" w:eastAsiaTheme="minorHAnsi" w:hAnsi="CMR10" w:cs="CMR10"/>
          <w:sz w:val="22"/>
          <w:szCs w:val="22"/>
          <w:lang w:eastAsia="en-US"/>
        </w:rPr>
      </w:pPr>
      <w:r>
        <w:rPr>
          <w:rFonts w:ascii="CMR10" w:eastAsiaTheme="minorHAnsi" w:hAnsi="CMR10" w:cs="CMR10"/>
          <w:sz w:val="22"/>
          <w:szCs w:val="22"/>
          <w:lang w:eastAsia="en-US"/>
        </w:rPr>
        <w:t>5. == permet en langage C de :</w:t>
      </w:r>
    </w:p>
    <w:p w:rsidR="00662460" w:rsidRDefault="00662460" w:rsidP="00662460">
      <w:pPr>
        <w:overflowPunct/>
        <w:textAlignment w:val="auto"/>
        <w:rPr>
          <w:rFonts w:ascii="CMR10" w:eastAsiaTheme="minorHAnsi" w:hAnsi="CMR10" w:cs="CMR10"/>
          <w:sz w:val="22"/>
          <w:szCs w:val="22"/>
          <w:lang w:eastAsia="en-US"/>
        </w:rPr>
      </w:pPr>
      <w:r>
        <w:rPr>
          <w:rFonts w:ascii="CMR10" w:eastAsiaTheme="minorHAnsi" w:hAnsi="CMR10" w:cs="CMR10"/>
          <w:sz w:val="22"/>
          <w:szCs w:val="22"/>
          <w:lang w:eastAsia="en-US"/>
        </w:rPr>
        <w:t>a. r´ealiser une affectation</w:t>
      </w:r>
    </w:p>
    <w:p w:rsidR="00662460" w:rsidRDefault="00662460" w:rsidP="00662460">
      <w:pPr>
        <w:overflowPunct/>
        <w:textAlignment w:val="auto"/>
        <w:rPr>
          <w:rFonts w:ascii="CMR10" w:eastAsiaTheme="minorHAnsi" w:hAnsi="CMR10" w:cs="CMR10"/>
          <w:sz w:val="22"/>
          <w:szCs w:val="22"/>
          <w:lang w:eastAsia="en-US"/>
        </w:rPr>
      </w:pPr>
      <w:r>
        <w:rPr>
          <w:rFonts w:ascii="CMR10" w:eastAsiaTheme="minorHAnsi" w:hAnsi="CMR10" w:cs="CMR10"/>
          <w:sz w:val="22"/>
          <w:szCs w:val="22"/>
          <w:lang w:eastAsia="en-US"/>
        </w:rPr>
        <w:t>b. tester une ´egalit´e</w:t>
      </w:r>
    </w:p>
    <w:p w:rsidR="00662460" w:rsidRDefault="00662460" w:rsidP="00662460">
      <w:pPr>
        <w:overflowPunct/>
        <w:textAlignment w:val="auto"/>
        <w:rPr>
          <w:rFonts w:ascii="CMR10" w:eastAsiaTheme="minorHAnsi" w:hAnsi="CMR10" w:cs="CMR10"/>
          <w:sz w:val="22"/>
          <w:szCs w:val="22"/>
          <w:lang w:eastAsia="en-US"/>
        </w:rPr>
      </w:pPr>
      <w:r>
        <w:rPr>
          <w:rFonts w:ascii="CMR10" w:eastAsiaTheme="minorHAnsi" w:hAnsi="CMR10" w:cs="CMR10"/>
          <w:sz w:val="22"/>
          <w:szCs w:val="22"/>
          <w:lang w:eastAsia="en-US"/>
        </w:rPr>
        <w:t>c. comparer deux identificateurs</w:t>
      </w:r>
    </w:p>
    <w:p w:rsidR="00662460" w:rsidRDefault="00662460" w:rsidP="00662460">
      <w:pPr>
        <w:pStyle w:val="code"/>
      </w:pPr>
      <w:r>
        <w:rPr>
          <w:rFonts w:ascii="CMR10" w:eastAsiaTheme="minorHAnsi" w:hAnsi="CMR10" w:cs="CMR10"/>
          <w:sz w:val="22"/>
          <w:szCs w:val="22"/>
          <w:lang w:eastAsia="en-US"/>
        </w:rPr>
        <w:t>d. convertir un int en float</w:t>
      </w:r>
    </w:p>
    <w:p w:rsidR="00E11E53" w:rsidRDefault="00E11E53" w:rsidP="00964B4E">
      <w:pPr>
        <w:pStyle w:val="code"/>
      </w:pPr>
    </w:p>
    <w:p w:rsidR="00662460" w:rsidRDefault="00662460" w:rsidP="00964B4E">
      <w:pPr>
        <w:pStyle w:val="code"/>
      </w:pPr>
    </w:p>
    <w:p w:rsidR="007205AA" w:rsidRDefault="007205AA" w:rsidP="00964B4E">
      <w:pPr>
        <w:pStyle w:val="code"/>
      </w:pPr>
      <w:r w:rsidRPr="007205AA">
        <w:t>main(){while(1);}</w:t>
      </w:r>
    </w:p>
    <w:p w:rsidR="00B520A2" w:rsidRDefault="00B520A2" w:rsidP="00964B4E">
      <w:pPr>
        <w:pStyle w:val="code"/>
      </w:pPr>
    </w:p>
    <w:p w:rsidR="00B520A2" w:rsidRDefault="00B520A2" w:rsidP="00964B4E">
      <w:pPr>
        <w:pStyle w:val="code"/>
      </w:pPr>
    </w:p>
    <w:p w:rsidR="00B520A2" w:rsidRPr="00B520A2" w:rsidRDefault="00B520A2" w:rsidP="00B520A2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 w:rsidRPr="00B520A2">
        <w:rPr>
          <w:sz w:val="24"/>
          <w:szCs w:val="24"/>
        </w:rPr>
        <w:t xml:space="preserve">Evaluer les expressions suivantes en supposant </w:t>
      </w:r>
    </w:p>
    <w:p w:rsidR="00B520A2" w:rsidRPr="00B520A2" w:rsidRDefault="00B520A2" w:rsidP="00B520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textAlignment w:val="auto"/>
        <w:rPr>
          <w:rFonts w:ascii="Courier New" w:hAnsi="Courier New" w:cs="Courier New"/>
        </w:rPr>
      </w:pPr>
      <w:r w:rsidRPr="00B520A2">
        <w:rPr>
          <w:rFonts w:ascii="Courier New" w:hAnsi="Courier New" w:cs="Courier New"/>
          <w:b/>
          <w:bCs/>
        </w:rPr>
        <w:t>   a=20   b=5   c=-10   d=2   x=12   y=15</w:t>
      </w:r>
    </w:p>
    <w:p w:rsidR="00B520A2" w:rsidRPr="00B520A2" w:rsidRDefault="00B520A2" w:rsidP="00B520A2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 w:rsidRPr="00B520A2">
        <w:rPr>
          <w:sz w:val="24"/>
          <w:szCs w:val="24"/>
        </w:rPr>
        <w:t xml:space="preserve">Notez chaque fois la valeur rendue comme résultat de l'expression et les valeurs des variables dont le contenu a changé. </w:t>
      </w:r>
    </w:p>
    <w:p w:rsidR="00B520A2" w:rsidRPr="00B520A2" w:rsidRDefault="00B520A2" w:rsidP="00B520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textAlignment w:val="auto"/>
        <w:rPr>
          <w:rFonts w:ascii="Courier New" w:hAnsi="Courier New" w:cs="Courier New"/>
          <w:b/>
          <w:bCs/>
          <w:lang w:val="en-US"/>
        </w:rPr>
      </w:pPr>
      <w:r w:rsidRPr="00B520A2">
        <w:rPr>
          <w:rFonts w:ascii="Courier New" w:hAnsi="Courier New" w:cs="Courier New"/>
          <w:b/>
          <w:bCs/>
        </w:rPr>
        <w:t xml:space="preserve">   </w:t>
      </w:r>
      <w:r w:rsidRPr="00B520A2">
        <w:rPr>
          <w:rFonts w:ascii="Courier New" w:hAnsi="Courier New" w:cs="Courier New"/>
          <w:b/>
          <w:bCs/>
          <w:lang w:val="en-US"/>
        </w:rPr>
        <w:t>(1)   (5*X)+2*((3*B)+4)</w:t>
      </w:r>
    </w:p>
    <w:p w:rsidR="00B520A2" w:rsidRPr="00B520A2" w:rsidRDefault="00B520A2" w:rsidP="00B520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textAlignment w:val="auto"/>
        <w:rPr>
          <w:rFonts w:ascii="Courier New" w:hAnsi="Courier New" w:cs="Courier New"/>
          <w:b/>
          <w:bCs/>
          <w:lang w:val="en-US"/>
        </w:rPr>
      </w:pPr>
      <w:r w:rsidRPr="00B520A2">
        <w:rPr>
          <w:rFonts w:ascii="Courier New" w:hAnsi="Courier New" w:cs="Courier New"/>
          <w:b/>
          <w:bCs/>
          <w:lang w:val="en-US"/>
        </w:rPr>
        <w:t>   (2)   (5*(X+2)*3)*(B+4)</w:t>
      </w:r>
    </w:p>
    <w:p w:rsidR="00B520A2" w:rsidRPr="00B520A2" w:rsidRDefault="00B520A2" w:rsidP="00B520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textAlignment w:val="auto"/>
        <w:rPr>
          <w:rFonts w:ascii="Courier New" w:hAnsi="Courier New" w:cs="Courier New"/>
          <w:b/>
          <w:bCs/>
          <w:lang w:val="en-US"/>
        </w:rPr>
      </w:pPr>
      <w:r w:rsidRPr="00B520A2">
        <w:rPr>
          <w:rFonts w:ascii="Courier New" w:hAnsi="Courier New" w:cs="Courier New"/>
          <w:b/>
          <w:bCs/>
          <w:lang w:val="en-US"/>
        </w:rPr>
        <w:t>   (3)   A == (B=5)</w:t>
      </w:r>
    </w:p>
    <w:p w:rsidR="00B520A2" w:rsidRPr="00B520A2" w:rsidRDefault="00B520A2" w:rsidP="00B520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textAlignment w:val="auto"/>
        <w:rPr>
          <w:rFonts w:ascii="Courier New" w:hAnsi="Courier New" w:cs="Courier New"/>
          <w:b/>
          <w:bCs/>
          <w:lang w:val="en-US"/>
        </w:rPr>
      </w:pPr>
      <w:r w:rsidRPr="00B520A2">
        <w:rPr>
          <w:rFonts w:ascii="Courier New" w:hAnsi="Courier New" w:cs="Courier New"/>
          <w:b/>
          <w:bCs/>
          <w:lang w:val="en-US"/>
        </w:rPr>
        <w:t>   (4)   A += (X+5)</w:t>
      </w:r>
    </w:p>
    <w:p w:rsidR="00B520A2" w:rsidRPr="00B520A2" w:rsidRDefault="00B520A2" w:rsidP="00B520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textAlignment w:val="auto"/>
        <w:rPr>
          <w:rFonts w:ascii="Courier New" w:hAnsi="Courier New" w:cs="Courier New"/>
          <w:b/>
          <w:bCs/>
          <w:lang w:val="en-US"/>
        </w:rPr>
      </w:pPr>
      <w:r w:rsidRPr="00B520A2">
        <w:rPr>
          <w:rFonts w:ascii="Courier New" w:hAnsi="Courier New" w:cs="Courier New"/>
          <w:b/>
          <w:bCs/>
          <w:lang w:val="en-US"/>
        </w:rPr>
        <w:t>   (5)   A != (C *= (-D))</w:t>
      </w:r>
    </w:p>
    <w:p w:rsidR="00B520A2" w:rsidRPr="00B520A2" w:rsidRDefault="00B520A2" w:rsidP="00B520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textAlignment w:val="auto"/>
        <w:rPr>
          <w:rFonts w:ascii="Courier New" w:hAnsi="Courier New" w:cs="Courier New"/>
          <w:b/>
          <w:bCs/>
          <w:lang w:val="en-US"/>
        </w:rPr>
      </w:pPr>
      <w:r w:rsidRPr="00B520A2">
        <w:rPr>
          <w:rFonts w:ascii="Courier New" w:hAnsi="Courier New" w:cs="Courier New"/>
          <w:b/>
          <w:bCs/>
          <w:lang w:val="en-US"/>
        </w:rPr>
        <w:t>   (6)   A *= C+(X-D)</w:t>
      </w:r>
    </w:p>
    <w:p w:rsidR="00B520A2" w:rsidRPr="00B520A2" w:rsidRDefault="00B520A2" w:rsidP="00B520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textAlignment w:val="auto"/>
        <w:rPr>
          <w:rFonts w:ascii="Courier New" w:hAnsi="Courier New" w:cs="Courier New"/>
          <w:b/>
          <w:bCs/>
          <w:lang w:val="en-US"/>
        </w:rPr>
      </w:pPr>
      <w:r w:rsidRPr="00B520A2">
        <w:rPr>
          <w:rFonts w:ascii="Courier New" w:hAnsi="Courier New" w:cs="Courier New"/>
          <w:b/>
          <w:bCs/>
          <w:lang w:val="en-US"/>
        </w:rPr>
        <w:t>   (7)   A %= D++</w:t>
      </w:r>
    </w:p>
    <w:p w:rsidR="00B520A2" w:rsidRPr="00B520A2" w:rsidRDefault="00B520A2" w:rsidP="00B520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textAlignment w:val="auto"/>
        <w:rPr>
          <w:rFonts w:ascii="Courier New" w:hAnsi="Courier New" w:cs="Courier New"/>
          <w:b/>
          <w:bCs/>
          <w:lang w:val="en-US"/>
        </w:rPr>
      </w:pPr>
      <w:r w:rsidRPr="00B520A2">
        <w:rPr>
          <w:rFonts w:ascii="Courier New" w:hAnsi="Courier New" w:cs="Courier New"/>
          <w:b/>
          <w:bCs/>
          <w:lang w:val="en-US"/>
        </w:rPr>
        <w:t>   (8)   A %= ++D</w:t>
      </w:r>
    </w:p>
    <w:p w:rsidR="00B520A2" w:rsidRPr="00B520A2" w:rsidRDefault="00B520A2" w:rsidP="00B520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textAlignment w:val="auto"/>
        <w:rPr>
          <w:rFonts w:ascii="Courier New" w:hAnsi="Courier New" w:cs="Courier New"/>
          <w:lang w:val="en-US"/>
        </w:rPr>
      </w:pPr>
      <w:r w:rsidRPr="00B520A2">
        <w:rPr>
          <w:rFonts w:ascii="Courier New" w:hAnsi="Courier New" w:cs="Courier New"/>
          <w:b/>
          <w:bCs/>
          <w:lang w:val="en-US"/>
        </w:rPr>
        <w:t>   (9)   (X++)*(A+C)</w:t>
      </w:r>
    </w:p>
    <w:p w:rsidR="00B520A2" w:rsidRDefault="00B520A2" w:rsidP="00964B4E">
      <w:pPr>
        <w:pStyle w:val="code"/>
        <w:rPr>
          <w:lang w:val="en-US"/>
        </w:rPr>
      </w:pPr>
    </w:p>
    <w:p w:rsidR="00B520A2" w:rsidRDefault="00B520A2" w:rsidP="00964B4E">
      <w:pPr>
        <w:pStyle w:val="code"/>
        <w:rPr>
          <w:lang w:val="en-US"/>
        </w:rPr>
      </w:pPr>
    </w:p>
    <w:p w:rsidR="00B520A2" w:rsidRPr="00B520A2" w:rsidRDefault="00B520A2" w:rsidP="00B520A2">
      <w:pPr>
        <w:pStyle w:val="HTMLPreformatted"/>
        <w:rPr>
          <w:rStyle w:val="HTMLCode"/>
          <w:lang w:val="en-US"/>
        </w:rPr>
      </w:pPr>
      <w:r w:rsidRPr="00B520A2">
        <w:rPr>
          <w:rStyle w:val="HTMLCode"/>
          <w:lang w:val="en-US"/>
        </w:rPr>
        <w:t>j = 0;</w:t>
      </w:r>
    </w:p>
    <w:p w:rsidR="00B520A2" w:rsidRPr="00B520A2" w:rsidRDefault="00B520A2" w:rsidP="00B520A2">
      <w:pPr>
        <w:pStyle w:val="HTMLPreformatted"/>
        <w:rPr>
          <w:rStyle w:val="HTMLCode"/>
          <w:lang w:val="en-US"/>
        </w:rPr>
      </w:pPr>
      <w:r w:rsidRPr="00B520A2">
        <w:rPr>
          <w:rStyle w:val="HTMLCode"/>
          <w:lang w:val="en-US"/>
        </w:rPr>
        <w:t>switch (i) {</w:t>
      </w:r>
    </w:p>
    <w:p w:rsidR="00B520A2" w:rsidRPr="00B520A2" w:rsidRDefault="00B520A2" w:rsidP="00B520A2">
      <w:pPr>
        <w:pStyle w:val="HTMLPreformatted"/>
        <w:rPr>
          <w:rStyle w:val="HTMLCode"/>
          <w:lang w:val="en-US"/>
        </w:rPr>
      </w:pPr>
      <w:r w:rsidRPr="00B520A2">
        <w:rPr>
          <w:rStyle w:val="HTMLCode"/>
          <w:lang w:val="en-US"/>
        </w:rPr>
        <w:tab/>
        <w:t>case 3:</w:t>
      </w:r>
    </w:p>
    <w:p w:rsidR="00B520A2" w:rsidRPr="00B520A2" w:rsidRDefault="00B520A2" w:rsidP="00B520A2">
      <w:pPr>
        <w:pStyle w:val="HTMLPreformatted"/>
        <w:rPr>
          <w:rStyle w:val="HTMLCode"/>
          <w:lang w:val="en-US"/>
        </w:rPr>
      </w:pPr>
      <w:r w:rsidRPr="00B520A2">
        <w:rPr>
          <w:rStyle w:val="HTMLCode"/>
          <w:lang w:val="en-US"/>
        </w:rPr>
        <w:tab/>
      </w:r>
      <w:r w:rsidRPr="00B520A2">
        <w:rPr>
          <w:rStyle w:val="HTMLCode"/>
          <w:lang w:val="en-US"/>
        </w:rPr>
        <w:tab/>
        <w:t>j++;</w:t>
      </w:r>
    </w:p>
    <w:p w:rsidR="00B520A2" w:rsidRDefault="00B520A2" w:rsidP="00B520A2">
      <w:pPr>
        <w:pStyle w:val="HTMLPreformatted"/>
        <w:rPr>
          <w:rStyle w:val="HTMLCode"/>
        </w:rPr>
      </w:pPr>
      <w:r w:rsidRPr="00B520A2">
        <w:rPr>
          <w:rStyle w:val="HTMLCode"/>
          <w:lang w:val="en-US"/>
        </w:rPr>
        <w:tab/>
      </w:r>
      <w:r>
        <w:rPr>
          <w:rStyle w:val="HTMLCode"/>
        </w:rPr>
        <w:t>case 2:</w:t>
      </w:r>
    </w:p>
    <w:p w:rsidR="00B520A2" w:rsidRDefault="00B520A2" w:rsidP="00B520A2">
      <w:pPr>
        <w:pStyle w:val="HTMLPreformatted"/>
        <w:rPr>
          <w:rStyle w:val="HTMLCode"/>
        </w:rPr>
      </w:pPr>
      <w:r>
        <w:rPr>
          <w:rStyle w:val="HTMLCode"/>
        </w:rPr>
        <w:tab/>
      </w:r>
      <w:r>
        <w:rPr>
          <w:rStyle w:val="HTMLCode"/>
        </w:rPr>
        <w:tab/>
        <w:t>j++;</w:t>
      </w:r>
    </w:p>
    <w:p w:rsidR="00B520A2" w:rsidRDefault="00B520A2" w:rsidP="00B520A2">
      <w:pPr>
        <w:pStyle w:val="HTMLPreformatted"/>
        <w:rPr>
          <w:rStyle w:val="HTMLCode"/>
        </w:rPr>
      </w:pPr>
      <w:r>
        <w:rPr>
          <w:rStyle w:val="HTMLCode"/>
        </w:rPr>
        <w:tab/>
        <w:t>case 1:</w:t>
      </w:r>
    </w:p>
    <w:p w:rsidR="00B520A2" w:rsidRDefault="00B520A2" w:rsidP="00B520A2">
      <w:pPr>
        <w:pStyle w:val="HTMLPreformatted"/>
        <w:rPr>
          <w:rStyle w:val="HTMLCode"/>
        </w:rPr>
      </w:pPr>
      <w:r>
        <w:rPr>
          <w:rStyle w:val="HTMLCode"/>
        </w:rPr>
        <w:tab/>
      </w:r>
      <w:r>
        <w:rPr>
          <w:rStyle w:val="HTMLCode"/>
        </w:rPr>
        <w:tab/>
        <w:t>j++;</w:t>
      </w:r>
    </w:p>
    <w:p w:rsidR="00B520A2" w:rsidRDefault="00B520A2" w:rsidP="00B520A2">
      <w:pPr>
        <w:pStyle w:val="HTMLPreformatted"/>
      </w:pPr>
      <w:r>
        <w:rPr>
          <w:rStyle w:val="HTMLCode"/>
        </w:rPr>
        <w:t>}</w:t>
      </w:r>
    </w:p>
    <w:p w:rsidR="00B520A2" w:rsidRDefault="00B520A2" w:rsidP="00964B4E">
      <w:pPr>
        <w:pStyle w:val="code"/>
        <w:rPr>
          <w:lang w:val="en-US"/>
        </w:rPr>
      </w:pPr>
    </w:p>
    <w:p w:rsidR="00817E16" w:rsidRDefault="00817E16" w:rsidP="00964B4E">
      <w:pPr>
        <w:pStyle w:val="code"/>
        <w:rPr>
          <w:lang w:val="en-US"/>
        </w:rPr>
      </w:pPr>
    </w:p>
    <w:p w:rsidR="00817E16" w:rsidRDefault="00817E16" w:rsidP="00817E16">
      <w:pPr>
        <w:pStyle w:val="HTMLPreformatted"/>
        <w:rPr>
          <w:rStyle w:val="HTMLCode"/>
        </w:rPr>
      </w:pPr>
    </w:p>
    <w:p w:rsidR="00817E16" w:rsidRDefault="00817E16" w:rsidP="00817E16">
      <w:pPr>
        <w:pStyle w:val="HTMLPreformatted"/>
        <w:rPr>
          <w:rStyle w:val="HTMLCode"/>
        </w:rPr>
      </w:pPr>
    </w:p>
    <w:p w:rsidR="00817E16" w:rsidRDefault="00817E16" w:rsidP="00817E16">
      <w:pPr>
        <w:pStyle w:val="HTMLPreformatted"/>
        <w:rPr>
          <w:rStyle w:val="HTMLCode"/>
        </w:rPr>
      </w:pPr>
      <w:r>
        <w:rPr>
          <w:rStyle w:val="HTMLCode"/>
        </w:rPr>
        <w:t>if (size = 0)</w:t>
      </w:r>
    </w:p>
    <w:p w:rsidR="00817E16" w:rsidRDefault="00817E16" w:rsidP="00964B4E">
      <w:pPr>
        <w:pStyle w:val="code"/>
        <w:rPr>
          <w:lang w:val="en-US"/>
        </w:rPr>
      </w:pPr>
    </w:p>
    <w:p w:rsidR="00817E16" w:rsidRDefault="00817E16" w:rsidP="00964B4E">
      <w:pPr>
        <w:pStyle w:val="code"/>
        <w:rPr>
          <w:lang w:val="en-US"/>
        </w:rPr>
      </w:pPr>
    </w:p>
    <w:p w:rsidR="00817E16" w:rsidRDefault="00817E16" w:rsidP="00964B4E">
      <w:pPr>
        <w:pStyle w:val="code"/>
        <w:rPr>
          <w:lang w:val="en-US"/>
        </w:rPr>
      </w:pPr>
    </w:p>
    <w:p w:rsidR="00817E16" w:rsidRPr="00817E16" w:rsidRDefault="00817E16" w:rsidP="00817E16">
      <w:pPr>
        <w:pStyle w:val="HTMLPreformatted"/>
        <w:rPr>
          <w:rStyle w:val="HTMLCode"/>
          <w:lang w:val="en-US"/>
        </w:rPr>
      </w:pPr>
      <w:r w:rsidRPr="00817E16">
        <w:rPr>
          <w:rStyle w:val="HTMLCode"/>
          <w:lang w:val="en-US"/>
        </w:rPr>
        <w:t>int i;</w:t>
      </w:r>
    </w:p>
    <w:p w:rsidR="00817E16" w:rsidRPr="00817E16" w:rsidRDefault="00817E16" w:rsidP="00817E16">
      <w:pPr>
        <w:pStyle w:val="HTMLPreformatted"/>
        <w:rPr>
          <w:rStyle w:val="HTMLCode"/>
          <w:lang w:val="en-US"/>
        </w:rPr>
      </w:pPr>
      <w:r w:rsidRPr="00817E16">
        <w:rPr>
          <w:rStyle w:val="HTMLCode"/>
          <w:lang w:val="en-US"/>
        </w:rPr>
        <w:t>for (i = 0; i &lt; 10; i++);</w:t>
      </w:r>
    </w:p>
    <w:p w:rsidR="00817E16" w:rsidRDefault="00817E16" w:rsidP="00817E16">
      <w:pPr>
        <w:pStyle w:val="HTMLPreformatted"/>
        <w:rPr>
          <w:rStyle w:val="HTMLCode"/>
        </w:rPr>
      </w:pPr>
      <w:r w:rsidRPr="00817E16">
        <w:rPr>
          <w:rStyle w:val="HTMLCode"/>
          <w:lang w:val="en-US"/>
        </w:rPr>
        <w:t xml:space="preserve">   </w:t>
      </w:r>
      <w:r>
        <w:rPr>
          <w:rStyle w:val="HTMLCode"/>
        </w:rPr>
        <w:t>printf ("%d\n", i);</w:t>
      </w:r>
    </w:p>
    <w:p w:rsidR="00817E16" w:rsidRDefault="00817E16" w:rsidP="00964B4E">
      <w:pPr>
        <w:pStyle w:val="code"/>
        <w:rPr>
          <w:lang w:val="en-US"/>
        </w:rPr>
      </w:pPr>
    </w:p>
    <w:p w:rsidR="00817E16" w:rsidRDefault="00817E16" w:rsidP="00964B4E">
      <w:pPr>
        <w:pStyle w:val="code"/>
        <w:rPr>
          <w:lang w:val="en-US"/>
        </w:rPr>
      </w:pPr>
    </w:p>
    <w:p w:rsidR="00817E16" w:rsidRDefault="00817E16" w:rsidP="00964B4E">
      <w:pPr>
        <w:pStyle w:val="code"/>
        <w:rPr>
          <w:lang w:val="en-US"/>
        </w:rPr>
      </w:pPr>
    </w:p>
    <w:p w:rsidR="00817E16" w:rsidRPr="00817E16" w:rsidRDefault="00817E16" w:rsidP="00817E16">
      <w:pPr>
        <w:pStyle w:val="HTMLPreformatted"/>
        <w:rPr>
          <w:rStyle w:val="HTMLCode"/>
          <w:lang w:val="en-US"/>
        </w:rPr>
      </w:pPr>
      <w:r w:rsidRPr="00817E16">
        <w:rPr>
          <w:rStyle w:val="HTMLCode"/>
          <w:lang w:val="en-US"/>
        </w:rPr>
        <w:t>for (i</w:t>
      </w:r>
      <w:r>
        <w:rPr>
          <w:rStyle w:val="HTMLCode"/>
          <w:lang w:val="en-US"/>
        </w:rPr>
        <w:t xml:space="preserve"> &lt;</w:t>
      </w:r>
      <w:r w:rsidRPr="00817E16">
        <w:rPr>
          <w:rStyle w:val="HTMLCode"/>
          <w:lang w:val="en-US"/>
        </w:rPr>
        <w:t xml:space="preserve"> </w:t>
      </w:r>
      <w:r>
        <w:rPr>
          <w:rStyle w:val="HTMLCode"/>
          <w:lang w:val="en-US"/>
        </w:rPr>
        <w:t xml:space="preserve">10; i = </w:t>
      </w:r>
      <w:r w:rsidRPr="00817E16">
        <w:rPr>
          <w:rStyle w:val="HTMLCode"/>
          <w:lang w:val="en-US"/>
        </w:rPr>
        <w:t>0; i++);</w:t>
      </w:r>
    </w:p>
    <w:p w:rsidR="00817E16" w:rsidRDefault="00817E16" w:rsidP="00964B4E">
      <w:pPr>
        <w:pStyle w:val="code"/>
        <w:rPr>
          <w:lang w:val="en-US"/>
        </w:rPr>
      </w:pPr>
    </w:p>
    <w:p w:rsidR="00817E16" w:rsidRDefault="00817E16" w:rsidP="00964B4E">
      <w:pPr>
        <w:pStyle w:val="code"/>
        <w:rPr>
          <w:lang w:val="en-US"/>
        </w:rPr>
      </w:pPr>
    </w:p>
    <w:p w:rsidR="00817E16" w:rsidRDefault="00817E16" w:rsidP="00964B4E">
      <w:pPr>
        <w:pStyle w:val="code"/>
        <w:rPr>
          <w:lang w:val="en-US"/>
        </w:rPr>
      </w:pPr>
      <w:r>
        <w:rPr>
          <w:lang w:val="en-US"/>
        </w:rPr>
        <w:t>typecast et /</w:t>
      </w:r>
    </w:p>
    <w:p w:rsidR="00817E16" w:rsidRDefault="00817E16" w:rsidP="00964B4E">
      <w:pPr>
        <w:pStyle w:val="code"/>
        <w:rPr>
          <w:lang w:val="en-US"/>
        </w:rPr>
      </w:pPr>
    </w:p>
    <w:p w:rsidR="00817E16" w:rsidRDefault="00817E16" w:rsidP="00964B4E">
      <w:pPr>
        <w:pStyle w:val="code"/>
        <w:rPr>
          <w:lang w:val="en-US"/>
        </w:rPr>
      </w:pPr>
    </w:p>
    <w:p w:rsidR="00817E16" w:rsidRDefault="00817E16" w:rsidP="00964B4E">
      <w:pPr>
        <w:pStyle w:val="code"/>
        <w:rPr>
          <w:lang w:val="en-US"/>
        </w:rPr>
      </w:pPr>
    </w:p>
    <w:p w:rsidR="00817E16" w:rsidRDefault="00817E16" w:rsidP="00964B4E">
      <w:pPr>
        <w:pStyle w:val="code"/>
        <w:rPr>
          <w:lang w:val="en-US"/>
        </w:rPr>
      </w:pPr>
    </w:p>
    <w:p w:rsidR="00B520A2" w:rsidRPr="00B520A2" w:rsidRDefault="0059648F" w:rsidP="00964B4E">
      <w:pPr>
        <w:pStyle w:val="code"/>
        <w:rPr>
          <w:lang w:val="en-US"/>
        </w:rPr>
      </w:pPr>
      <w:r>
        <w:rPr>
          <w:lang w:val="en-US"/>
        </w:rPr>
        <w:br w:type="column"/>
      </w:r>
    </w:p>
    <w:p w:rsidR="00E11E53" w:rsidRDefault="00E11E53" w:rsidP="00E11E53">
      <w:pPr>
        <w:pStyle w:val="Heading2"/>
      </w:pPr>
      <w:r>
        <w:t>Questions trous</w:t>
      </w:r>
    </w:p>
    <w:p w:rsidR="007205AA" w:rsidRDefault="007205AA" w:rsidP="00DF624D">
      <w:pPr>
        <w:pStyle w:val="Heading2"/>
      </w:pPr>
    </w:p>
    <w:p w:rsidR="007205AA" w:rsidRDefault="007205AA" w:rsidP="007205AA">
      <w:r>
        <w:t>Echange des variables</w:t>
      </w:r>
    </w:p>
    <w:p w:rsidR="007205AA" w:rsidRDefault="007205AA" w:rsidP="007205AA"/>
    <w:p w:rsidR="007205AA" w:rsidRDefault="007205AA" w:rsidP="007205AA"/>
    <w:p w:rsidR="007205AA" w:rsidRDefault="007205AA" w:rsidP="007205AA"/>
    <w:p w:rsidR="007205AA" w:rsidRPr="007205AA" w:rsidRDefault="007205AA" w:rsidP="007205AA">
      <w:r>
        <w:t>Trouver deux nombres entiers tels que la différence de leur carré donne juste 7 000.</w:t>
      </w:r>
    </w:p>
    <w:p w:rsidR="00662460" w:rsidRDefault="00662460" w:rsidP="00662460">
      <w:pPr>
        <w:rPr>
          <w:rFonts w:asciiTheme="majorHAnsi" w:eastAsiaTheme="majorEastAsia" w:hAnsiTheme="majorHAnsi" w:cstheme="majorBidi"/>
          <w:b/>
          <w:bCs/>
          <w:sz w:val="26"/>
          <w:szCs w:val="26"/>
        </w:rPr>
      </w:pPr>
    </w:p>
    <w:p w:rsidR="00B520A2" w:rsidRDefault="00B520A2" w:rsidP="00662460"/>
    <w:p w:rsidR="00662460" w:rsidRDefault="00662460" w:rsidP="00662460">
      <w:r>
        <w:t>Diviseurs de n</w:t>
      </w:r>
    </w:p>
    <w:p w:rsidR="00662460" w:rsidRDefault="00662460" w:rsidP="00662460"/>
    <w:p w:rsidR="00662460" w:rsidRDefault="00662460" w:rsidP="00662460"/>
    <w:p w:rsidR="00662460" w:rsidRDefault="00662460" w:rsidP="00662460">
      <w:r>
        <w:t>Conversion km – Mille</w:t>
      </w:r>
    </w:p>
    <w:p w:rsidR="00662460" w:rsidRDefault="00662460" w:rsidP="00662460"/>
    <w:p w:rsidR="00817E16" w:rsidRDefault="00817E16" w:rsidP="00662460"/>
    <w:p w:rsidR="00817E16" w:rsidRPr="00817E16" w:rsidRDefault="00817E16" w:rsidP="00817E16">
      <w:pPr>
        <w:pStyle w:val="HTMLPreformatted"/>
        <w:rPr>
          <w:rStyle w:val="HTMLCode"/>
          <w:lang w:val="en-US"/>
        </w:rPr>
      </w:pPr>
      <w:r w:rsidRPr="00817E16">
        <w:rPr>
          <w:rStyle w:val="HTMLCode"/>
          <w:lang w:val="en-US"/>
        </w:rPr>
        <w:t>nb_blancs = nb_autres = 0;</w:t>
      </w:r>
    </w:p>
    <w:p w:rsidR="00817E16" w:rsidRPr="00817E16" w:rsidRDefault="00817E16" w:rsidP="00817E16">
      <w:pPr>
        <w:pStyle w:val="HTMLPreformatted"/>
        <w:rPr>
          <w:rStyle w:val="HTMLCode"/>
          <w:lang w:val="en-US"/>
        </w:rPr>
      </w:pPr>
      <w:r w:rsidRPr="00817E16">
        <w:rPr>
          <w:rStyle w:val="HTMLCode"/>
          <w:lang w:val="en-US"/>
        </w:rPr>
        <w:t>for (i = 0; i &lt; 10; )</w:t>
      </w:r>
    </w:p>
    <w:p w:rsidR="00817E16" w:rsidRPr="00817E16" w:rsidRDefault="00817E16" w:rsidP="00817E16">
      <w:pPr>
        <w:pStyle w:val="HTMLPreformatted"/>
        <w:rPr>
          <w:rStyle w:val="HTMLCode"/>
          <w:lang w:val="en-US"/>
        </w:rPr>
      </w:pPr>
      <w:r w:rsidRPr="00817E16">
        <w:rPr>
          <w:rStyle w:val="HTMLCode"/>
          <w:lang w:val="en-US"/>
        </w:rPr>
        <w:t>nb_chiffre[i++] = 0;</w:t>
      </w:r>
    </w:p>
    <w:p w:rsidR="00817E16" w:rsidRPr="00817E16" w:rsidRDefault="00817E16" w:rsidP="00817E16">
      <w:pPr>
        <w:pStyle w:val="HTMLPreformatted"/>
        <w:rPr>
          <w:rStyle w:val="HTMLCode"/>
          <w:lang w:val="en-US"/>
        </w:rPr>
      </w:pPr>
      <w:r w:rsidRPr="00817E16">
        <w:rPr>
          <w:rStyle w:val="HTMLCode"/>
          <w:lang w:val="en-US"/>
        </w:rPr>
        <w:t>while ((c = getchar()) != EOF)</w:t>
      </w:r>
    </w:p>
    <w:p w:rsidR="00817E16" w:rsidRPr="00817E16" w:rsidRDefault="00817E16" w:rsidP="00817E16">
      <w:pPr>
        <w:pStyle w:val="HTMLPreformatted"/>
        <w:rPr>
          <w:rStyle w:val="HTMLCode"/>
          <w:lang w:val="en-US"/>
        </w:rPr>
      </w:pPr>
      <w:r w:rsidRPr="00817E16">
        <w:rPr>
          <w:rStyle w:val="HTMLCode"/>
          <w:lang w:val="en-US"/>
        </w:rPr>
        <w:tab/>
        <w:t>switch (c) {</w:t>
      </w:r>
    </w:p>
    <w:p w:rsidR="00817E16" w:rsidRPr="00817E16" w:rsidRDefault="00817E16" w:rsidP="00817E16">
      <w:pPr>
        <w:pStyle w:val="HTMLPreformatted"/>
        <w:rPr>
          <w:rStyle w:val="HTMLCode"/>
          <w:lang w:val="en-US"/>
        </w:rPr>
      </w:pPr>
      <w:r w:rsidRPr="00817E16">
        <w:rPr>
          <w:rStyle w:val="HTMLCode"/>
          <w:lang w:val="en-US"/>
        </w:rPr>
        <w:tab/>
      </w:r>
      <w:r w:rsidRPr="00817E16">
        <w:rPr>
          <w:rStyle w:val="HTMLCode"/>
          <w:lang w:val="en-US"/>
        </w:rPr>
        <w:tab/>
        <w:t>case '0':</w:t>
      </w:r>
    </w:p>
    <w:p w:rsidR="00817E16" w:rsidRDefault="00817E16" w:rsidP="00817E16">
      <w:pPr>
        <w:pStyle w:val="HTMLPreformatted"/>
        <w:rPr>
          <w:rStyle w:val="HTMLCode"/>
        </w:rPr>
      </w:pPr>
      <w:r w:rsidRPr="00817E16">
        <w:rPr>
          <w:rStyle w:val="HTMLCode"/>
          <w:lang w:val="en-US"/>
        </w:rPr>
        <w:tab/>
      </w:r>
      <w:r w:rsidRPr="00817E16">
        <w:rPr>
          <w:rStyle w:val="HTMLCode"/>
          <w:lang w:val="en-US"/>
        </w:rPr>
        <w:tab/>
      </w:r>
      <w:r>
        <w:rPr>
          <w:rStyle w:val="HTMLCode"/>
        </w:rPr>
        <w:t>case '1':</w:t>
      </w:r>
    </w:p>
    <w:p w:rsidR="00817E16" w:rsidRPr="00817E16" w:rsidRDefault="00817E16" w:rsidP="00817E16">
      <w:pPr>
        <w:pStyle w:val="HTMLPreformatted"/>
        <w:rPr>
          <w:rStyle w:val="HTMLCode"/>
          <w:lang w:val="en-US"/>
        </w:rPr>
      </w:pPr>
      <w:r>
        <w:rPr>
          <w:rStyle w:val="HTMLCode"/>
        </w:rPr>
        <w:tab/>
      </w:r>
      <w:r>
        <w:rPr>
          <w:rStyle w:val="HTMLCode"/>
        </w:rPr>
        <w:tab/>
      </w:r>
      <w:r w:rsidRPr="00817E16">
        <w:rPr>
          <w:rStyle w:val="HTMLCode"/>
          <w:lang w:val="en-US"/>
        </w:rPr>
        <w:t>case '2':</w:t>
      </w:r>
    </w:p>
    <w:p w:rsidR="00817E16" w:rsidRPr="00817E16" w:rsidRDefault="00817E16" w:rsidP="00817E16">
      <w:pPr>
        <w:pStyle w:val="HTMLPreformatted"/>
        <w:rPr>
          <w:rStyle w:val="HTMLCode"/>
          <w:lang w:val="en-US"/>
        </w:rPr>
      </w:pPr>
      <w:r w:rsidRPr="00817E16">
        <w:rPr>
          <w:rStyle w:val="HTMLCode"/>
          <w:lang w:val="en-US"/>
        </w:rPr>
        <w:tab/>
      </w:r>
      <w:r w:rsidRPr="00817E16">
        <w:rPr>
          <w:rStyle w:val="HTMLCode"/>
          <w:lang w:val="en-US"/>
        </w:rPr>
        <w:tab/>
        <w:t>case '3':</w:t>
      </w:r>
    </w:p>
    <w:p w:rsidR="00817E16" w:rsidRPr="00817E16" w:rsidRDefault="00817E16" w:rsidP="00817E16">
      <w:pPr>
        <w:pStyle w:val="HTMLPreformatted"/>
        <w:rPr>
          <w:rStyle w:val="HTMLCode"/>
          <w:lang w:val="en-US"/>
        </w:rPr>
      </w:pPr>
      <w:r w:rsidRPr="00817E16">
        <w:rPr>
          <w:rStyle w:val="HTMLCode"/>
          <w:lang w:val="en-US"/>
        </w:rPr>
        <w:tab/>
      </w:r>
      <w:r w:rsidRPr="00817E16">
        <w:rPr>
          <w:rStyle w:val="HTMLCode"/>
          <w:lang w:val="en-US"/>
        </w:rPr>
        <w:tab/>
        <w:t>case '4':</w:t>
      </w:r>
    </w:p>
    <w:p w:rsidR="00817E16" w:rsidRPr="00817E16" w:rsidRDefault="00817E16" w:rsidP="00817E16">
      <w:pPr>
        <w:pStyle w:val="HTMLPreformatted"/>
        <w:rPr>
          <w:rStyle w:val="HTMLCode"/>
          <w:lang w:val="en-US"/>
        </w:rPr>
      </w:pPr>
      <w:r w:rsidRPr="00817E16">
        <w:rPr>
          <w:rStyle w:val="HTMLCode"/>
          <w:lang w:val="en-US"/>
        </w:rPr>
        <w:tab/>
      </w:r>
      <w:r w:rsidRPr="00817E16">
        <w:rPr>
          <w:rStyle w:val="HTMLCode"/>
          <w:lang w:val="en-US"/>
        </w:rPr>
        <w:tab/>
        <w:t>case '5':</w:t>
      </w:r>
    </w:p>
    <w:p w:rsidR="00817E16" w:rsidRPr="00817E16" w:rsidRDefault="00817E16" w:rsidP="00817E16">
      <w:pPr>
        <w:pStyle w:val="HTMLPreformatted"/>
        <w:rPr>
          <w:rStyle w:val="HTMLCode"/>
          <w:lang w:val="en-US"/>
        </w:rPr>
      </w:pPr>
      <w:r w:rsidRPr="00817E16">
        <w:rPr>
          <w:rStyle w:val="HTMLCode"/>
          <w:lang w:val="en-US"/>
        </w:rPr>
        <w:tab/>
      </w:r>
      <w:r w:rsidRPr="00817E16">
        <w:rPr>
          <w:rStyle w:val="HTMLCode"/>
          <w:lang w:val="en-US"/>
        </w:rPr>
        <w:tab/>
        <w:t>case '6':</w:t>
      </w:r>
    </w:p>
    <w:p w:rsidR="00817E16" w:rsidRPr="00817E16" w:rsidRDefault="00817E16" w:rsidP="00817E16">
      <w:pPr>
        <w:pStyle w:val="HTMLPreformatted"/>
        <w:rPr>
          <w:rStyle w:val="HTMLCode"/>
          <w:lang w:val="en-US"/>
        </w:rPr>
      </w:pPr>
      <w:r w:rsidRPr="00817E16">
        <w:rPr>
          <w:rStyle w:val="HTMLCode"/>
          <w:lang w:val="en-US"/>
        </w:rPr>
        <w:tab/>
      </w:r>
      <w:r w:rsidRPr="00817E16">
        <w:rPr>
          <w:rStyle w:val="HTMLCode"/>
          <w:lang w:val="en-US"/>
        </w:rPr>
        <w:tab/>
        <w:t>case '7':</w:t>
      </w:r>
    </w:p>
    <w:p w:rsidR="00817E16" w:rsidRPr="00817E16" w:rsidRDefault="00817E16" w:rsidP="00817E16">
      <w:pPr>
        <w:pStyle w:val="HTMLPreformatted"/>
        <w:rPr>
          <w:rStyle w:val="HTMLCode"/>
          <w:lang w:val="en-US"/>
        </w:rPr>
      </w:pPr>
      <w:r w:rsidRPr="00817E16">
        <w:rPr>
          <w:rStyle w:val="HTMLCode"/>
          <w:lang w:val="en-US"/>
        </w:rPr>
        <w:tab/>
      </w:r>
      <w:r w:rsidRPr="00817E16">
        <w:rPr>
          <w:rStyle w:val="HTMLCode"/>
          <w:lang w:val="en-US"/>
        </w:rPr>
        <w:tab/>
        <w:t>case '8':</w:t>
      </w:r>
    </w:p>
    <w:p w:rsidR="00817E16" w:rsidRPr="00817E16" w:rsidRDefault="00817E16" w:rsidP="00817E16">
      <w:pPr>
        <w:pStyle w:val="HTMLPreformatted"/>
        <w:rPr>
          <w:rStyle w:val="HTMLCode"/>
          <w:lang w:val="en-US"/>
        </w:rPr>
      </w:pPr>
      <w:r w:rsidRPr="00817E16">
        <w:rPr>
          <w:rStyle w:val="HTMLCode"/>
          <w:lang w:val="en-US"/>
        </w:rPr>
        <w:tab/>
      </w:r>
      <w:r w:rsidRPr="00817E16">
        <w:rPr>
          <w:rStyle w:val="HTMLCode"/>
          <w:lang w:val="en-US"/>
        </w:rPr>
        <w:tab/>
        <w:t>case '9':</w:t>
      </w:r>
    </w:p>
    <w:p w:rsidR="00817E16" w:rsidRPr="00817E16" w:rsidRDefault="00817E16" w:rsidP="00817E16">
      <w:pPr>
        <w:pStyle w:val="HTMLPreformatted"/>
        <w:rPr>
          <w:rStyle w:val="HTMLCode"/>
          <w:lang w:val="en-US"/>
        </w:rPr>
      </w:pPr>
      <w:r w:rsidRPr="00817E16">
        <w:rPr>
          <w:rStyle w:val="HTMLCode"/>
          <w:lang w:val="en-US"/>
        </w:rPr>
        <w:tab/>
      </w:r>
      <w:r w:rsidRPr="00817E16">
        <w:rPr>
          <w:rStyle w:val="HTMLCode"/>
          <w:lang w:val="en-US"/>
        </w:rPr>
        <w:tab/>
      </w:r>
      <w:r w:rsidRPr="00817E16">
        <w:rPr>
          <w:rStyle w:val="HTMLCode"/>
          <w:lang w:val="en-US"/>
        </w:rPr>
        <w:tab/>
        <w:t>nb_chiffre[c - '0']++;</w:t>
      </w:r>
    </w:p>
    <w:p w:rsidR="00817E16" w:rsidRPr="00817E16" w:rsidRDefault="00817E16" w:rsidP="00817E16">
      <w:pPr>
        <w:pStyle w:val="HTMLPreformatted"/>
        <w:rPr>
          <w:rStyle w:val="HTMLCode"/>
          <w:lang w:val="en-US"/>
        </w:rPr>
      </w:pPr>
      <w:r w:rsidRPr="00817E16">
        <w:rPr>
          <w:rStyle w:val="HTMLCode"/>
          <w:lang w:val="en-US"/>
        </w:rPr>
        <w:tab/>
      </w:r>
      <w:r w:rsidRPr="00817E16">
        <w:rPr>
          <w:rStyle w:val="HTMLCode"/>
          <w:lang w:val="en-US"/>
        </w:rPr>
        <w:tab/>
      </w:r>
      <w:r w:rsidRPr="00817E16">
        <w:rPr>
          <w:rStyle w:val="HTMLCode"/>
          <w:lang w:val="en-US"/>
        </w:rPr>
        <w:tab/>
        <w:t>break;</w:t>
      </w:r>
    </w:p>
    <w:p w:rsidR="00817E16" w:rsidRPr="00817E16" w:rsidRDefault="00817E16" w:rsidP="00817E16">
      <w:pPr>
        <w:pStyle w:val="HTMLPreformatted"/>
        <w:rPr>
          <w:rStyle w:val="HTMLCode"/>
          <w:lang w:val="en-US"/>
        </w:rPr>
      </w:pPr>
      <w:r w:rsidRPr="00817E16">
        <w:rPr>
          <w:rStyle w:val="HTMLCode"/>
          <w:lang w:val="en-US"/>
        </w:rPr>
        <w:tab/>
      </w:r>
      <w:r w:rsidRPr="00817E16">
        <w:rPr>
          <w:rStyle w:val="HTMLCode"/>
          <w:lang w:val="en-US"/>
        </w:rPr>
        <w:tab/>
        <w:t>case ' ':</w:t>
      </w:r>
    </w:p>
    <w:p w:rsidR="00817E16" w:rsidRPr="00817E16" w:rsidRDefault="00817E16" w:rsidP="00817E16">
      <w:pPr>
        <w:pStyle w:val="HTMLPreformatted"/>
        <w:rPr>
          <w:rStyle w:val="HTMLCode"/>
          <w:lang w:val="en-US"/>
        </w:rPr>
      </w:pPr>
      <w:r w:rsidRPr="00817E16">
        <w:rPr>
          <w:rStyle w:val="HTMLCode"/>
          <w:lang w:val="en-US"/>
        </w:rPr>
        <w:tab/>
      </w:r>
      <w:r w:rsidRPr="00817E16">
        <w:rPr>
          <w:rStyle w:val="HTMLCode"/>
          <w:lang w:val="en-US"/>
        </w:rPr>
        <w:tab/>
        <w:t>case '\n':</w:t>
      </w:r>
    </w:p>
    <w:p w:rsidR="00817E16" w:rsidRPr="00817E16" w:rsidRDefault="00817E16" w:rsidP="00817E16">
      <w:pPr>
        <w:pStyle w:val="HTMLPreformatted"/>
        <w:rPr>
          <w:rStyle w:val="HTMLCode"/>
          <w:lang w:val="en-US"/>
        </w:rPr>
      </w:pPr>
      <w:r w:rsidRPr="00817E16">
        <w:rPr>
          <w:rStyle w:val="HTMLCode"/>
          <w:lang w:val="en-US"/>
        </w:rPr>
        <w:tab/>
      </w:r>
      <w:r w:rsidRPr="00817E16">
        <w:rPr>
          <w:rStyle w:val="HTMLCode"/>
          <w:lang w:val="en-US"/>
        </w:rPr>
        <w:tab/>
        <w:t>case '\t':</w:t>
      </w:r>
    </w:p>
    <w:p w:rsidR="00817E16" w:rsidRPr="00817E16" w:rsidRDefault="00817E16" w:rsidP="00817E16">
      <w:pPr>
        <w:pStyle w:val="HTMLPreformatted"/>
        <w:rPr>
          <w:rStyle w:val="HTMLCode"/>
          <w:lang w:val="en-US"/>
        </w:rPr>
      </w:pPr>
      <w:r w:rsidRPr="00817E16">
        <w:rPr>
          <w:rStyle w:val="HTMLCode"/>
          <w:lang w:val="en-US"/>
        </w:rPr>
        <w:tab/>
      </w:r>
      <w:r w:rsidRPr="00817E16">
        <w:rPr>
          <w:rStyle w:val="HTMLCode"/>
          <w:lang w:val="en-US"/>
        </w:rPr>
        <w:tab/>
      </w:r>
      <w:r w:rsidRPr="00817E16">
        <w:rPr>
          <w:rStyle w:val="HTMLCode"/>
          <w:lang w:val="en-US"/>
        </w:rPr>
        <w:tab/>
        <w:t>nb_blancs++;</w:t>
      </w:r>
    </w:p>
    <w:p w:rsidR="00817E16" w:rsidRPr="00817E16" w:rsidRDefault="00817E16" w:rsidP="00817E16">
      <w:pPr>
        <w:pStyle w:val="HTMLPreformatted"/>
        <w:rPr>
          <w:rStyle w:val="HTMLCode"/>
          <w:lang w:val="en-US"/>
        </w:rPr>
      </w:pPr>
      <w:r w:rsidRPr="00817E16">
        <w:rPr>
          <w:rStyle w:val="HTMLCode"/>
          <w:lang w:val="en-US"/>
        </w:rPr>
        <w:tab/>
      </w:r>
      <w:r w:rsidRPr="00817E16">
        <w:rPr>
          <w:rStyle w:val="HTMLCode"/>
          <w:lang w:val="en-US"/>
        </w:rPr>
        <w:tab/>
      </w:r>
      <w:r w:rsidRPr="00817E16">
        <w:rPr>
          <w:rStyle w:val="HTMLCode"/>
          <w:lang w:val="en-US"/>
        </w:rPr>
        <w:tab/>
        <w:t>break;</w:t>
      </w:r>
    </w:p>
    <w:p w:rsidR="00817E16" w:rsidRDefault="00817E16" w:rsidP="00817E16">
      <w:pPr>
        <w:pStyle w:val="HTMLPreformatted"/>
        <w:rPr>
          <w:rStyle w:val="HTMLCode"/>
        </w:rPr>
      </w:pPr>
      <w:r w:rsidRPr="00817E16">
        <w:rPr>
          <w:rStyle w:val="HTMLCode"/>
          <w:lang w:val="en-US"/>
        </w:rPr>
        <w:tab/>
      </w:r>
      <w:r w:rsidRPr="00817E16">
        <w:rPr>
          <w:rStyle w:val="HTMLCode"/>
          <w:lang w:val="en-US"/>
        </w:rPr>
        <w:tab/>
      </w:r>
      <w:r w:rsidRPr="00817E16">
        <w:rPr>
          <w:rStyle w:val="HTMLCode"/>
          <w:lang w:val="en-US"/>
        </w:rPr>
        <w:tab/>
      </w:r>
      <w:r>
        <w:rPr>
          <w:rStyle w:val="HTMLCode"/>
        </w:rPr>
        <w:t>default:</w:t>
      </w:r>
    </w:p>
    <w:p w:rsidR="00817E16" w:rsidRDefault="00817E16" w:rsidP="00817E16">
      <w:pPr>
        <w:pStyle w:val="HTMLPreformatted"/>
        <w:rPr>
          <w:rStyle w:val="HTMLCode"/>
        </w:rPr>
      </w:pPr>
      <w:r>
        <w:rPr>
          <w:rStyle w:val="HTMLCode"/>
        </w:rPr>
        <w:tab/>
      </w:r>
      <w:r>
        <w:rPr>
          <w:rStyle w:val="HTMLCode"/>
        </w:rPr>
        <w:tab/>
      </w:r>
      <w:r>
        <w:rPr>
          <w:rStyle w:val="HTMLCode"/>
        </w:rPr>
        <w:tab/>
        <w:t>nb_autres++;</w:t>
      </w:r>
    </w:p>
    <w:p w:rsidR="00817E16" w:rsidRDefault="00817E16" w:rsidP="007553E7">
      <w:pPr>
        <w:pStyle w:val="HTMLPreformatted"/>
      </w:pPr>
      <w:r>
        <w:rPr>
          <w:rStyle w:val="HTMLCode"/>
        </w:rPr>
        <w:t>}</w:t>
      </w:r>
    </w:p>
    <w:p w:rsidR="007553E7" w:rsidRDefault="007553E7" w:rsidP="007553E7">
      <w:pPr>
        <w:rPr>
          <w:rFonts w:ascii="CMTT10" w:eastAsiaTheme="minorHAnsi" w:hAnsi="CMTT10" w:cs="CMTT10"/>
          <w:sz w:val="22"/>
          <w:szCs w:val="22"/>
          <w:lang w:eastAsia="en-US"/>
        </w:rPr>
      </w:pPr>
    </w:p>
    <w:p w:rsidR="007553E7" w:rsidRDefault="007553E7" w:rsidP="007553E7"/>
    <w:p w:rsidR="00B520A2" w:rsidRDefault="00B520A2" w:rsidP="00817E16">
      <w:pPr>
        <w:pStyle w:val="Heading2"/>
      </w:pPr>
      <w:r>
        <w:t>Exercice de conversion :</w:t>
      </w:r>
    </w:p>
    <w:p w:rsidR="00B520A2" w:rsidRDefault="00B520A2" w:rsidP="00B520A2">
      <w:pPr>
        <w:pStyle w:val="NormalWeb"/>
      </w:pPr>
      <w:r>
        <w:t xml:space="preserve">Programme avec </w:t>
      </w:r>
      <w:r w:rsidR="00817E16">
        <w:t>d</w:t>
      </w:r>
      <w:r>
        <w:t xml:space="preserve">o…while Calculer la factorielle N! = 123...(N-1)N d'un entier naturel N en respectant que 0!=1. </w:t>
      </w:r>
    </w:p>
    <w:p w:rsidR="00B520A2" w:rsidRPr="00750468" w:rsidRDefault="00B520A2" w:rsidP="00B520A2">
      <w:pPr>
        <w:pStyle w:val="NormalWeb"/>
        <w:rPr>
          <w:strike/>
        </w:rPr>
      </w:pPr>
      <w:r w:rsidRPr="00750468">
        <w:rPr>
          <w:strike/>
        </w:rPr>
        <w:t xml:space="preserve">a) Utilisez </w:t>
      </w:r>
      <w:r w:rsidRPr="00750468">
        <w:rPr>
          <w:b/>
          <w:bCs/>
          <w:strike/>
        </w:rPr>
        <w:t>while</w:t>
      </w:r>
      <w:r w:rsidRPr="00750468">
        <w:rPr>
          <w:strike/>
        </w:rPr>
        <w:t>,</w:t>
      </w:r>
    </w:p>
    <w:p w:rsidR="00B520A2" w:rsidRDefault="00B520A2" w:rsidP="00B520A2">
      <w:pPr>
        <w:pStyle w:val="NormalWeb"/>
      </w:pPr>
      <w:r>
        <w:t xml:space="preserve">b) Utilisez </w:t>
      </w:r>
      <w:r>
        <w:rPr>
          <w:b/>
          <w:bCs/>
        </w:rPr>
        <w:t>for</w:t>
      </w:r>
      <w:r>
        <w:t>.</w:t>
      </w:r>
    </w:p>
    <w:p w:rsidR="00B520A2" w:rsidRDefault="00B520A2" w:rsidP="00662460"/>
    <w:p w:rsidR="007553E7" w:rsidRDefault="007553E7" w:rsidP="00662460"/>
    <w:p w:rsidR="007553E7" w:rsidRDefault="007553E7" w:rsidP="007553E7">
      <w:pPr>
        <w:pStyle w:val="NormalWeb"/>
      </w:pPr>
      <w:r>
        <w:lastRenderedPageBreak/>
        <w:t>Calculez la somme des N premiers termes de la série harmonique :</w:t>
      </w:r>
    </w:p>
    <w:p w:rsidR="007553E7" w:rsidRPr="007553E7" w:rsidRDefault="007553E7" w:rsidP="007553E7">
      <w:pPr>
        <w:pStyle w:val="NormalWeb"/>
        <w:rPr>
          <w:lang w:val="en-US"/>
        </w:rPr>
      </w:pPr>
      <w:r w:rsidRPr="007553E7">
        <w:rPr>
          <w:lang w:val="en-US"/>
        </w:rPr>
        <w:t>1 + 1/2 + 1/3 + ... + 1/N</w:t>
      </w:r>
    </w:p>
    <w:p w:rsidR="007553E7" w:rsidRPr="007553E7" w:rsidRDefault="007553E7" w:rsidP="007553E7">
      <w:pPr>
        <w:overflowPunct/>
        <w:textAlignment w:val="auto"/>
        <w:rPr>
          <w:rFonts w:ascii="CMTT10" w:eastAsiaTheme="minorHAnsi" w:hAnsi="CMTT10" w:cs="CMTT10"/>
          <w:sz w:val="22"/>
          <w:szCs w:val="22"/>
          <w:lang w:val="en-US" w:eastAsia="en-US"/>
        </w:rPr>
      </w:pPr>
      <w:r w:rsidRPr="007553E7">
        <w:rPr>
          <w:rFonts w:ascii="CMTT10" w:eastAsiaTheme="minorHAnsi" w:hAnsi="CMTT10" w:cs="CMTT10"/>
          <w:sz w:val="22"/>
          <w:szCs w:val="22"/>
          <w:lang w:val="en-US" w:eastAsia="en-US"/>
        </w:rPr>
        <w:t>#include &lt;stdio.h&gt;</w:t>
      </w:r>
    </w:p>
    <w:p w:rsidR="007553E7" w:rsidRPr="007553E7" w:rsidRDefault="007553E7" w:rsidP="007553E7">
      <w:pPr>
        <w:overflowPunct/>
        <w:textAlignment w:val="auto"/>
        <w:rPr>
          <w:rFonts w:ascii="CMTT10" w:eastAsiaTheme="minorHAnsi" w:hAnsi="CMTT10" w:cs="CMTT10"/>
          <w:sz w:val="22"/>
          <w:szCs w:val="22"/>
          <w:lang w:val="en-US" w:eastAsia="en-US"/>
        </w:rPr>
      </w:pPr>
      <w:r w:rsidRPr="007553E7">
        <w:rPr>
          <w:rFonts w:ascii="CMTT10" w:eastAsiaTheme="minorHAnsi" w:hAnsi="CMTT10" w:cs="CMTT10"/>
          <w:sz w:val="22"/>
          <w:szCs w:val="22"/>
          <w:lang w:val="en-US" w:eastAsia="en-US"/>
        </w:rPr>
        <w:t>main(){</w:t>
      </w:r>
    </w:p>
    <w:p w:rsidR="007553E7" w:rsidRPr="007553E7" w:rsidRDefault="007553E7" w:rsidP="007553E7">
      <w:pPr>
        <w:overflowPunct/>
        <w:textAlignment w:val="auto"/>
        <w:rPr>
          <w:rFonts w:ascii="CMTT10" w:eastAsiaTheme="minorHAnsi" w:hAnsi="CMTT10" w:cs="CMTT10"/>
          <w:sz w:val="22"/>
          <w:szCs w:val="22"/>
          <w:lang w:val="en-US" w:eastAsia="en-US"/>
        </w:rPr>
      </w:pPr>
      <w:r w:rsidRPr="007553E7">
        <w:rPr>
          <w:rFonts w:ascii="CMTT10" w:eastAsiaTheme="minorHAnsi" w:hAnsi="CMTT10" w:cs="CMTT10"/>
          <w:sz w:val="22"/>
          <w:szCs w:val="22"/>
          <w:lang w:val="en-US" w:eastAsia="en-US"/>
        </w:rPr>
        <w:t>const int N=10;</w:t>
      </w:r>
    </w:p>
    <w:p w:rsidR="007553E7" w:rsidRPr="007553E7" w:rsidRDefault="007553E7" w:rsidP="007553E7">
      <w:pPr>
        <w:overflowPunct/>
        <w:textAlignment w:val="auto"/>
        <w:rPr>
          <w:rFonts w:ascii="CMTT10" w:eastAsiaTheme="minorHAnsi" w:hAnsi="CMTT10" w:cs="CMTT10"/>
          <w:sz w:val="22"/>
          <w:szCs w:val="22"/>
          <w:lang w:val="en-US" w:eastAsia="en-US"/>
        </w:rPr>
      </w:pPr>
      <w:r w:rsidRPr="007553E7">
        <w:rPr>
          <w:rFonts w:ascii="CMTT10" w:eastAsiaTheme="minorHAnsi" w:hAnsi="CMTT10" w:cs="CMTT10"/>
          <w:sz w:val="22"/>
          <w:szCs w:val="22"/>
          <w:lang w:val="en-US" w:eastAsia="en-US"/>
        </w:rPr>
        <w:t>int i;</w:t>
      </w:r>
    </w:p>
    <w:p w:rsidR="007553E7" w:rsidRPr="007553E7" w:rsidRDefault="007553E7" w:rsidP="007553E7">
      <w:pPr>
        <w:overflowPunct/>
        <w:textAlignment w:val="auto"/>
        <w:rPr>
          <w:rFonts w:ascii="CMTT10" w:eastAsiaTheme="minorHAnsi" w:hAnsi="CMTT10" w:cs="CMTT10"/>
          <w:sz w:val="22"/>
          <w:szCs w:val="22"/>
          <w:lang w:val="en-US" w:eastAsia="en-US"/>
        </w:rPr>
      </w:pPr>
      <w:r w:rsidRPr="007553E7">
        <w:rPr>
          <w:rFonts w:ascii="CMTT10" w:eastAsiaTheme="minorHAnsi" w:hAnsi="CMTT10" w:cs="CMTT10"/>
          <w:sz w:val="22"/>
          <w:szCs w:val="22"/>
          <w:lang w:val="en-US" w:eastAsia="en-US"/>
        </w:rPr>
        <w:t>int som;</w:t>
      </w:r>
    </w:p>
    <w:p w:rsidR="007553E7" w:rsidRPr="007553E7" w:rsidRDefault="007553E7" w:rsidP="007553E7">
      <w:pPr>
        <w:overflowPunct/>
        <w:textAlignment w:val="auto"/>
        <w:rPr>
          <w:rFonts w:ascii="CMTT10" w:eastAsiaTheme="minorHAnsi" w:hAnsi="CMTT10" w:cs="CMTT10"/>
          <w:sz w:val="22"/>
          <w:szCs w:val="22"/>
          <w:lang w:val="en-US" w:eastAsia="en-US"/>
        </w:rPr>
      </w:pPr>
      <w:r w:rsidRPr="007553E7">
        <w:rPr>
          <w:rFonts w:ascii="CMTT10" w:eastAsiaTheme="minorHAnsi" w:hAnsi="CMTT10" w:cs="CMTT10"/>
          <w:sz w:val="22"/>
          <w:szCs w:val="22"/>
          <w:lang w:val="en-US" w:eastAsia="en-US"/>
        </w:rPr>
        <w:t>float harmo;</w:t>
      </w:r>
    </w:p>
    <w:p w:rsidR="007553E7" w:rsidRPr="007553E7" w:rsidRDefault="007553E7" w:rsidP="007553E7">
      <w:pPr>
        <w:overflowPunct/>
        <w:textAlignment w:val="auto"/>
        <w:rPr>
          <w:rFonts w:ascii="CMTT10" w:eastAsiaTheme="minorHAnsi" w:hAnsi="CMTT10" w:cs="CMTT10"/>
          <w:sz w:val="22"/>
          <w:szCs w:val="22"/>
          <w:lang w:val="en-US" w:eastAsia="en-US"/>
        </w:rPr>
      </w:pPr>
      <w:r w:rsidRPr="007553E7">
        <w:rPr>
          <w:rFonts w:ascii="CMTT10" w:eastAsiaTheme="minorHAnsi" w:hAnsi="CMTT10" w:cs="CMTT10"/>
          <w:sz w:val="22"/>
          <w:szCs w:val="22"/>
          <w:lang w:val="en-US" w:eastAsia="en-US"/>
        </w:rPr>
        <w:t>harmo = 0.0; som = 0; i = 1; /* initialisation des variables */</w:t>
      </w:r>
    </w:p>
    <w:p w:rsidR="007553E7" w:rsidRPr="007553E7" w:rsidRDefault="007553E7" w:rsidP="007553E7">
      <w:pPr>
        <w:overflowPunct/>
        <w:textAlignment w:val="auto"/>
        <w:rPr>
          <w:rFonts w:ascii="CMTT10" w:eastAsiaTheme="minorHAnsi" w:hAnsi="CMTT10" w:cs="CMTT10"/>
          <w:sz w:val="22"/>
          <w:szCs w:val="22"/>
          <w:lang w:val="en-US" w:eastAsia="en-US"/>
        </w:rPr>
      </w:pPr>
      <w:r w:rsidRPr="007553E7">
        <w:rPr>
          <w:rFonts w:ascii="CMTT10" w:eastAsiaTheme="minorHAnsi" w:hAnsi="CMTT10" w:cs="CMTT10"/>
          <w:sz w:val="22"/>
          <w:szCs w:val="22"/>
          <w:lang w:val="en-US" w:eastAsia="en-US"/>
        </w:rPr>
        <w:t>//Point d’observation 1</w:t>
      </w:r>
    </w:p>
    <w:p w:rsidR="007553E7" w:rsidRPr="007553E7" w:rsidRDefault="007553E7" w:rsidP="007553E7">
      <w:pPr>
        <w:overflowPunct/>
        <w:textAlignment w:val="auto"/>
        <w:rPr>
          <w:rFonts w:ascii="CMTT10" w:eastAsiaTheme="minorHAnsi" w:hAnsi="CMTT10" w:cs="CMTT10"/>
          <w:sz w:val="22"/>
          <w:szCs w:val="22"/>
          <w:lang w:val="en-US" w:eastAsia="en-US"/>
        </w:rPr>
      </w:pPr>
      <w:r w:rsidRPr="007553E7">
        <w:rPr>
          <w:rFonts w:ascii="CMTT10" w:eastAsiaTheme="minorHAnsi" w:hAnsi="CMTT10" w:cs="CMTT10"/>
          <w:sz w:val="22"/>
          <w:szCs w:val="22"/>
          <w:lang w:val="en-US" w:eastAsia="en-US"/>
        </w:rPr>
        <w:t>while (i&lt;=N){</w:t>
      </w:r>
    </w:p>
    <w:p w:rsidR="007553E7" w:rsidRPr="007553E7" w:rsidRDefault="007553E7" w:rsidP="007553E7">
      <w:pPr>
        <w:overflowPunct/>
        <w:textAlignment w:val="auto"/>
        <w:rPr>
          <w:rFonts w:ascii="CMTT10" w:eastAsiaTheme="minorHAnsi" w:hAnsi="CMTT10" w:cs="CMTT10"/>
          <w:sz w:val="22"/>
          <w:szCs w:val="22"/>
          <w:lang w:val="en-US" w:eastAsia="en-US"/>
        </w:rPr>
      </w:pPr>
      <w:r w:rsidRPr="007553E7">
        <w:rPr>
          <w:rFonts w:ascii="CMTT10" w:eastAsiaTheme="minorHAnsi" w:hAnsi="CMTT10" w:cs="CMTT10"/>
          <w:sz w:val="22"/>
          <w:szCs w:val="22"/>
          <w:lang w:val="en-US" w:eastAsia="en-US"/>
        </w:rPr>
        <w:t>som = som + i;</w:t>
      </w:r>
    </w:p>
    <w:p w:rsidR="007553E7" w:rsidRPr="007553E7" w:rsidRDefault="007553E7" w:rsidP="007553E7">
      <w:pPr>
        <w:overflowPunct/>
        <w:textAlignment w:val="auto"/>
        <w:rPr>
          <w:rFonts w:ascii="CMTT10" w:eastAsiaTheme="minorHAnsi" w:hAnsi="CMTT10" w:cs="CMTT10"/>
          <w:sz w:val="22"/>
          <w:szCs w:val="22"/>
          <w:lang w:val="en-US" w:eastAsia="en-US"/>
        </w:rPr>
      </w:pPr>
      <w:r w:rsidRPr="007553E7">
        <w:rPr>
          <w:rFonts w:ascii="CMTT10" w:eastAsiaTheme="minorHAnsi" w:hAnsi="CMTT10" w:cs="CMTT10"/>
          <w:sz w:val="22"/>
          <w:szCs w:val="22"/>
          <w:lang w:val="en-US" w:eastAsia="en-US"/>
        </w:rPr>
        <w:t>harmo = harmo + 1/(float)i;</w:t>
      </w:r>
    </w:p>
    <w:p w:rsidR="007553E7" w:rsidRDefault="007553E7" w:rsidP="007553E7">
      <w:pPr>
        <w:overflowPunct/>
        <w:textAlignment w:val="auto"/>
        <w:rPr>
          <w:rFonts w:ascii="CMTT10" w:eastAsiaTheme="minorHAnsi" w:hAnsi="CMTT10" w:cs="CMTT10"/>
          <w:sz w:val="22"/>
          <w:szCs w:val="22"/>
          <w:lang w:eastAsia="en-US"/>
        </w:rPr>
      </w:pPr>
      <w:r>
        <w:rPr>
          <w:rFonts w:ascii="CMTT10" w:eastAsiaTheme="minorHAnsi" w:hAnsi="CMTT10" w:cs="CMTT10"/>
          <w:sz w:val="22"/>
          <w:szCs w:val="22"/>
          <w:lang w:eastAsia="en-US"/>
        </w:rPr>
        <w:t>i++;</w:t>
      </w:r>
    </w:p>
    <w:p w:rsidR="007553E7" w:rsidRDefault="007553E7" w:rsidP="007553E7">
      <w:pPr>
        <w:overflowPunct/>
        <w:textAlignment w:val="auto"/>
        <w:rPr>
          <w:rFonts w:ascii="CMTT10" w:eastAsiaTheme="minorHAnsi" w:hAnsi="CMTT10" w:cs="CMTT10"/>
          <w:sz w:val="22"/>
          <w:szCs w:val="22"/>
          <w:lang w:eastAsia="en-US"/>
        </w:rPr>
      </w:pPr>
      <w:r>
        <w:rPr>
          <w:rFonts w:ascii="CMTT10" w:eastAsiaTheme="minorHAnsi" w:hAnsi="CMTT10" w:cs="CMTT10"/>
          <w:sz w:val="22"/>
          <w:szCs w:val="22"/>
          <w:lang w:eastAsia="en-US"/>
        </w:rPr>
        <w:t>// Point d’observation 2</w:t>
      </w:r>
    </w:p>
    <w:p w:rsidR="007553E7" w:rsidRDefault="007553E7" w:rsidP="007553E7">
      <w:pPr>
        <w:overflowPunct/>
        <w:textAlignment w:val="auto"/>
        <w:rPr>
          <w:rFonts w:ascii="CMTT10" w:eastAsiaTheme="minorHAnsi" w:hAnsi="CMTT10" w:cs="CMTT10"/>
          <w:sz w:val="22"/>
          <w:szCs w:val="22"/>
          <w:lang w:eastAsia="en-US"/>
        </w:rPr>
      </w:pPr>
      <w:r>
        <w:rPr>
          <w:rFonts w:ascii="CMTT10" w:eastAsiaTheme="minorHAnsi" w:hAnsi="CMTT10" w:cs="CMTT10"/>
          <w:sz w:val="22"/>
          <w:szCs w:val="22"/>
          <w:lang w:eastAsia="en-US"/>
        </w:rPr>
        <w:t>}</w:t>
      </w:r>
    </w:p>
    <w:p w:rsidR="007553E7" w:rsidRDefault="007553E7" w:rsidP="007553E7">
      <w:pPr>
        <w:overflowPunct/>
        <w:textAlignment w:val="auto"/>
        <w:rPr>
          <w:rFonts w:ascii="CMTT10" w:eastAsiaTheme="minorHAnsi" w:hAnsi="CMTT10" w:cs="CMTT10"/>
          <w:sz w:val="22"/>
          <w:szCs w:val="22"/>
          <w:lang w:eastAsia="en-US"/>
        </w:rPr>
      </w:pPr>
      <w:r>
        <w:rPr>
          <w:rFonts w:ascii="CMTT10" w:eastAsiaTheme="minorHAnsi" w:hAnsi="CMTT10" w:cs="CMTT10"/>
          <w:sz w:val="22"/>
          <w:szCs w:val="22"/>
          <w:lang w:eastAsia="en-US"/>
        </w:rPr>
        <w:t>// Point d’observation 3</w:t>
      </w:r>
    </w:p>
    <w:p w:rsidR="007553E7" w:rsidRDefault="007553E7" w:rsidP="007553E7">
      <w:pPr>
        <w:overflowPunct/>
        <w:textAlignment w:val="auto"/>
        <w:rPr>
          <w:rFonts w:ascii="CMTT10" w:eastAsiaTheme="minorHAnsi" w:hAnsi="CMTT10" w:cs="CMTT10"/>
          <w:sz w:val="22"/>
          <w:szCs w:val="22"/>
          <w:lang w:eastAsia="en-US"/>
        </w:rPr>
      </w:pPr>
      <w:r>
        <w:rPr>
          <w:rFonts w:ascii="CMTT10" w:eastAsiaTheme="minorHAnsi" w:hAnsi="CMTT10" w:cs="CMTT10"/>
          <w:sz w:val="22"/>
          <w:szCs w:val="22"/>
          <w:lang w:eastAsia="en-US"/>
        </w:rPr>
        <w:t>printf("La somme des %d premiers entiers est : %d\n", N, som);</w:t>
      </w:r>
    </w:p>
    <w:p w:rsidR="007553E7" w:rsidRDefault="007553E7" w:rsidP="007553E7">
      <w:pPr>
        <w:overflowPunct/>
        <w:textAlignment w:val="auto"/>
        <w:rPr>
          <w:rFonts w:ascii="CMTT10" w:eastAsiaTheme="minorHAnsi" w:hAnsi="CMTT10" w:cs="CMTT10"/>
          <w:sz w:val="22"/>
          <w:szCs w:val="22"/>
          <w:lang w:eastAsia="en-US"/>
        </w:rPr>
      </w:pPr>
      <w:r>
        <w:rPr>
          <w:rFonts w:ascii="CMTT10" w:eastAsiaTheme="minorHAnsi" w:hAnsi="CMTT10" w:cs="CMTT10"/>
          <w:sz w:val="22"/>
          <w:szCs w:val="22"/>
          <w:lang w:eastAsia="en-US"/>
        </w:rPr>
        <w:t>printf("La somme des %d premiers termes de la"</w:t>
      </w:r>
    </w:p>
    <w:p w:rsidR="007553E7" w:rsidRDefault="007553E7" w:rsidP="007553E7">
      <w:pPr>
        <w:overflowPunct/>
        <w:textAlignment w:val="auto"/>
        <w:rPr>
          <w:rFonts w:ascii="CMTT10" w:eastAsiaTheme="minorHAnsi" w:hAnsi="CMTT10" w:cs="CMTT10"/>
          <w:sz w:val="22"/>
          <w:szCs w:val="22"/>
          <w:lang w:eastAsia="en-US"/>
        </w:rPr>
      </w:pPr>
      <w:r>
        <w:rPr>
          <w:rFonts w:ascii="CMTT10" w:eastAsiaTheme="minorHAnsi" w:hAnsi="CMTT10" w:cs="CMTT10"/>
          <w:sz w:val="22"/>
          <w:szCs w:val="22"/>
          <w:lang w:eastAsia="en-US"/>
        </w:rPr>
        <w:t>" serie harmonique vaut : %f\n", N,harmo);</w:t>
      </w:r>
    </w:p>
    <w:p w:rsidR="007553E7" w:rsidRDefault="007553E7" w:rsidP="007553E7">
      <w:pPr>
        <w:rPr>
          <w:rFonts w:ascii="CMTT10" w:eastAsiaTheme="minorHAnsi" w:hAnsi="CMTT10" w:cs="CMTT10"/>
          <w:sz w:val="22"/>
          <w:szCs w:val="22"/>
          <w:lang w:eastAsia="en-US"/>
        </w:rPr>
      </w:pPr>
      <w:r>
        <w:rPr>
          <w:rFonts w:ascii="CMTT10" w:eastAsiaTheme="minorHAnsi" w:hAnsi="CMTT10" w:cs="CMTT10"/>
          <w:sz w:val="22"/>
          <w:szCs w:val="22"/>
          <w:lang w:eastAsia="en-US"/>
        </w:rPr>
        <w:t>}</w:t>
      </w:r>
    </w:p>
    <w:p w:rsidR="007553E7" w:rsidRDefault="007553E7" w:rsidP="00662460"/>
    <w:p w:rsidR="007553E7" w:rsidRPr="00662460" w:rsidRDefault="007553E7" w:rsidP="00662460"/>
    <w:p w:rsidR="009F76A7" w:rsidRDefault="009F76A7" w:rsidP="00DF624D">
      <w:pPr>
        <w:pStyle w:val="Heading2"/>
      </w:pPr>
      <w:r>
        <w:t>Questions trace</w:t>
      </w:r>
    </w:p>
    <w:p w:rsidR="009F76A7" w:rsidRDefault="009F76A7" w:rsidP="00964B4E">
      <w:pPr>
        <w:pStyle w:val="code"/>
      </w:pPr>
    </w:p>
    <w:p w:rsidR="00DF624D" w:rsidRDefault="00DF624D" w:rsidP="00964B4E">
      <w:pPr>
        <w:pStyle w:val="code"/>
      </w:pPr>
      <w:r>
        <w:t xml:space="preserve">Amortissement </w:t>
      </w:r>
    </w:p>
    <w:p w:rsidR="00DF624D" w:rsidRDefault="00DF624D" w:rsidP="00DF624D">
      <w:pPr>
        <w:pStyle w:val="code"/>
      </w:pPr>
      <w:r>
        <w:t>#include &lt;stdio.h&gt;</w:t>
      </w:r>
    </w:p>
    <w:p w:rsidR="00DF624D" w:rsidRDefault="00DF624D" w:rsidP="00DF624D">
      <w:pPr>
        <w:pStyle w:val="code"/>
      </w:pPr>
      <w:r>
        <w:t>/*Programme de calcul d'échéancier simplifié:</w:t>
      </w:r>
    </w:p>
    <w:p w:rsidR="00DF624D" w:rsidRDefault="00DF624D" w:rsidP="00DF624D">
      <w:pPr>
        <w:pStyle w:val="code"/>
      </w:pPr>
      <w:r>
        <w:t xml:space="preserve">  A partir:</w:t>
      </w:r>
    </w:p>
    <w:p w:rsidR="00DF624D" w:rsidRDefault="00DF624D" w:rsidP="00DF624D">
      <w:pPr>
        <w:pStyle w:val="code"/>
      </w:pPr>
      <w:r>
        <w:t xml:space="preserve">         du taux d'intérêt mensuel</w:t>
      </w:r>
    </w:p>
    <w:p w:rsidR="00DF624D" w:rsidRDefault="00DF624D" w:rsidP="00DF624D">
      <w:pPr>
        <w:pStyle w:val="code"/>
      </w:pPr>
      <w:r>
        <w:t xml:space="preserve">         du taux des frais mensuels par rapport à la la somme empruntée</w:t>
      </w:r>
    </w:p>
    <w:p w:rsidR="00DF624D" w:rsidRDefault="00DF624D" w:rsidP="00DF624D">
      <w:pPr>
        <w:pStyle w:val="code"/>
      </w:pPr>
      <w:r>
        <w:t xml:space="preserve">         du montant des mensualités de remboursement</w:t>
      </w:r>
    </w:p>
    <w:p w:rsidR="00DF624D" w:rsidRDefault="00DF624D" w:rsidP="00DF624D">
      <w:pPr>
        <w:pStyle w:val="code"/>
      </w:pPr>
    </w:p>
    <w:p w:rsidR="00DF624D" w:rsidRDefault="00DF624D" w:rsidP="00DF624D">
      <w:pPr>
        <w:pStyle w:val="code"/>
      </w:pPr>
      <w:r>
        <w:t xml:space="preserve">         On considère que la mensualité d'un mois donné est composée</w:t>
      </w:r>
    </w:p>
    <w:p w:rsidR="00DF624D" w:rsidRDefault="00DF624D" w:rsidP="00DF624D">
      <w:pPr>
        <w:pStyle w:val="code"/>
      </w:pPr>
      <w:r>
        <w:t xml:space="preserve">         d'une part d'intérêts sur le mois écoulé, d'une part de frais</w:t>
      </w:r>
    </w:p>
    <w:p w:rsidR="00DF624D" w:rsidRDefault="00DF624D" w:rsidP="00DF624D">
      <w:pPr>
        <w:pStyle w:val="code"/>
      </w:pPr>
      <w:r>
        <w:t xml:space="preserve">         (assurance et divers frais) et d'une part d'amortissement.</w:t>
      </w:r>
    </w:p>
    <w:p w:rsidR="00DF624D" w:rsidRPr="00DF624D" w:rsidRDefault="00DF624D" w:rsidP="00DF624D">
      <w:pPr>
        <w:pStyle w:val="code"/>
        <w:rPr>
          <w:lang w:val="en-US"/>
        </w:rPr>
      </w:pPr>
      <w:r w:rsidRPr="00DF624D">
        <w:rPr>
          <w:lang w:val="en-US"/>
        </w:rPr>
        <w:t>*/</w:t>
      </w:r>
    </w:p>
    <w:p w:rsidR="00DF624D" w:rsidRPr="00DF624D" w:rsidRDefault="00DF624D" w:rsidP="00DF624D">
      <w:pPr>
        <w:pStyle w:val="code"/>
        <w:rPr>
          <w:lang w:val="en-US"/>
        </w:rPr>
      </w:pPr>
      <w:r w:rsidRPr="00DF624D">
        <w:rPr>
          <w:lang w:val="en-US"/>
        </w:rPr>
        <w:t>main()</w:t>
      </w:r>
    </w:p>
    <w:p w:rsidR="00DF624D" w:rsidRPr="00DF624D" w:rsidRDefault="00DF624D" w:rsidP="00DF624D">
      <w:pPr>
        <w:pStyle w:val="code"/>
        <w:rPr>
          <w:lang w:val="en-US"/>
        </w:rPr>
      </w:pPr>
      <w:r w:rsidRPr="00DF624D">
        <w:rPr>
          <w:lang w:val="en-US"/>
        </w:rPr>
        <w:t>{ const float tauxfrais = 0.000725;</w:t>
      </w:r>
    </w:p>
    <w:p w:rsidR="00DF624D" w:rsidRPr="00DF624D" w:rsidRDefault="00DF624D" w:rsidP="00DF624D">
      <w:pPr>
        <w:pStyle w:val="code"/>
        <w:rPr>
          <w:lang w:val="en-US"/>
        </w:rPr>
      </w:pPr>
      <w:r w:rsidRPr="00DF624D">
        <w:rPr>
          <w:lang w:val="en-US"/>
        </w:rPr>
        <w:t xml:space="preserve">  int i;</w:t>
      </w:r>
    </w:p>
    <w:p w:rsidR="00DF624D" w:rsidRDefault="00DF624D" w:rsidP="00DF624D">
      <w:pPr>
        <w:pStyle w:val="code"/>
      </w:pPr>
      <w:r w:rsidRPr="00DF624D">
        <w:rPr>
          <w:lang w:val="en-US"/>
        </w:rPr>
        <w:t xml:space="preserve">  </w:t>
      </w:r>
      <w:r>
        <w:t>float S,Sact,Rembparmois,interet,capitalremb;</w:t>
      </w:r>
    </w:p>
    <w:p w:rsidR="00DF624D" w:rsidRDefault="00DF624D" w:rsidP="00DF624D">
      <w:pPr>
        <w:pStyle w:val="code"/>
      </w:pPr>
      <w:r>
        <w:t xml:space="preserve">  float fraisparmois,tauxmensuel,totalremb;</w:t>
      </w:r>
    </w:p>
    <w:p w:rsidR="00DF624D" w:rsidRDefault="00DF624D" w:rsidP="00DF624D">
      <w:pPr>
        <w:pStyle w:val="code"/>
      </w:pPr>
      <w:r>
        <w:t>/*REMARQUES*/</w:t>
      </w:r>
    </w:p>
    <w:p w:rsidR="00DF624D" w:rsidRDefault="00DF624D" w:rsidP="00DF624D">
      <w:pPr>
        <w:pStyle w:val="code"/>
      </w:pPr>
      <w:r>
        <w:t>/*tauxfrais = taux des frais mensuels par rapport à  la somme empruntée*/</w:t>
      </w:r>
    </w:p>
    <w:p w:rsidR="00DF624D" w:rsidRDefault="00DF624D" w:rsidP="00DF624D">
      <w:pPr>
        <w:pStyle w:val="code"/>
      </w:pPr>
      <w:r>
        <w:t>/*i = numéro de la mensualité en cours*/</w:t>
      </w:r>
    </w:p>
    <w:p w:rsidR="00DF624D" w:rsidRDefault="00DF624D" w:rsidP="00DF624D">
      <w:pPr>
        <w:pStyle w:val="code"/>
      </w:pPr>
      <w:r>
        <w:t>/*S = somme empruntée*/</w:t>
      </w:r>
    </w:p>
    <w:p w:rsidR="00DF624D" w:rsidRDefault="00DF624D" w:rsidP="00DF624D">
      <w:pPr>
        <w:pStyle w:val="code"/>
      </w:pPr>
      <w:r>
        <w:t>/*Sact = somme actuelle, restant à  rembourser*/</w:t>
      </w:r>
    </w:p>
    <w:p w:rsidR="00DF624D" w:rsidRDefault="00DF624D" w:rsidP="00DF624D">
      <w:pPr>
        <w:pStyle w:val="code"/>
      </w:pPr>
      <w:r>
        <w:t>/*Rembparmois = montant des mensualités de remboursement*/</w:t>
      </w:r>
    </w:p>
    <w:p w:rsidR="00DF624D" w:rsidRDefault="00DF624D" w:rsidP="00DF624D">
      <w:pPr>
        <w:pStyle w:val="code"/>
      </w:pPr>
      <w:r>
        <w:t>/*intérêt = montant des intérêts du mois en cours*/</w:t>
      </w:r>
    </w:p>
    <w:p w:rsidR="00DF624D" w:rsidRDefault="00DF624D" w:rsidP="00DF624D">
      <w:pPr>
        <w:pStyle w:val="code"/>
      </w:pPr>
      <w:r>
        <w:t>/*capitalremb = montant de l'amortissement du mois en cours*/</w:t>
      </w:r>
    </w:p>
    <w:p w:rsidR="00DF624D" w:rsidRDefault="00DF624D" w:rsidP="00DF624D">
      <w:pPr>
        <w:pStyle w:val="code"/>
      </w:pPr>
      <w:r>
        <w:t>/*fraispar mois = montant des frais mensuels = S * tauxfrais*/</w:t>
      </w:r>
    </w:p>
    <w:p w:rsidR="00DF624D" w:rsidRDefault="00DF624D" w:rsidP="00DF624D">
      <w:pPr>
        <w:pStyle w:val="code"/>
      </w:pPr>
      <w:r>
        <w:t>/*tauxmensuel = taux mensuel des intérêts (1% sera donné par 0.01)*/</w:t>
      </w:r>
    </w:p>
    <w:p w:rsidR="00DF624D" w:rsidRDefault="00DF624D" w:rsidP="00DF624D">
      <w:pPr>
        <w:pStyle w:val="code"/>
      </w:pPr>
      <w:r>
        <w:t>/*totalremb = montant total des remboursements*/</w:t>
      </w:r>
    </w:p>
    <w:p w:rsidR="00DF624D" w:rsidRDefault="00DF624D" w:rsidP="00DF624D">
      <w:pPr>
        <w:pStyle w:val="code"/>
      </w:pPr>
      <w:r>
        <w:t>/*les calculs ne sont pas arrondis à  2 décimales : le programme*/</w:t>
      </w:r>
    </w:p>
    <w:p w:rsidR="00DF624D" w:rsidRDefault="00DF624D" w:rsidP="00DF624D">
      <w:pPr>
        <w:pStyle w:val="code"/>
      </w:pPr>
      <w:r>
        <w:lastRenderedPageBreak/>
        <w:t>/*pourrait facilement être amélioré en effectuant ces arrondis*/</w:t>
      </w:r>
    </w:p>
    <w:p w:rsidR="00DF624D" w:rsidRDefault="00DF624D" w:rsidP="00DF624D">
      <w:pPr>
        <w:pStyle w:val="code"/>
      </w:pPr>
      <w:r>
        <w:t xml:space="preserve">  printf("Somme empruntée ? ");</w:t>
      </w:r>
    </w:p>
    <w:p w:rsidR="00DF624D" w:rsidRDefault="00DF624D" w:rsidP="00DF624D">
      <w:pPr>
        <w:pStyle w:val="code"/>
      </w:pPr>
      <w:r>
        <w:t xml:space="preserve">  scanf("%f",&amp;S);</w:t>
      </w:r>
    </w:p>
    <w:p w:rsidR="00DF624D" w:rsidRDefault="00DF624D" w:rsidP="00DF624D">
      <w:pPr>
        <w:pStyle w:val="code"/>
      </w:pPr>
      <w:r>
        <w:t xml:space="preserve">  printf("Remboursements mensuels souhaités ? ");</w:t>
      </w:r>
    </w:p>
    <w:p w:rsidR="00DF624D" w:rsidRDefault="00DF624D" w:rsidP="00DF624D">
      <w:pPr>
        <w:pStyle w:val="code"/>
      </w:pPr>
      <w:r>
        <w:t xml:space="preserve">  scanf("%f",&amp;Rembparmois);</w:t>
      </w:r>
    </w:p>
    <w:p w:rsidR="00DF624D" w:rsidRDefault="00DF624D" w:rsidP="00DF624D">
      <w:pPr>
        <w:pStyle w:val="code"/>
      </w:pPr>
      <w:r>
        <w:t xml:space="preserve">  printf("Taux mensuel de l'emprunt (0.01 par exemple) ?");</w:t>
      </w:r>
    </w:p>
    <w:p w:rsidR="00DF624D" w:rsidRDefault="00DF624D" w:rsidP="00DF624D">
      <w:pPr>
        <w:pStyle w:val="code"/>
      </w:pPr>
      <w:r>
        <w:t xml:space="preserve">  scanf("%f",&amp;tauxmensuel);</w:t>
      </w:r>
    </w:p>
    <w:p w:rsidR="00DF624D" w:rsidRDefault="00DF624D" w:rsidP="00DF624D">
      <w:pPr>
        <w:pStyle w:val="code"/>
      </w:pPr>
      <w:r>
        <w:t xml:space="preserve">  printf("\n");</w:t>
      </w:r>
    </w:p>
    <w:p w:rsidR="00DF624D" w:rsidRDefault="00DF624D" w:rsidP="00DF624D">
      <w:pPr>
        <w:pStyle w:val="code"/>
      </w:pPr>
      <w:r>
        <w:t xml:space="preserve">  if (Rembparmois&lt;=S*(tauxmensuel+tauxfrais))</w:t>
      </w:r>
    </w:p>
    <w:p w:rsidR="00DF624D" w:rsidRDefault="00DF624D" w:rsidP="00DF624D">
      <w:pPr>
        <w:pStyle w:val="code"/>
      </w:pPr>
      <w:r>
        <w:t xml:space="preserve">    printf("IMPOSSIBLE : remboursement trop faible\n");</w:t>
      </w:r>
    </w:p>
    <w:p w:rsidR="00DF624D" w:rsidRPr="00DF624D" w:rsidRDefault="00DF624D" w:rsidP="00DF624D">
      <w:pPr>
        <w:pStyle w:val="code"/>
        <w:rPr>
          <w:lang w:val="en-US"/>
        </w:rPr>
      </w:pPr>
      <w:r>
        <w:t xml:space="preserve">  </w:t>
      </w:r>
      <w:r w:rsidRPr="00DF624D">
        <w:rPr>
          <w:lang w:val="en-US"/>
        </w:rPr>
        <w:t>else</w:t>
      </w:r>
    </w:p>
    <w:p w:rsidR="00DF624D" w:rsidRPr="00DF624D" w:rsidRDefault="00DF624D" w:rsidP="00DF624D">
      <w:pPr>
        <w:pStyle w:val="code"/>
        <w:rPr>
          <w:lang w:val="en-US"/>
        </w:rPr>
      </w:pPr>
      <w:r w:rsidRPr="00DF624D">
        <w:rPr>
          <w:lang w:val="en-US"/>
        </w:rPr>
        <w:t xml:space="preserve">  { Sact=S; i=0;fraisparmois=S*tauxfrais;</w:t>
      </w:r>
    </w:p>
    <w:p w:rsidR="00DF624D" w:rsidRDefault="00DF624D" w:rsidP="00DF624D">
      <w:pPr>
        <w:pStyle w:val="code"/>
      </w:pPr>
      <w:r w:rsidRPr="00DF624D">
        <w:rPr>
          <w:lang w:val="en-US"/>
        </w:rPr>
        <w:t xml:space="preserve">    </w:t>
      </w:r>
      <w:r>
        <w:t>totalremb=0;</w:t>
      </w:r>
    </w:p>
    <w:p w:rsidR="00DF624D" w:rsidRDefault="00DF624D" w:rsidP="00DF624D">
      <w:pPr>
        <w:pStyle w:val="code"/>
      </w:pPr>
      <w:r>
        <w:t xml:space="preserve">    printf("durée      Paiement     capital remboursé   intérêt");</w:t>
      </w:r>
    </w:p>
    <w:p w:rsidR="00DF624D" w:rsidRDefault="00DF624D" w:rsidP="00DF624D">
      <w:pPr>
        <w:pStyle w:val="code"/>
      </w:pPr>
      <w:r>
        <w:t xml:space="preserve">    printf("   frais   capital restant\n");</w:t>
      </w:r>
    </w:p>
    <w:p w:rsidR="00DF624D" w:rsidRPr="00DF624D" w:rsidRDefault="00DF624D" w:rsidP="00DF624D">
      <w:pPr>
        <w:pStyle w:val="code"/>
        <w:rPr>
          <w:lang w:val="en-US"/>
        </w:rPr>
      </w:pPr>
      <w:r>
        <w:t xml:space="preserve">    </w:t>
      </w:r>
      <w:r w:rsidRPr="00DF624D">
        <w:rPr>
          <w:lang w:val="en-US"/>
        </w:rPr>
        <w:t>do</w:t>
      </w:r>
    </w:p>
    <w:p w:rsidR="00DF624D" w:rsidRPr="00DF624D" w:rsidRDefault="00DF624D" w:rsidP="00DF624D">
      <w:pPr>
        <w:pStyle w:val="code"/>
        <w:rPr>
          <w:lang w:val="en-US"/>
        </w:rPr>
      </w:pPr>
      <w:r w:rsidRPr="00DF624D">
        <w:rPr>
          <w:lang w:val="en-US"/>
        </w:rPr>
        <w:t xml:space="preserve">    { i=i+1;</w:t>
      </w:r>
    </w:p>
    <w:p w:rsidR="00DF624D" w:rsidRPr="00DF624D" w:rsidRDefault="00DF624D" w:rsidP="00DF624D">
      <w:pPr>
        <w:pStyle w:val="code"/>
        <w:rPr>
          <w:lang w:val="en-US"/>
        </w:rPr>
      </w:pPr>
      <w:r w:rsidRPr="00DF624D">
        <w:rPr>
          <w:lang w:val="en-US"/>
        </w:rPr>
        <w:t xml:space="preserve">      interet=Sact*tauxmensuel;</w:t>
      </w:r>
    </w:p>
    <w:p w:rsidR="00DF624D" w:rsidRDefault="00DF624D" w:rsidP="00DF624D">
      <w:pPr>
        <w:pStyle w:val="code"/>
      </w:pPr>
      <w:r w:rsidRPr="00DF624D">
        <w:rPr>
          <w:lang w:val="en-US"/>
        </w:rPr>
        <w:t xml:space="preserve">      </w:t>
      </w:r>
      <w:r>
        <w:t>if (Rembparmois &gt; Sact+interet+fraisparmois)</w:t>
      </w:r>
    </w:p>
    <w:p w:rsidR="00DF624D" w:rsidRDefault="00DF624D" w:rsidP="00DF624D">
      <w:pPr>
        <w:pStyle w:val="code"/>
      </w:pPr>
      <w:r>
        <w:t xml:space="preserve">      {  Rembparmois=Sact+interet+fraisparmois;</w:t>
      </w:r>
    </w:p>
    <w:p w:rsidR="00DF624D" w:rsidRDefault="00DF624D" w:rsidP="00DF624D">
      <w:pPr>
        <w:pStyle w:val="code"/>
      </w:pPr>
      <w:r>
        <w:t xml:space="preserve">         capitalremb=Sact;</w:t>
      </w:r>
    </w:p>
    <w:p w:rsidR="00DF624D" w:rsidRDefault="00DF624D" w:rsidP="00DF624D">
      <w:pPr>
        <w:pStyle w:val="code"/>
      </w:pPr>
      <w:r>
        <w:t xml:space="preserve">         Sact=0;</w:t>
      </w:r>
    </w:p>
    <w:p w:rsidR="00DF624D" w:rsidRDefault="00DF624D" w:rsidP="00DF624D">
      <w:pPr>
        <w:pStyle w:val="code"/>
      </w:pPr>
      <w:r>
        <w:t xml:space="preserve">      }</w:t>
      </w:r>
    </w:p>
    <w:p w:rsidR="00DF624D" w:rsidRDefault="00DF624D" w:rsidP="00DF624D">
      <w:pPr>
        <w:pStyle w:val="code"/>
      </w:pPr>
      <w:r>
        <w:t xml:space="preserve">      else</w:t>
      </w:r>
    </w:p>
    <w:p w:rsidR="00DF624D" w:rsidRDefault="00DF624D" w:rsidP="00DF624D">
      <w:pPr>
        <w:pStyle w:val="code"/>
      </w:pPr>
      <w:r>
        <w:t xml:space="preserve">      { capitalremb=Rembparmois-interet-fraisparmois;</w:t>
      </w:r>
    </w:p>
    <w:p w:rsidR="00DF624D" w:rsidRDefault="00DF624D" w:rsidP="00DF624D">
      <w:pPr>
        <w:pStyle w:val="code"/>
      </w:pPr>
      <w:r>
        <w:t xml:space="preserve">        /* Sact=Sact-Rembparmois+interet+fraisparmois;  soit:*/</w:t>
      </w:r>
    </w:p>
    <w:p w:rsidR="00DF624D" w:rsidRDefault="00DF624D" w:rsidP="00DF624D">
      <w:pPr>
        <w:pStyle w:val="code"/>
      </w:pPr>
      <w:r>
        <w:t xml:space="preserve">        Sact -= capitalremb;</w:t>
      </w:r>
    </w:p>
    <w:p w:rsidR="00DF624D" w:rsidRDefault="00DF624D" w:rsidP="00DF624D">
      <w:pPr>
        <w:pStyle w:val="code"/>
      </w:pPr>
      <w:r>
        <w:t xml:space="preserve">      }</w:t>
      </w:r>
    </w:p>
    <w:p w:rsidR="00DF624D" w:rsidRDefault="00DF624D" w:rsidP="00DF624D">
      <w:pPr>
        <w:pStyle w:val="code"/>
      </w:pPr>
      <w:r>
        <w:t xml:space="preserve">        totalremb += Rembparmois;</w:t>
      </w:r>
    </w:p>
    <w:p w:rsidR="00DF624D" w:rsidRDefault="00DF624D" w:rsidP="00DF624D">
      <w:pPr>
        <w:pStyle w:val="code"/>
      </w:pPr>
      <w:r>
        <w:t xml:space="preserve">        printf("%4d %14.2f %14.2f %15.2f %8.2f %13.2f\n",</w:t>
      </w:r>
    </w:p>
    <w:p w:rsidR="00DF624D" w:rsidRDefault="00DF624D" w:rsidP="00DF624D">
      <w:pPr>
        <w:pStyle w:val="code"/>
      </w:pPr>
      <w:r>
        <w:t xml:space="preserve">                i,Rembparmois,capitalremb,interet,fraisparmois,Sact);</w:t>
      </w:r>
    </w:p>
    <w:p w:rsidR="00DF624D" w:rsidRDefault="00DF624D" w:rsidP="00DF624D">
      <w:pPr>
        <w:pStyle w:val="code"/>
      </w:pPr>
      <w:r>
        <w:t xml:space="preserve">    } while (Sact&gt;0);</w:t>
      </w:r>
    </w:p>
    <w:p w:rsidR="00DF624D" w:rsidRDefault="00DF624D" w:rsidP="00DF624D">
      <w:pPr>
        <w:pStyle w:val="code"/>
      </w:pPr>
      <w:r>
        <w:t xml:space="preserve">    printf("\nle montant total des remboursements est : %14.2f\n",</w:t>
      </w:r>
    </w:p>
    <w:p w:rsidR="00DF624D" w:rsidRDefault="00DF624D" w:rsidP="00DF624D">
      <w:pPr>
        <w:pStyle w:val="code"/>
      </w:pPr>
      <w:r>
        <w:t xml:space="preserve">            totalremb);</w:t>
      </w:r>
    </w:p>
    <w:p w:rsidR="00DF624D" w:rsidRDefault="00DF624D" w:rsidP="00DF624D">
      <w:pPr>
        <w:pStyle w:val="code"/>
      </w:pPr>
      <w:r>
        <w:t xml:space="preserve">  }</w:t>
      </w:r>
    </w:p>
    <w:p w:rsidR="00DF624D" w:rsidRDefault="00DF624D" w:rsidP="00DF624D">
      <w:pPr>
        <w:pStyle w:val="code"/>
      </w:pPr>
      <w:r>
        <w:t>}</w:t>
      </w:r>
    </w:p>
    <w:p w:rsidR="00DF624D" w:rsidRDefault="00DF624D" w:rsidP="00964B4E">
      <w:pPr>
        <w:pStyle w:val="code"/>
      </w:pPr>
    </w:p>
    <w:p w:rsidR="009F76A7" w:rsidRDefault="009F76A7" w:rsidP="00964B4E">
      <w:pPr>
        <w:pStyle w:val="code"/>
      </w:pPr>
    </w:p>
    <w:p w:rsidR="009F76A7" w:rsidRDefault="009F76A7" w:rsidP="00964B4E">
      <w:pPr>
        <w:pStyle w:val="code"/>
      </w:pPr>
    </w:p>
    <w:p w:rsidR="00E11E53" w:rsidRDefault="00E11E53" w:rsidP="00964B4E">
      <w:pPr>
        <w:pStyle w:val="code"/>
      </w:pPr>
      <w:r>
        <w:t>Suite un</w:t>
      </w:r>
    </w:p>
    <w:p w:rsidR="00E11E53" w:rsidRDefault="00E11E53" w:rsidP="00E11E53">
      <w:pPr>
        <w:overflowPunct/>
        <w:textAlignment w:val="auto"/>
        <w:rPr>
          <w:rFonts w:ascii="CMTT12" w:eastAsiaTheme="minorHAnsi" w:hAnsi="CMTT12" w:cs="CMTT12"/>
          <w:sz w:val="24"/>
          <w:szCs w:val="24"/>
          <w:lang w:eastAsia="en-US"/>
        </w:rPr>
      </w:pPr>
      <w:r>
        <w:rPr>
          <w:rFonts w:ascii="CMTT12" w:eastAsiaTheme="minorHAnsi" w:hAnsi="CMTT12" w:cs="CMTT12"/>
          <w:sz w:val="24"/>
          <w:szCs w:val="24"/>
          <w:lang w:eastAsia="en-US"/>
        </w:rPr>
        <w:t>#include&lt;stdio.h&gt;</w:t>
      </w:r>
    </w:p>
    <w:p w:rsidR="00E11E53" w:rsidRPr="00E11E53" w:rsidRDefault="00E11E53" w:rsidP="00E11E53">
      <w:pPr>
        <w:overflowPunct/>
        <w:textAlignment w:val="auto"/>
        <w:rPr>
          <w:rFonts w:ascii="CMTT12" w:eastAsiaTheme="minorHAnsi" w:hAnsi="CMTT12" w:cs="CMTT12"/>
          <w:sz w:val="24"/>
          <w:szCs w:val="24"/>
          <w:lang w:val="en-US" w:eastAsia="en-US"/>
        </w:rPr>
      </w:pPr>
      <w:r w:rsidRPr="00E11E53">
        <w:rPr>
          <w:rFonts w:ascii="CMTT12" w:eastAsiaTheme="minorHAnsi" w:hAnsi="CMTT12" w:cs="CMTT12"/>
          <w:sz w:val="24"/>
          <w:szCs w:val="24"/>
          <w:lang w:val="en-US" w:eastAsia="en-US"/>
        </w:rPr>
        <w:t>main(){</w:t>
      </w:r>
    </w:p>
    <w:p w:rsidR="00E11E53" w:rsidRPr="00E11E53" w:rsidRDefault="00E11E53" w:rsidP="00E11E53">
      <w:pPr>
        <w:overflowPunct/>
        <w:textAlignment w:val="auto"/>
        <w:rPr>
          <w:rFonts w:ascii="CMTT12" w:eastAsiaTheme="minorHAnsi" w:hAnsi="CMTT12" w:cs="CMTT12"/>
          <w:sz w:val="24"/>
          <w:szCs w:val="24"/>
          <w:lang w:val="en-US" w:eastAsia="en-US"/>
        </w:rPr>
      </w:pPr>
      <w:r w:rsidRPr="00E11E53">
        <w:rPr>
          <w:rFonts w:ascii="CMTT12" w:eastAsiaTheme="minorHAnsi" w:hAnsi="CMTT12" w:cs="CMTT12"/>
          <w:sz w:val="24"/>
          <w:szCs w:val="24"/>
          <w:lang w:val="en-US" w:eastAsia="en-US"/>
        </w:rPr>
        <w:t>int p, s, i, t, n;</w:t>
      </w:r>
    </w:p>
    <w:p w:rsidR="00E11E53" w:rsidRDefault="00E11E53" w:rsidP="00E11E53">
      <w:pPr>
        <w:overflowPunct/>
        <w:textAlignment w:val="auto"/>
        <w:rPr>
          <w:rFonts w:ascii="CMTT12" w:eastAsiaTheme="minorHAnsi" w:hAnsi="CMTT12" w:cs="CMTT12"/>
          <w:sz w:val="24"/>
          <w:szCs w:val="24"/>
          <w:lang w:eastAsia="en-US"/>
        </w:rPr>
      </w:pPr>
      <w:r>
        <w:rPr>
          <w:rFonts w:ascii="CMTT12" w:eastAsiaTheme="minorHAnsi" w:hAnsi="CMTT12" w:cs="CMTT12"/>
          <w:sz w:val="24"/>
          <w:szCs w:val="24"/>
          <w:lang w:eastAsia="en-US"/>
        </w:rPr>
        <w:t>n=4;</w:t>
      </w:r>
    </w:p>
    <w:p w:rsidR="00E11E53" w:rsidRDefault="00E11E53" w:rsidP="00E11E53">
      <w:pPr>
        <w:overflowPunct/>
        <w:textAlignment w:val="auto"/>
        <w:rPr>
          <w:rFonts w:ascii="CMTT12" w:eastAsiaTheme="minorHAnsi" w:hAnsi="CMTT12" w:cs="CMTT12"/>
          <w:sz w:val="24"/>
          <w:szCs w:val="24"/>
          <w:lang w:eastAsia="en-US"/>
        </w:rPr>
      </w:pPr>
      <w:r>
        <w:rPr>
          <w:rFonts w:ascii="CMTT12" w:eastAsiaTheme="minorHAnsi" w:hAnsi="CMTT12" w:cs="CMTT12"/>
          <w:sz w:val="24"/>
          <w:szCs w:val="24"/>
          <w:lang w:eastAsia="en-US"/>
        </w:rPr>
        <w:t>p=0; // Valeur de u1</w:t>
      </w:r>
    </w:p>
    <w:p w:rsidR="00E11E53" w:rsidRDefault="00E11E53" w:rsidP="00E11E53">
      <w:pPr>
        <w:overflowPunct/>
        <w:textAlignment w:val="auto"/>
        <w:rPr>
          <w:rFonts w:ascii="CMTT12" w:eastAsiaTheme="minorHAnsi" w:hAnsi="CMTT12" w:cs="CMTT12"/>
          <w:sz w:val="24"/>
          <w:szCs w:val="24"/>
          <w:lang w:eastAsia="en-US"/>
        </w:rPr>
      </w:pPr>
      <w:r>
        <w:rPr>
          <w:rFonts w:ascii="CMTT12" w:eastAsiaTheme="minorHAnsi" w:hAnsi="CMTT12" w:cs="CMTT12"/>
          <w:sz w:val="24"/>
          <w:szCs w:val="24"/>
          <w:lang w:eastAsia="en-US"/>
        </w:rPr>
        <w:t>s=0; // Valeur de u2</w:t>
      </w:r>
    </w:p>
    <w:p w:rsidR="00E11E53" w:rsidRPr="00E11E53" w:rsidRDefault="00E11E53" w:rsidP="00E11E53">
      <w:pPr>
        <w:overflowPunct/>
        <w:textAlignment w:val="auto"/>
        <w:rPr>
          <w:rFonts w:ascii="CMTT12" w:eastAsiaTheme="minorHAnsi" w:hAnsi="CMTT12" w:cs="CMTT12"/>
          <w:sz w:val="24"/>
          <w:szCs w:val="24"/>
          <w:lang w:val="en-US" w:eastAsia="en-US"/>
        </w:rPr>
      </w:pPr>
      <w:r w:rsidRPr="00E11E53">
        <w:rPr>
          <w:rFonts w:ascii="CMTT12" w:eastAsiaTheme="minorHAnsi" w:hAnsi="CMTT12" w:cs="CMTT12"/>
          <w:sz w:val="24"/>
          <w:szCs w:val="24"/>
          <w:lang w:val="en-US" w:eastAsia="en-US"/>
        </w:rPr>
        <w:t>for(i=3; i&lt;=n; i++){</w:t>
      </w:r>
    </w:p>
    <w:p w:rsidR="00E11E53" w:rsidRPr="00E11E53" w:rsidRDefault="00E11E53" w:rsidP="00E11E53">
      <w:pPr>
        <w:overflowPunct/>
        <w:textAlignment w:val="auto"/>
        <w:rPr>
          <w:rFonts w:ascii="CMTT12" w:eastAsiaTheme="minorHAnsi" w:hAnsi="CMTT12" w:cs="CMTT12"/>
          <w:sz w:val="24"/>
          <w:szCs w:val="24"/>
          <w:lang w:val="en-US" w:eastAsia="en-US"/>
        </w:rPr>
      </w:pPr>
      <w:r w:rsidRPr="00E11E53">
        <w:rPr>
          <w:rFonts w:ascii="CMTT12" w:eastAsiaTheme="minorHAnsi" w:hAnsi="CMTT12" w:cs="CMTT12"/>
          <w:sz w:val="24"/>
          <w:szCs w:val="24"/>
          <w:lang w:val="en-US" w:eastAsia="en-US"/>
        </w:rPr>
        <w:t>t = s;</w:t>
      </w:r>
    </w:p>
    <w:p w:rsidR="00E11E53" w:rsidRPr="00E11E53" w:rsidRDefault="00E11E53" w:rsidP="00E11E53">
      <w:pPr>
        <w:overflowPunct/>
        <w:textAlignment w:val="auto"/>
        <w:rPr>
          <w:rFonts w:ascii="CMTT12" w:eastAsiaTheme="minorHAnsi" w:hAnsi="CMTT12" w:cs="CMTT12"/>
          <w:sz w:val="24"/>
          <w:szCs w:val="24"/>
          <w:lang w:val="en-US" w:eastAsia="en-US"/>
        </w:rPr>
      </w:pPr>
      <w:r w:rsidRPr="00E11E53">
        <w:rPr>
          <w:rFonts w:ascii="CMTT12" w:eastAsiaTheme="minorHAnsi" w:hAnsi="CMTT12" w:cs="CMTT12"/>
          <w:sz w:val="24"/>
          <w:szCs w:val="24"/>
          <w:lang w:val="en-US" w:eastAsia="en-US"/>
        </w:rPr>
        <w:t>s = 2*p+s+1;</w:t>
      </w:r>
    </w:p>
    <w:p w:rsidR="00E11E53" w:rsidRDefault="00E11E53" w:rsidP="00E11E53">
      <w:pPr>
        <w:overflowPunct/>
        <w:textAlignment w:val="auto"/>
        <w:rPr>
          <w:rFonts w:ascii="CMTT12" w:eastAsiaTheme="minorHAnsi" w:hAnsi="CMTT12" w:cs="CMTT12"/>
          <w:sz w:val="24"/>
          <w:szCs w:val="24"/>
          <w:lang w:eastAsia="en-US"/>
        </w:rPr>
      </w:pPr>
      <w:r>
        <w:rPr>
          <w:rFonts w:ascii="CMTT12" w:eastAsiaTheme="minorHAnsi" w:hAnsi="CMTT12" w:cs="CMTT12"/>
          <w:sz w:val="24"/>
          <w:szCs w:val="24"/>
          <w:lang w:eastAsia="en-US"/>
        </w:rPr>
        <w:t>p = t;</w:t>
      </w:r>
    </w:p>
    <w:p w:rsidR="00E11E53" w:rsidRDefault="00E11E53" w:rsidP="00E11E53">
      <w:pPr>
        <w:overflowPunct/>
        <w:textAlignment w:val="auto"/>
        <w:rPr>
          <w:rFonts w:ascii="CMTT12" w:eastAsiaTheme="minorHAnsi" w:hAnsi="CMTT12" w:cs="CMTT12"/>
          <w:sz w:val="24"/>
          <w:szCs w:val="24"/>
          <w:lang w:eastAsia="en-US"/>
        </w:rPr>
      </w:pPr>
      <w:r>
        <w:rPr>
          <w:rFonts w:ascii="CMTT12" w:eastAsiaTheme="minorHAnsi" w:hAnsi="CMTT12" w:cs="CMTT12"/>
          <w:sz w:val="24"/>
          <w:szCs w:val="24"/>
          <w:lang w:eastAsia="en-US"/>
        </w:rPr>
        <w:t>// Point d’observation 1</w:t>
      </w:r>
    </w:p>
    <w:p w:rsidR="00E11E53" w:rsidRDefault="00E11E53" w:rsidP="00E11E53">
      <w:pPr>
        <w:overflowPunct/>
        <w:textAlignment w:val="auto"/>
        <w:rPr>
          <w:rFonts w:ascii="CMTT12" w:eastAsiaTheme="minorHAnsi" w:hAnsi="CMTT12" w:cs="CMTT12"/>
          <w:sz w:val="24"/>
          <w:szCs w:val="24"/>
          <w:lang w:eastAsia="en-US"/>
        </w:rPr>
      </w:pPr>
      <w:r>
        <w:rPr>
          <w:rFonts w:ascii="CMTT12" w:eastAsiaTheme="minorHAnsi" w:hAnsi="CMTT12" w:cs="CMTT12"/>
          <w:sz w:val="24"/>
          <w:szCs w:val="24"/>
          <w:lang w:eastAsia="en-US"/>
        </w:rPr>
        <w:t>}</w:t>
      </w:r>
    </w:p>
    <w:p w:rsidR="00E11E53" w:rsidRDefault="00E11E53" w:rsidP="00E11E53">
      <w:pPr>
        <w:overflowPunct/>
        <w:textAlignment w:val="auto"/>
        <w:rPr>
          <w:rFonts w:ascii="CMTT12" w:eastAsiaTheme="minorHAnsi" w:hAnsi="CMTT12" w:cs="CMTT12"/>
          <w:sz w:val="24"/>
          <w:szCs w:val="24"/>
          <w:lang w:eastAsia="en-US"/>
        </w:rPr>
      </w:pPr>
      <w:r>
        <w:rPr>
          <w:rFonts w:ascii="CMTT12" w:eastAsiaTheme="minorHAnsi" w:hAnsi="CMTT12" w:cs="CMTT12"/>
          <w:sz w:val="24"/>
          <w:szCs w:val="24"/>
          <w:lang w:eastAsia="en-US"/>
        </w:rPr>
        <w:t>printf("La valeur de u%i est : %i\n", i-1, s);</w:t>
      </w:r>
    </w:p>
    <w:p w:rsidR="00E11E53" w:rsidRDefault="00E11E53" w:rsidP="00E11E53">
      <w:pPr>
        <w:overflowPunct/>
        <w:textAlignment w:val="auto"/>
        <w:rPr>
          <w:rFonts w:ascii="CMTT12" w:eastAsiaTheme="minorHAnsi" w:hAnsi="CMTT12" w:cs="CMTT12"/>
          <w:sz w:val="24"/>
          <w:szCs w:val="24"/>
          <w:lang w:eastAsia="en-US"/>
        </w:rPr>
      </w:pPr>
      <w:r>
        <w:rPr>
          <w:rFonts w:ascii="CMTT12" w:eastAsiaTheme="minorHAnsi" w:hAnsi="CMTT12" w:cs="CMTT12"/>
          <w:sz w:val="24"/>
          <w:szCs w:val="24"/>
          <w:lang w:eastAsia="en-US"/>
        </w:rPr>
        <w:t>}</w:t>
      </w:r>
    </w:p>
    <w:p w:rsidR="009F76A7" w:rsidRDefault="009F76A7" w:rsidP="00964B4E">
      <w:pPr>
        <w:pStyle w:val="code"/>
        <w:rPr>
          <w:rFonts w:ascii="CMBX12" w:eastAsiaTheme="minorHAnsi" w:hAnsi="CMBX12" w:cs="CMBX12"/>
          <w:sz w:val="24"/>
          <w:szCs w:val="24"/>
          <w:lang w:eastAsia="en-US"/>
        </w:rPr>
      </w:pPr>
    </w:p>
    <w:p w:rsidR="00662460" w:rsidRDefault="00662460" w:rsidP="00964B4E">
      <w:pPr>
        <w:pStyle w:val="code"/>
        <w:rPr>
          <w:rFonts w:ascii="CMBX12" w:eastAsiaTheme="minorHAnsi" w:hAnsi="CMBX12" w:cs="CMBX12"/>
          <w:sz w:val="24"/>
          <w:szCs w:val="24"/>
          <w:lang w:eastAsia="en-US"/>
        </w:rPr>
      </w:pPr>
    </w:p>
    <w:p w:rsidR="00662460" w:rsidRDefault="00662460" w:rsidP="00964B4E">
      <w:pPr>
        <w:pStyle w:val="code"/>
        <w:rPr>
          <w:rFonts w:ascii="CMBX12" w:eastAsiaTheme="minorHAnsi" w:hAnsi="CMBX12" w:cs="CMBX12"/>
          <w:sz w:val="24"/>
          <w:szCs w:val="24"/>
          <w:lang w:eastAsia="en-US"/>
        </w:rPr>
      </w:pPr>
    </w:p>
    <w:p w:rsidR="00662460" w:rsidRPr="00662460" w:rsidRDefault="00662460" w:rsidP="00662460">
      <w:pPr>
        <w:overflowPunct/>
        <w:textAlignment w:val="auto"/>
        <w:rPr>
          <w:rFonts w:ascii="CMTT10" w:eastAsiaTheme="minorHAnsi" w:hAnsi="CMTT10" w:cs="CMTT10"/>
          <w:sz w:val="22"/>
          <w:szCs w:val="22"/>
          <w:lang w:val="en-US" w:eastAsia="en-US"/>
        </w:rPr>
      </w:pPr>
      <w:r w:rsidRPr="00662460">
        <w:rPr>
          <w:rFonts w:ascii="CMTT10" w:eastAsiaTheme="minorHAnsi" w:hAnsi="CMTT10" w:cs="CMTT10"/>
          <w:sz w:val="22"/>
          <w:szCs w:val="22"/>
          <w:lang w:val="en-US" w:eastAsia="en-US"/>
        </w:rPr>
        <w:lastRenderedPageBreak/>
        <w:t>#include&lt;stdio.h&gt;</w:t>
      </w:r>
    </w:p>
    <w:p w:rsidR="00662460" w:rsidRPr="00662460" w:rsidRDefault="00662460" w:rsidP="00662460">
      <w:pPr>
        <w:overflowPunct/>
        <w:textAlignment w:val="auto"/>
        <w:rPr>
          <w:rFonts w:ascii="CMTT10" w:eastAsiaTheme="minorHAnsi" w:hAnsi="CMTT10" w:cs="CMTT10"/>
          <w:sz w:val="22"/>
          <w:szCs w:val="22"/>
          <w:lang w:val="en-US" w:eastAsia="en-US"/>
        </w:rPr>
      </w:pPr>
      <w:r w:rsidRPr="00662460">
        <w:rPr>
          <w:rFonts w:ascii="CMTT10" w:eastAsiaTheme="minorHAnsi" w:hAnsi="CMTT10" w:cs="CMTT10"/>
          <w:sz w:val="22"/>
          <w:szCs w:val="22"/>
          <w:lang w:val="en-US" w:eastAsia="en-US"/>
        </w:rPr>
        <w:t>main(){</w:t>
      </w:r>
    </w:p>
    <w:p w:rsidR="00662460" w:rsidRPr="00662460" w:rsidRDefault="00662460" w:rsidP="00662460">
      <w:pPr>
        <w:overflowPunct/>
        <w:textAlignment w:val="auto"/>
        <w:rPr>
          <w:rFonts w:ascii="CMTT10" w:eastAsiaTheme="minorHAnsi" w:hAnsi="CMTT10" w:cs="CMTT10"/>
          <w:sz w:val="22"/>
          <w:szCs w:val="22"/>
          <w:lang w:val="en-US" w:eastAsia="en-US"/>
        </w:rPr>
      </w:pPr>
      <w:r w:rsidRPr="00662460">
        <w:rPr>
          <w:rFonts w:ascii="CMTT10" w:eastAsiaTheme="minorHAnsi" w:hAnsi="CMTT10" w:cs="CMTT10"/>
          <w:sz w:val="22"/>
          <w:szCs w:val="22"/>
          <w:lang w:val="en-US" w:eastAsia="en-US"/>
        </w:rPr>
        <w:t>int n, B, c;</w:t>
      </w:r>
    </w:p>
    <w:p w:rsidR="00662460" w:rsidRDefault="00662460" w:rsidP="00662460">
      <w:pPr>
        <w:overflowPunct/>
        <w:textAlignment w:val="auto"/>
        <w:rPr>
          <w:rFonts w:ascii="CMTT10" w:eastAsiaTheme="minorHAnsi" w:hAnsi="CMTT10" w:cs="CMTT10"/>
          <w:sz w:val="22"/>
          <w:szCs w:val="22"/>
          <w:lang w:eastAsia="en-US"/>
        </w:rPr>
      </w:pPr>
      <w:r>
        <w:rPr>
          <w:rFonts w:ascii="CMTT10" w:eastAsiaTheme="minorHAnsi" w:hAnsi="CMTT10" w:cs="CMTT10"/>
          <w:sz w:val="22"/>
          <w:szCs w:val="22"/>
          <w:lang w:eastAsia="en-US"/>
        </w:rPr>
        <w:t>n=31; //n comme nombre</w:t>
      </w:r>
    </w:p>
    <w:p w:rsidR="00662460" w:rsidRDefault="00662460" w:rsidP="00662460">
      <w:pPr>
        <w:overflowPunct/>
        <w:textAlignment w:val="auto"/>
        <w:rPr>
          <w:rFonts w:ascii="CMTT10" w:eastAsiaTheme="minorHAnsi" w:hAnsi="CMTT10" w:cs="CMTT10"/>
          <w:sz w:val="22"/>
          <w:szCs w:val="22"/>
          <w:lang w:eastAsia="en-US"/>
        </w:rPr>
      </w:pPr>
      <w:r>
        <w:rPr>
          <w:rFonts w:ascii="CMTT10" w:eastAsiaTheme="minorHAnsi" w:hAnsi="CMTT10" w:cs="CMTT10"/>
          <w:sz w:val="22"/>
          <w:szCs w:val="22"/>
          <w:lang w:eastAsia="en-US"/>
        </w:rPr>
        <w:t>B=2; //B comme base</w:t>
      </w:r>
    </w:p>
    <w:p w:rsidR="00662460" w:rsidRDefault="00662460" w:rsidP="00662460">
      <w:pPr>
        <w:overflowPunct/>
        <w:textAlignment w:val="auto"/>
        <w:rPr>
          <w:rFonts w:ascii="CMTT10" w:eastAsiaTheme="minorHAnsi" w:hAnsi="CMTT10" w:cs="CMTT10"/>
          <w:sz w:val="22"/>
          <w:szCs w:val="22"/>
          <w:lang w:eastAsia="en-US"/>
        </w:rPr>
      </w:pPr>
      <w:r>
        <w:rPr>
          <w:rFonts w:ascii="CMTT10" w:eastAsiaTheme="minorHAnsi" w:hAnsi="CMTT10" w:cs="CMTT10"/>
          <w:sz w:val="22"/>
          <w:szCs w:val="22"/>
          <w:lang w:eastAsia="en-US"/>
        </w:rPr>
        <w:t>//Point d’observation 1</w:t>
      </w:r>
    </w:p>
    <w:p w:rsidR="00662460" w:rsidRDefault="00662460" w:rsidP="00662460">
      <w:pPr>
        <w:overflowPunct/>
        <w:textAlignment w:val="auto"/>
        <w:rPr>
          <w:rFonts w:ascii="CMTT10" w:eastAsiaTheme="minorHAnsi" w:hAnsi="CMTT10" w:cs="CMTT10"/>
          <w:sz w:val="22"/>
          <w:szCs w:val="22"/>
          <w:lang w:eastAsia="en-US"/>
        </w:rPr>
      </w:pPr>
      <w:r>
        <w:rPr>
          <w:rFonts w:ascii="CMTT10" w:eastAsiaTheme="minorHAnsi" w:hAnsi="CMTT10" w:cs="CMTT10"/>
          <w:sz w:val="22"/>
          <w:szCs w:val="22"/>
          <w:lang w:eastAsia="en-US"/>
        </w:rPr>
        <w:t>while(n!=0){</w:t>
      </w:r>
    </w:p>
    <w:p w:rsidR="00662460" w:rsidRDefault="00662460" w:rsidP="00662460">
      <w:pPr>
        <w:overflowPunct/>
        <w:textAlignment w:val="auto"/>
        <w:rPr>
          <w:rFonts w:ascii="CMTT10" w:eastAsiaTheme="minorHAnsi" w:hAnsi="CMTT10" w:cs="CMTT10"/>
          <w:sz w:val="22"/>
          <w:szCs w:val="22"/>
          <w:lang w:eastAsia="en-US"/>
        </w:rPr>
      </w:pPr>
      <w:r>
        <w:rPr>
          <w:rFonts w:ascii="CMTT10" w:eastAsiaTheme="minorHAnsi" w:hAnsi="CMTT10" w:cs="CMTT10"/>
          <w:sz w:val="22"/>
          <w:szCs w:val="22"/>
          <w:lang w:eastAsia="en-US"/>
        </w:rPr>
        <w:t>c=n%B; //c comme chiffre</w:t>
      </w:r>
    </w:p>
    <w:p w:rsidR="00662460" w:rsidRDefault="00662460" w:rsidP="00662460">
      <w:pPr>
        <w:overflowPunct/>
        <w:textAlignment w:val="auto"/>
        <w:rPr>
          <w:rFonts w:ascii="CMTT10" w:eastAsiaTheme="minorHAnsi" w:hAnsi="CMTT10" w:cs="CMTT10"/>
          <w:sz w:val="22"/>
          <w:szCs w:val="22"/>
          <w:lang w:eastAsia="en-US"/>
        </w:rPr>
      </w:pPr>
      <w:r>
        <w:rPr>
          <w:rFonts w:ascii="CMTT10" w:eastAsiaTheme="minorHAnsi" w:hAnsi="CMTT10" w:cs="CMTT10"/>
          <w:sz w:val="22"/>
          <w:szCs w:val="22"/>
          <w:lang w:eastAsia="en-US"/>
        </w:rPr>
        <w:t>n=n/10; //Point d’observation 2</w:t>
      </w:r>
    </w:p>
    <w:p w:rsidR="00662460" w:rsidRDefault="00662460" w:rsidP="00662460">
      <w:pPr>
        <w:overflowPunct/>
        <w:textAlignment w:val="auto"/>
        <w:rPr>
          <w:rFonts w:ascii="CMTT10" w:eastAsiaTheme="minorHAnsi" w:hAnsi="CMTT10" w:cs="CMTT10"/>
          <w:sz w:val="22"/>
          <w:szCs w:val="22"/>
          <w:lang w:eastAsia="en-US"/>
        </w:rPr>
      </w:pPr>
      <w:r>
        <w:rPr>
          <w:rFonts w:ascii="CMTT10" w:eastAsiaTheme="minorHAnsi" w:hAnsi="CMTT10" w:cs="CMTT10"/>
          <w:sz w:val="22"/>
          <w:szCs w:val="22"/>
          <w:lang w:eastAsia="en-US"/>
        </w:rPr>
        <w:t>printf("%i", c);</w:t>
      </w:r>
    </w:p>
    <w:p w:rsidR="00662460" w:rsidRDefault="00662460" w:rsidP="00662460">
      <w:pPr>
        <w:overflowPunct/>
        <w:textAlignment w:val="auto"/>
        <w:rPr>
          <w:rFonts w:ascii="CMTT10" w:eastAsiaTheme="minorHAnsi" w:hAnsi="CMTT10" w:cs="CMTT10"/>
          <w:sz w:val="22"/>
          <w:szCs w:val="22"/>
          <w:lang w:eastAsia="en-US"/>
        </w:rPr>
      </w:pPr>
      <w:r>
        <w:rPr>
          <w:rFonts w:ascii="CMTT10" w:eastAsiaTheme="minorHAnsi" w:hAnsi="CMTT10" w:cs="CMTT10"/>
          <w:sz w:val="22"/>
          <w:szCs w:val="22"/>
          <w:lang w:eastAsia="en-US"/>
        </w:rPr>
        <w:t>}</w:t>
      </w:r>
    </w:p>
    <w:p w:rsidR="00662460" w:rsidRDefault="00662460" w:rsidP="00662460">
      <w:pPr>
        <w:overflowPunct/>
        <w:textAlignment w:val="auto"/>
        <w:rPr>
          <w:rFonts w:ascii="CMTT10" w:eastAsiaTheme="minorHAnsi" w:hAnsi="CMTT10" w:cs="CMTT10"/>
          <w:sz w:val="22"/>
          <w:szCs w:val="22"/>
          <w:lang w:eastAsia="en-US"/>
        </w:rPr>
      </w:pPr>
      <w:r>
        <w:rPr>
          <w:rFonts w:ascii="CMTT10" w:eastAsiaTheme="minorHAnsi" w:hAnsi="CMTT10" w:cs="CMTT10"/>
          <w:sz w:val="22"/>
          <w:szCs w:val="22"/>
          <w:lang w:eastAsia="en-US"/>
        </w:rPr>
        <w:t>printf("\n");</w:t>
      </w:r>
    </w:p>
    <w:p w:rsidR="00662460" w:rsidRDefault="00662460" w:rsidP="00662460">
      <w:pPr>
        <w:pStyle w:val="code"/>
        <w:rPr>
          <w:rFonts w:ascii="CMBX12" w:eastAsiaTheme="minorHAnsi" w:hAnsi="CMBX12" w:cs="CMBX12"/>
          <w:sz w:val="24"/>
          <w:szCs w:val="24"/>
          <w:lang w:eastAsia="en-US"/>
        </w:rPr>
      </w:pPr>
      <w:r>
        <w:rPr>
          <w:rFonts w:ascii="CMTT10" w:eastAsiaTheme="minorHAnsi" w:hAnsi="CMTT10" w:cs="CMTT10"/>
          <w:sz w:val="22"/>
          <w:szCs w:val="22"/>
          <w:lang w:eastAsia="en-US"/>
        </w:rPr>
        <w:t>}</w:t>
      </w:r>
    </w:p>
    <w:p w:rsidR="00662460" w:rsidRDefault="00662460" w:rsidP="00964B4E">
      <w:pPr>
        <w:pStyle w:val="code"/>
      </w:pPr>
    </w:p>
    <w:p w:rsidR="009869A8" w:rsidRDefault="009869A8" w:rsidP="009869A8">
      <w:pPr>
        <w:pStyle w:val="code"/>
      </w:pPr>
      <w:r>
        <w:t xml:space="preserve">Afficher les nombres premiers entre deux numéros entiers x et y fournis par l’utilisateur.  </w:t>
      </w:r>
    </w:p>
    <w:p w:rsidR="009869A8" w:rsidRDefault="009869A8" w:rsidP="009869A8">
      <w:pPr>
        <w:pStyle w:val="code"/>
      </w:pPr>
    </w:p>
    <w:p w:rsidR="00E11E53" w:rsidRDefault="00E11E53" w:rsidP="00964B4E">
      <w:pPr>
        <w:pStyle w:val="code"/>
      </w:pPr>
    </w:p>
    <w:p w:rsidR="009F76A7" w:rsidRDefault="009F76A7" w:rsidP="00DF624D">
      <w:pPr>
        <w:pStyle w:val="Heading2"/>
      </w:pPr>
      <w:r>
        <w:t>Questions Algorithme</w:t>
      </w:r>
    </w:p>
    <w:p w:rsidR="009F76A7" w:rsidRDefault="009F76A7" w:rsidP="00964B4E">
      <w:pPr>
        <w:pStyle w:val="code"/>
      </w:pPr>
    </w:p>
    <w:p w:rsidR="009F76A7" w:rsidRDefault="009F76A7" w:rsidP="00964B4E">
      <w:pPr>
        <w:pStyle w:val="code"/>
      </w:pPr>
    </w:p>
    <w:p w:rsidR="009F76A7" w:rsidRDefault="009F76A7" w:rsidP="00964B4E">
      <w:pPr>
        <w:pStyle w:val="code"/>
      </w:pPr>
    </w:p>
    <w:p w:rsidR="009F76A7" w:rsidRDefault="009F76A7" w:rsidP="00964B4E">
      <w:pPr>
        <w:pStyle w:val="code"/>
      </w:pPr>
      <w:r>
        <w:t xml:space="preserve">Ecrire un programme qui calcule le bonus / malus d’un conducteur pour son assurance. </w:t>
      </w:r>
    </w:p>
    <w:p w:rsidR="009F76A7" w:rsidRDefault="009F76A7" w:rsidP="009F76A7">
      <w:pPr>
        <w:ind w:left="542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program bonus_malus;</w:t>
      </w:r>
    </w:p>
    <w:p w:rsidR="009F76A7" w:rsidRDefault="009F76A7" w:rsidP="009F76A7">
      <w:pPr>
        <w:ind w:left="542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const CBMMIN=0.5;</w:t>
      </w:r>
    </w:p>
    <w:p w:rsidR="009F76A7" w:rsidRDefault="009F76A7" w:rsidP="009F76A7">
      <w:pPr>
        <w:ind w:left="542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 xml:space="preserve">      CBMMAX=3.5;</w:t>
      </w:r>
    </w:p>
    <w:p w:rsidR="009F76A7" w:rsidRDefault="009F76A7" w:rsidP="009F76A7">
      <w:pPr>
        <w:ind w:left="542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 xml:space="preserve">      COEFFMAX=1.25;</w:t>
      </w:r>
    </w:p>
    <w:p w:rsidR="009F76A7" w:rsidRPr="009F76A7" w:rsidRDefault="009F76A7" w:rsidP="009F76A7">
      <w:pPr>
        <w:ind w:left="542"/>
        <w:rPr>
          <w:rFonts w:ascii="Courier New" w:hAnsi="Courier New"/>
          <w:sz w:val="18"/>
          <w:lang w:val="en-US"/>
        </w:rPr>
      </w:pPr>
      <w:r>
        <w:rPr>
          <w:rFonts w:ascii="Courier New" w:hAnsi="Courier New"/>
          <w:sz w:val="18"/>
        </w:rPr>
        <w:t xml:space="preserve">      </w:t>
      </w:r>
      <w:r w:rsidRPr="009F76A7">
        <w:rPr>
          <w:rFonts w:ascii="Courier New" w:hAnsi="Courier New"/>
          <w:sz w:val="18"/>
          <w:lang w:val="en-US"/>
        </w:rPr>
        <w:t>COEFFMOY=1.125;</w:t>
      </w:r>
    </w:p>
    <w:p w:rsidR="009F76A7" w:rsidRPr="009F76A7" w:rsidRDefault="009F76A7" w:rsidP="009F76A7">
      <w:pPr>
        <w:ind w:left="542"/>
        <w:rPr>
          <w:rFonts w:ascii="Courier New" w:hAnsi="Courier New"/>
          <w:sz w:val="18"/>
          <w:lang w:val="en-US"/>
        </w:rPr>
      </w:pPr>
      <w:r w:rsidRPr="009F76A7">
        <w:rPr>
          <w:rFonts w:ascii="Courier New" w:hAnsi="Courier New"/>
          <w:sz w:val="18"/>
          <w:lang w:val="en-US"/>
        </w:rPr>
        <w:t xml:space="preserve">      COEFFMIN=0.95;</w:t>
      </w:r>
    </w:p>
    <w:p w:rsidR="009F76A7" w:rsidRPr="009F76A7" w:rsidRDefault="009F76A7" w:rsidP="009F76A7">
      <w:pPr>
        <w:ind w:left="542"/>
        <w:rPr>
          <w:rFonts w:ascii="Courier New" w:hAnsi="Courier New"/>
          <w:sz w:val="18"/>
          <w:lang w:val="en-US"/>
        </w:rPr>
      </w:pPr>
      <w:r w:rsidRPr="009F76A7">
        <w:rPr>
          <w:rFonts w:ascii="Courier New" w:hAnsi="Courier New"/>
          <w:sz w:val="18"/>
          <w:lang w:val="en-US"/>
        </w:rPr>
        <w:t>var CBM : real;</w:t>
      </w:r>
    </w:p>
    <w:p w:rsidR="009F76A7" w:rsidRPr="009F76A7" w:rsidRDefault="009F76A7" w:rsidP="009F76A7">
      <w:pPr>
        <w:ind w:left="542"/>
        <w:rPr>
          <w:rFonts w:ascii="Courier New" w:hAnsi="Courier New"/>
          <w:sz w:val="18"/>
          <w:lang w:val="en-US"/>
        </w:rPr>
      </w:pPr>
      <w:r w:rsidRPr="009F76A7">
        <w:rPr>
          <w:rFonts w:ascii="Courier New" w:hAnsi="Courier New"/>
          <w:sz w:val="18"/>
          <w:lang w:val="en-US"/>
        </w:rPr>
        <w:t xml:space="preserve">    nbaccidents : integer;</w:t>
      </w:r>
    </w:p>
    <w:p w:rsidR="009F76A7" w:rsidRDefault="009F76A7" w:rsidP="009F76A7">
      <w:pPr>
        <w:ind w:left="542"/>
        <w:rPr>
          <w:rFonts w:ascii="Courier New" w:hAnsi="Courier New"/>
          <w:sz w:val="18"/>
        </w:rPr>
      </w:pPr>
      <w:r w:rsidRPr="009F76A7">
        <w:rPr>
          <w:rFonts w:ascii="Courier New" w:hAnsi="Courier New"/>
          <w:sz w:val="18"/>
          <w:lang w:val="en-US"/>
        </w:rPr>
        <w:t xml:space="preserve">    </w:t>
      </w:r>
      <w:r>
        <w:rPr>
          <w:rFonts w:ascii="Courier New" w:hAnsi="Courier New"/>
          <w:sz w:val="18"/>
        </w:rPr>
        <w:t>n : integer; {compteur de 1 … n accidents}</w:t>
      </w:r>
    </w:p>
    <w:p w:rsidR="009F76A7" w:rsidRDefault="009F76A7" w:rsidP="009F76A7">
      <w:pPr>
        <w:ind w:left="542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 xml:space="preserve">    typeresp : char;</w:t>
      </w:r>
    </w:p>
    <w:p w:rsidR="009F76A7" w:rsidRDefault="009F76A7" w:rsidP="009F76A7">
      <w:pPr>
        <w:ind w:left="542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begin</w:t>
      </w:r>
    </w:p>
    <w:p w:rsidR="009F76A7" w:rsidRDefault="009F76A7" w:rsidP="009F76A7">
      <w:pPr>
        <w:ind w:left="542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 xml:space="preserve">  write('Donnez le CBM du d‚but de l''ann‚e : ');</w:t>
      </w:r>
    </w:p>
    <w:p w:rsidR="009F76A7" w:rsidRDefault="009F76A7" w:rsidP="009F76A7">
      <w:pPr>
        <w:ind w:left="542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 xml:space="preserve">  readln(CBM);</w:t>
      </w:r>
    </w:p>
    <w:p w:rsidR="009F76A7" w:rsidRPr="009F76A7" w:rsidRDefault="009F76A7" w:rsidP="009F76A7">
      <w:pPr>
        <w:ind w:left="542"/>
        <w:rPr>
          <w:rFonts w:ascii="Courier New" w:hAnsi="Courier New"/>
          <w:sz w:val="18"/>
          <w:lang w:val="en-US"/>
        </w:rPr>
      </w:pPr>
      <w:r>
        <w:rPr>
          <w:rFonts w:ascii="Courier New" w:hAnsi="Courier New"/>
          <w:sz w:val="18"/>
        </w:rPr>
        <w:t xml:space="preserve">  write('Combien d''accidents dans l''ann‚e ? </w:t>
      </w:r>
      <w:r w:rsidRPr="009F76A7">
        <w:rPr>
          <w:rFonts w:ascii="Courier New" w:hAnsi="Courier New"/>
          <w:sz w:val="18"/>
          <w:lang w:val="en-US"/>
        </w:rPr>
        <w:t>');</w:t>
      </w:r>
    </w:p>
    <w:p w:rsidR="009F76A7" w:rsidRPr="009F76A7" w:rsidRDefault="009F76A7" w:rsidP="009F76A7">
      <w:pPr>
        <w:ind w:left="542"/>
        <w:rPr>
          <w:rFonts w:ascii="Courier New" w:hAnsi="Courier New"/>
          <w:sz w:val="18"/>
          <w:lang w:val="en-US"/>
        </w:rPr>
      </w:pPr>
      <w:r w:rsidRPr="009F76A7">
        <w:rPr>
          <w:rFonts w:ascii="Courier New" w:hAnsi="Courier New"/>
          <w:sz w:val="18"/>
          <w:lang w:val="en-US"/>
        </w:rPr>
        <w:t xml:space="preserve">  readln(nbaccidents);</w:t>
      </w:r>
    </w:p>
    <w:p w:rsidR="009F76A7" w:rsidRPr="009F76A7" w:rsidRDefault="009F76A7" w:rsidP="009F76A7">
      <w:pPr>
        <w:ind w:left="542"/>
        <w:rPr>
          <w:rFonts w:ascii="Courier New" w:hAnsi="Courier New"/>
          <w:sz w:val="18"/>
          <w:lang w:val="en-US"/>
        </w:rPr>
      </w:pPr>
      <w:r w:rsidRPr="009F76A7">
        <w:rPr>
          <w:rFonts w:ascii="Courier New" w:hAnsi="Courier New"/>
          <w:sz w:val="18"/>
          <w:lang w:val="en-US"/>
        </w:rPr>
        <w:t xml:space="preserve">  n:=0;</w:t>
      </w:r>
    </w:p>
    <w:p w:rsidR="009F76A7" w:rsidRPr="009F76A7" w:rsidRDefault="009F76A7" w:rsidP="009F76A7">
      <w:pPr>
        <w:ind w:left="542"/>
        <w:rPr>
          <w:rFonts w:ascii="Courier New" w:hAnsi="Courier New"/>
          <w:sz w:val="18"/>
          <w:lang w:val="en-US"/>
        </w:rPr>
      </w:pPr>
      <w:r w:rsidRPr="009F76A7">
        <w:rPr>
          <w:rFonts w:ascii="Courier New" w:hAnsi="Courier New"/>
          <w:sz w:val="18"/>
          <w:lang w:val="en-US"/>
        </w:rPr>
        <w:t xml:space="preserve">  while n&lt;nbaccidents do</w:t>
      </w:r>
    </w:p>
    <w:p w:rsidR="009F76A7" w:rsidRDefault="009F76A7" w:rsidP="009F76A7">
      <w:pPr>
        <w:ind w:left="542"/>
        <w:rPr>
          <w:rFonts w:ascii="Courier New" w:hAnsi="Courier New"/>
          <w:sz w:val="18"/>
        </w:rPr>
      </w:pPr>
      <w:r w:rsidRPr="009F76A7">
        <w:rPr>
          <w:rFonts w:ascii="Courier New" w:hAnsi="Courier New"/>
          <w:sz w:val="18"/>
          <w:lang w:val="en-US"/>
        </w:rPr>
        <w:t xml:space="preserve">  </w:t>
      </w:r>
      <w:r>
        <w:rPr>
          <w:rFonts w:ascii="Courier New" w:hAnsi="Courier New"/>
          <w:sz w:val="18"/>
        </w:rPr>
        <w:t>begin</w:t>
      </w:r>
    </w:p>
    <w:p w:rsidR="009F76A7" w:rsidRPr="009F76A7" w:rsidRDefault="009F76A7" w:rsidP="009F76A7">
      <w:pPr>
        <w:ind w:left="542"/>
        <w:rPr>
          <w:rFonts w:ascii="Courier New" w:hAnsi="Courier New"/>
          <w:sz w:val="18"/>
          <w:lang w:val="en-US"/>
        </w:rPr>
      </w:pPr>
      <w:r>
        <w:rPr>
          <w:rFonts w:ascii="Courier New" w:hAnsi="Courier New"/>
          <w:sz w:val="18"/>
        </w:rPr>
        <w:t xml:space="preserve">    write('accident no ',n,': responsabilit‚ EntiŠre ou Partielle (E/P) ? </w:t>
      </w:r>
      <w:r w:rsidRPr="009F76A7">
        <w:rPr>
          <w:rFonts w:ascii="Courier New" w:hAnsi="Courier New"/>
          <w:sz w:val="18"/>
          <w:lang w:val="en-US"/>
        </w:rPr>
        <w:t>');</w:t>
      </w:r>
    </w:p>
    <w:p w:rsidR="009F76A7" w:rsidRPr="009F76A7" w:rsidRDefault="009F76A7" w:rsidP="009F76A7">
      <w:pPr>
        <w:ind w:left="542"/>
        <w:rPr>
          <w:rFonts w:ascii="Courier New" w:hAnsi="Courier New"/>
          <w:sz w:val="18"/>
          <w:lang w:val="en-US"/>
        </w:rPr>
      </w:pPr>
      <w:r w:rsidRPr="009F76A7">
        <w:rPr>
          <w:rFonts w:ascii="Courier New" w:hAnsi="Courier New"/>
          <w:sz w:val="18"/>
          <w:lang w:val="en-US"/>
        </w:rPr>
        <w:t xml:space="preserve">    readln(typeresp);</w:t>
      </w:r>
    </w:p>
    <w:p w:rsidR="009F76A7" w:rsidRPr="009F76A7" w:rsidRDefault="009F76A7" w:rsidP="009F76A7">
      <w:pPr>
        <w:ind w:left="542"/>
        <w:rPr>
          <w:rFonts w:ascii="Courier New" w:hAnsi="Courier New"/>
          <w:sz w:val="18"/>
          <w:lang w:val="en-US"/>
        </w:rPr>
      </w:pPr>
      <w:r w:rsidRPr="009F76A7">
        <w:rPr>
          <w:rFonts w:ascii="Courier New" w:hAnsi="Courier New"/>
          <w:sz w:val="18"/>
          <w:lang w:val="en-US"/>
        </w:rPr>
        <w:t xml:space="preserve">    if typeresp in ['P','p']</w:t>
      </w:r>
    </w:p>
    <w:p w:rsidR="009F76A7" w:rsidRPr="009F76A7" w:rsidRDefault="009F76A7" w:rsidP="009F76A7">
      <w:pPr>
        <w:ind w:left="542"/>
        <w:rPr>
          <w:rFonts w:ascii="Courier New" w:hAnsi="Courier New"/>
          <w:sz w:val="18"/>
          <w:lang w:val="en-US"/>
        </w:rPr>
      </w:pPr>
      <w:r w:rsidRPr="009F76A7">
        <w:rPr>
          <w:rFonts w:ascii="Courier New" w:hAnsi="Courier New"/>
          <w:sz w:val="18"/>
          <w:lang w:val="en-US"/>
        </w:rPr>
        <w:t xml:space="preserve">     then CBM := trunc(CBM*100*COEFFMOY)/100</w:t>
      </w:r>
    </w:p>
    <w:p w:rsidR="009F76A7" w:rsidRPr="009F76A7" w:rsidRDefault="009F76A7" w:rsidP="009F76A7">
      <w:pPr>
        <w:ind w:left="542"/>
        <w:rPr>
          <w:rFonts w:ascii="Courier New" w:hAnsi="Courier New"/>
          <w:sz w:val="18"/>
          <w:lang w:val="en-US"/>
        </w:rPr>
      </w:pPr>
      <w:r w:rsidRPr="009F76A7">
        <w:rPr>
          <w:rFonts w:ascii="Courier New" w:hAnsi="Courier New"/>
          <w:sz w:val="18"/>
          <w:lang w:val="en-US"/>
        </w:rPr>
        <w:t xml:space="preserve">     else CBM := trunc(CBM*100*COEFFMAX)/100;</w:t>
      </w:r>
    </w:p>
    <w:p w:rsidR="009F76A7" w:rsidRPr="009F76A7" w:rsidRDefault="009F76A7" w:rsidP="009F76A7">
      <w:pPr>
        <w:ind w:left="542"/>
        <w:rPr>
          <w:rFonts w:ascii="Courier New" w:hAnsi="Courier New"/>
          <w:sz w:val="18"/>
          <w:lang w:val="en-US"/>
        </w:rPr>
      </w:pPr>
      <w:r w:rsidRPr="009F76A7">
        <w:rPr>
          <w:rFonts w:ascii="Courier New" w:hAnsi="Courier New"/>
          <w:sz w:val="18"/>
          <w:lang w:val="en-US"/>
        </w:rPr>
        <w:t xml:space="preserve">    if CBM&gt;CBMMAX then CBM:=CBMMAX;</w:t>
      </w:r>
    </w:p>
    <w:p w:rsidR="009F76A7" w:rsidRPr="009F76A7" w:rsidRDefault="009F76A7" w:rsidP="009F76A7">
      <w:pPr>
        <w:ind w:left="542"/>
        <w:rPr>
          <w:rFonts w:ascii="Courier New" w:hAnsi="Courier New"/>
          <w:sz w:val="18"/>
          <w:lang w:val="en-US"/>
        </w:rPr>
      </w:pPr>
      <w:r w:rsidRPr="009F76A7">
        <w:rPr>
          <w:rFonts w:ascii="Courier New" w:hAnsi="Courier New"/>
          <w:sz w:val="18"/>
          <w:lang w:val="en-US"/>
        </w:rPr>
        <w:t xml:space="preserve">    n:=n+1</w:t>
      </w:r>
    </w:p>
    <w:p w:rsidR="009F76A7" w:rsidRPr="009F76A7" w:rsidRDefault="009F76A7" w:rsidP="009F76A7">
      <w:pPr>
        <w:ind w:left="542"/>
        <w:rPr>
          <w:rFonts w:ascii="Courier New" w:hAnsi="Courier New"/>
          <w:sz w:val="18"/>
          <w:lang w:val="en-US"/>
        </w:rPr>
      </w:pPr>
      <w:r w:rsidRPr="009F76A7">
        <w:rPr>
          <w:rFonts w:ascii="Courier New" w:hAnsi="Courier New"/>
          <w:sz w:val="18"/>
          <w:lang w:val="en-US"/>
        </w:rPr>
        <w:t xml:space="preserve">  end;</w:t>
      </w:r>
    </w:p>
    <w:p w:rsidR="009F76A7" w:rsidRPr="009F76A7" w:rsidRDefault="009F76A7" w:rsidP="009F76A7">
      <w:pPr>
        <w:ind w:left="542"/>
        <w:rPr>
          <w:rFonts w:ascii="Courier New" w:hAnsi="Courier New"/>
          <w:sz w:val="18"/>
          <w:lang w:val="en-US"/>
        </w:rPr>
      </w:pPr>
      <w:r w:rsidRPr="009F76A7">
        <w:rPr>
          <w:rFonts w:ascii="Courier New" w:hAnsi="Courier New"/>
          <w:sz w:val="18"/>
          <w:lang w:val="en-US"/>
        </w:rPr>
        <w:t xml:space="preserve">  if nbaccidents=0 then</w:t>
      </w:r>
    </w:p>
    <w:p w:rsidR="009F76A7" w:rsidRPr="009F76A7" w:rsidRDefault="009F76A7" w:rsidP="009F76A7">
      <w:pPr>
        <w:ind w:left="542"/>
        <w:rPr>
          <w:rFonts w:ascii="Courier New" w:hAnsi="Courier New"/>
          <w:sz w:val="18"/>
          <w:lang w:val="en-US"/>
        </w:rPr>
      </w:pPr>
      <w:r w:rsidRPr="009F76A7">
        <w:rPr>
          <w:rFonts w:ascii="Courier New" w:hAnsi="Courier New"/>
          <w:sz w:val="18"/>
          <w:lang w:val="en-US"/>
        </w:rPr>
        <w:t xml:space="preserve">   begin</w:t>
      </w:r>
    </w:p>
    <w:p w:rsidR="009F76A7" w:rsidRPr="009F76A7" w:rsidRDefault="009F76A7" w:rsidP="009F76A7">
      <w:pPr>
        <w:ind w:left="542"/>
        <w:rPr>
          <w:rFonts w:ascii="Courier New" w:hAnsi="Courier New"/>
          <w:sz w:val="18"/>
          <w:lang w:val="en-US"/>
        </w:rPr>
      </w:pPr>
      <w:r w:rsidRPr="009F76A7">
        <w:rPr>
          <w:rFonts w:ascii="Courier New" w:hAnsi="Courier New"/>
          <w:sz w:val="18"/>
          <w:lang w:val="en-US"/>
        </w:rPr>
        <w:t xml:space="preserve">     CBM := trunc(CBM*100*COEFFMIN)/100;</w:t>
      </w:r>
    </w:p>
    <w:p w:rsidR="009F76A7" w:rsidRPr="009F76A7" w:rsidRDefault="009F76A7" w:rsidP="009F76A7">
      <w:pPr>
        <w:ind w:left="542"/>
        <w:rPr>
          <w:rFonts w:ascii="Courier New" w:hAnsi="Courier New"/>
          <w:sz w:val="18"/>
          <w:lang w:val="en-US"/>
        </w:rPr>
      </w:pPr>
      <w:r w:rsidRPr="009F76A7">
        <w:rPr>
          <w:rFonts w:ascii="Courier New" w:hAnsi="Courier New"/>
          <w:sz w:val="18"/>
          <w:lang w:val="en-US"/>
        </w:rPr>
        <w:t xml:space="preserve">     if CBM&lt;CBMMIN then CBM := CBMMIN</w:t>
      </w:r>
    </w:p>
    <w:p w:rsidR="009F76A7" w:rsidRDefault="009F76A7" w:rsidP="009F76A7">
      <w:pPr>
        <w:ind w:left="542"/>
        <w:rPr>
          <w:rFonts w:ascii="Courier New" w:hAnsi="Courier New"/>
          <w:sz w:val="18"/>
        </w:rPr>
      </w:pPr>
      <w:r w:rsidRPr="009F76A7">
        <w:rPr>
          <w:rFonts w:ascii="Courier New" w:hAnsi="Courier New"/>
          <w:sz w:val="18"/>
          <w:lang w:val="en-US"/>
        </w:rPr>
        <w:t xml:space="preserve">   </w:t>
      </w:r>
      <w:r>
        <w:rPr>
          <w:rFonts w:ascii="Courier New" w:hAnsi="Courier New"/>
          <w:sz w:val="18"/>
        </w:rPr>
        <w:t>end;</w:t>
      </w:r>
    </w:p>
    <w:p w:rsidR="009F76A7" w:rsidRDefault="009F76A7" w:rsidP="009F76A7">
      <w:pPr>
        <w:ind w:left="542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 xml:space="preserve">  writeln('Le nouveau CBM est : ',CBM:5:2)</w:t>
      </w:r>
    </w:p>
    <w:p w:rsidR="009F76A7" w:rsidRDefault="009F76A7" w:rsidP="009F76A7">
      <w:pPr>
        <w:ind w:left="542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end.</w:t>
      </w:r>
    </w:p>
    <w:p w:rsidR="009F76A7" w:rsidRDefault="009F76A7" w:rsidP="00964B4E">
      <w:pPr>
        <w:pStyle w:val="code"/>
      </w:pPr>
    </w:p>
    <w:p w:rsidR="009F76A7" w:rsidRDefault="009F76A7" w:rsidP="00964B4E">
      <w:pPr>
        <w:pStyle w:val="code"/>
      </w:pPr>
    </w:p>
    <w:p w:rsidR="009F76A7" w:rsidRDefault="009F76A7" w:rsidP="00964B4E">
      <w:pPr>
        <w:pStyle w:val="code"/>
      </w:pPr>
    </w:p>
    <w:p w:rsidR="009F76A7" w:rsidRDefault="009F76A7" w:rsidP="00964B4E">
      <w:pPr>
        <w:pStyle w:val="code"/>
      </w:pPr>
    </w:p>
    <w:p w:rsidR="009F76A7" w:rsidRDefault="009F76A7" w:rsidP="00964B4E">
      <w:pPr>
        <w:pStyle w:val="code"/>
      </w:pPr>
    </w:p>
    <w:p w:rsidR="009F76A7" w:rsidRDefault="009F76A7" w:rsidP="00964B4E">
      <w:pPr>
        <w:pStyle w:val="code"/>
      </w:pPr>
    </w:p>
    <w:p w:rsidR="009F76A7" w:rsidRDefault="009F76A7" w:rsidP="009F76A7">
      <w:pPr>
        <w:numPr>
          <w:ilvl w:val="0"/>
          <w:numId w:val="1"/>
        </w:numPr>
        <w:tabs>
          <w:tab w:val="left" w:pos="480"/>
        </w:tabs>
        <w:jc w:val="both"/>
        <w:rPr>
          <w:sz w:val="22"/>
        </w:rPr>
      </w:pPr>
      <w:r>
        <w:rPr>
          <w:sz w:val="22"/>
        </w:rPr>
        <w:t>Un nombre est parfait quand il est égal à la somme de ses diviseurs.</w:t>
      </w:r>
    </w:p>
    <w:p w:rsidR="009F76A7" w:rsidRDefault="009F76A7" w:rsidP="009F76A7">
      <w:pPr>
        <w:tabs>
          <w:tab w:val="left" w:pos="480"/>
        </w:tabs>
        <w:jc w:val="both"/>
        <w:rPr>
          <w:sz w:val="22"/>
        </w:rPr>
      </w:pPr>
    </w:p>
    <w:p w:rsidR="009F76A7" w:rsidRDefault="009F76A7" w:rsidP="009F76A7">
      <w:pPr>
        <w:tabs>
          <w:tab w:val="left" w:pos="1418"/>
          <w:tab w:val="left" w:pos="2552"/>
          <w:tab w:val="left" w:pos="2977"/>
          <w:tab w:val="left" w:pos="3261"/>
        </w:tabs>
        <w:jc w:val="both"/>
        <w:rPr>
          <w:sz w:val="22"/>
        </w:rPr>
      </w:pPr>
      <w:r>
        <w:rPr>
          <w:sz w:val="22"/>
        </w:rPr>
        <w:tab/>
        <w:t>exemple :</w:t>
      </w:r>
      <w:r>
        <w:rPr>
          <w:sz w:val="22"/>
        </w:rPr>
        <w:tab/>
        <w:t>6</w:t>
      </w:r>
      <w:r>
        <w:rPr>
          <w:sz w:val="22"/>
        </w:rPr>
        <w:tab/>
        <w:t>=</w:t>
      </w:r>
      <w:r>
        <w:rPr>
          <w:sz w:val="22"/>
        </w:rPr>
        <w:tab/>
        <w:t>1 + 2 + 3 est un nombre parfait.</w:t>
      </w:r>
    </w:p>
    <w:p w:rsidR="009F76A7" w:rsidRDefault="009F76A7" w:rsidP="009F76A7">
      <w:pPr>
        <w:tabs>
          <w:tab w:val="left" w:pos="1418"/>
          <w:tab w:val="left" w:pos="2552"/>
          <w:tab w:val="left" w:pos="2977"/>
          <w:tab w:val="left" w:pos="3261"/>
        </w:tabs>
        <w:jc w:val="both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  <w:t>28</w:t>
      </w:r>
      <w:r>
        <w:rPr>
          <w:sz w:val="22"/>
        </w:rPr>
        <w:tab/>
        <w:t>=</w:t>
      </w:r>
      <w:r>
        <w:rPr>
          <w:sz w:val="22"/>
        </w:rPr>
        <w:tab/>
        <w:t>1 + 2 + 4 + 7 + 14 est aussi un nombre parfait.</w:t>
      </w:r>
    </w:p>
    <w:p w:rsidR="009F76A7" w:rsidRDefault="009F76A7" w:rsidP="009F76A7">
      <w:pPr>
        <w:tabs>
          <w:tab w:val="left" w:pos="480"/>
        </w:tabs>
        <w:jc w:val="both"/>
        <w:rPr>
          <w:sz w:val="22"/>
        </w:rPr>
      </w:pPr>
    </w:p>
    <w:p w:rsidR="009F76A7" w:rsidRDefault="009F76A7" w:rsidP="009F76A7">
      <w:pPr>
        <w:tabs>
          <w:tab w:val="left" w:pos="480"/>
        </w:tabs>
        <w:jc w:val="both"/>
        <w:rPr>
          <w:sz w:val="22"/>
        </w:rPr>
      </w:pPr>
      <w:r>
        <w:rPr>
          <w:sz w:val="22"/>
        </w:rPr>
        <w:t>Ecrire un programme qui lit un nombre entier n au clavier, puis qui décide et affiche s'il est parfait ou non.</w:t>
      </w:r>
    </w:p>
    <w:p w:rsidR="009F76A7" w:rsidRDefault="009F76A7" w:rsidP="009F76A7">
      <w:pPr>
        <w:tabs>
          <w:tab w:val="left" w:pos="480"/>
        </w:tabs>
        <w:jc w:val="both"/>
        <w:rPr>
          <w:sz w:val="22"/>
        </w:rPr>
      </w:pPr>
      <w:r>
        <w:rPr>
          <w:sz w:val="22"/>
          <w:u w:val="single"/>
        </w:rPr>
        <w:t>Aide</w:t>
      </w:r>
      <w:r>
        <w:rPr>
          <w:sz w:val="22"/>
        </w:rPr>
        <w:t xml:space="preserve"> : dans un premier temps, il s'agit de faire la somme de tous les diviseurs de n, c'est à dire de tous les nombres compris entre 1 et n-1 qui divisent n. Ensuite il suffit de comparer cette somme avec n.</w:t>
      </w:r>
    </w:p>
    <w:p w:rsidR="009F76A7" w:rsidRDefault="009F76A7" w:rsidP="00964B4E">
      <w:pPr>
        <w:pStyle w:val="code"/>
      </w:pPr>
    </w:p>
    <w:sectPr w:rsidR="009F76A7" w:rsidSect="00016618">
      <w:headerReference w:type="default" r:id="rId8"/>
      <w:pgSz w:w="11906" w:h="16838" w:code="9"/>
      <w:pgMar w:top="1304" w:right="1304" w:bottom="1304" w:left="1304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0383D" w:rsidRDefault="0050383D" w:rsidP="00410834">
      <w:r>
        <w:separator/>
      </w:r>
    </w:p>
  </w:endnote>
  <w:endnote w:type="continuationSeparator" w:id="1">
    <w:p w:rsidR="0050383D" w:rsidRDefault="0050383D" w:rsidP="004108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NewRomanPS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MR1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MTT1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MMI1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MTT12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MBX12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0383D" w:rsidRDefault="0050383D" w:rsidP="00410834">
      <w:r>
        <w:separator/>
      </w:r>
    </w:p>
  </w:footnote>
  <w:footnote w:type="continuationSeparator" w:id="1">
    <w:p w:rsidR="0050383D" w:rsidRDefault="0050383D" w:rsidP="0041083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W w:w="5000" w:type="pct"/>
      <w:jc w:val="center"/>
      <w:tblBorders>
        <w:top w:val="none" w:sz="0" w:space="0" w:color="auto"/>
        <w:left w:val="none" w:sz="0" w:space="0" w:color="auto"/>
        <w:bottom w:val="single" w:sz="4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1695"/>
      <w:gridCol w:w="7432"/>
      <w:gridCol w:w="387"/>
    </w:tblGrid>
    <w:tr w:rsidR="00750468" w:rsidTr="00016618">
      <w:trPr>
        <w:jc w:val="center"/>
      </w:trPr>
      <w:tc>
        <w:tcPr>
          <w:tcW w:w="1702" w:type="dxa"/>
        </w:tcPr>
        <w:p w:rsidR="00750468" w:rsidRDefault="00750468" w:rsidP="00016618">
          <w:pPr>
            <w:pStyle w:val="Header"/>
            <w:spacing w:line="276" w:lineRule="auto"/>
          </w:pPr>
          <w:r>
            <w:rPr>
              <w:noProof/>
              <w:szCs w:val="24"/>
            </w:rPr>
            <w:drawing>
              <wp:inline distT="0" distB="0" distL="0" distR="0">
                <wp:extent cx="772795" cy="523240"/>
                <wp:effectExtent l="19050" t="0" r="8255" b="0"/>
                <wp:docPr id="3" name="Picture 0" descr="logo_paris1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0" descr="logo_paris1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72795" cy="52324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13" w:type="dxa"/>
          <w:shd w:val="clear" w:color="auto" w:fill="auto"/>
        </w:tcPr>
        <w:p w:rsidR="00750468" w:rsidRPr="00016618" w:rsidRDefault="00750468" w:rsidP="00016618">
          <w:pPr>
            <w:pStyle w:val="Header"/>
            <w:tabs>
              <w:tab w:val="left" w:pos="851"/>
            </w:tabs>
            <w:rPr>
              <w:color w:val="A6A6A6" w:themeColor="background1" w:themeShade="A6"/>
            </w:rPr>
          </w:pPr>
          <w:r w:rsidRPr="00016618">
            <w:rPr>
              <w:color w:val="A6A6A6" w:themeColor="background1" w:themeShade="A6"/>
            </w:rPr>
            <w:t>Université Paris 1 – Panthéon Sorbonne</w:t>
          </w:r>
          <w:r w:rsidRPr="00016618">
            <w:rPr>
              <w:color w:val="A6A6A6" w:themeColor="background1" w:themeShade="A6"/>
            </w:rPr>
            <w:tab/>
          </w:r>
          <w:r w:rsidRPr="00016618">
            <w:rPr>
              <w:color w:val="A6A6A6" w:themeColor="background1" w:themeShade="A6"/>
            </w:rPr>
            <w:tab/>
          </w:r>
          <w:r w:rsidRPr="00016618">
            <w:rPr>
              <w:color w:val="A6A6A6" w:themeColor="background1" w:themeShade="A6"/>
            </w:rPr>
            <w:fldChar w:fldCharType="begin"/>
          </w:r>
          <w:r w:rsidRPr="00016618">
            <w:rPr>
              <w:color w:val="A6A6A6" w:themeColor="background1" w:themeShade="A6"/>
            </w:rPr>
            <w:instrText xml:space="preserve"> PAGE  \* Arabic  \* MERGEFORMAT </w:instrText>
          </w:r>
          <w:r w:rsidRPr="00016618">
            <w:rPr>
              <w:color w:val="A6A6A6" w:themeColor="background1" w:themeShade="A6"/>
            </w:rPr>
            <w:fldChar w:fldCharType="separate"/>
          </w:r>
          <w:r w:rsidR="009869A8">
            <w:rPr>
              <w:noProof/>
              <w:color w:val="A6A6A6" w:themeColor="background1" w:themeShade="A6"/>
            </w:rPr>
            <w:t>6</w:t>
          </w:r>
          <w:r w:rsidRPr="00016618">
            <w:rPr>
              <w:color w:val="A6A6A6" w:themeColor="background1" w:themeShade="A6"/>
            </w:rPr>
            <w:fldChar w:fldCharType="end"/>
          </w:r>
        </w:p>
        <w:p w:rsidR="00750468" w:rsidRPr="00016618" w:rsidRDefault="00750468" w:rsidP="00016618">
          <w:pPr>
            <w:pStyle w:val="Header"/>
            <w:tabs>
              <w:tab w:val="left" w:pos="851"/>
            </w:tabs>
            <w:rPr>
              <w:color w:val="A6A6A6" w:themeColor="background1" w:themeShade="A6"/>
            </w:rPr>
          </w:pPr>
          <w:r w:rsidRPr="00016618">
            <w:rPr>
              <w:color w:val="A6A6A6" w:themeColor="background1" w:themeShade="A6"/>
            </w:rPr>
            <w:t xml:space="preserve">L1 – MASS  </w:t>
          </w:r>
        </w:p>
        <w:p w:rsidR="00750468" w:rsidRPr="00016618" w:rsidRDefault="00750468" w:rsidP="00016618">
          <w:pPr>
            <w:pStyle w:val="Header"/>
            <w:tabs>
              <w:tab w:val="left" w:pos="851"/>
            </w:tabs>
            <w:rPr>
              <w:color w:val="A6A6A6" w:themeColor="background1" w:themeShade="A6"/>
            </w:rPr>
          </w:pPr>
          <w:r w:rsidRPr="00016618">
            <w:rPr>
              <w:color w:val="A6A6A6" w:themeColor="background1" w:themeShade="A6"/>
            </w:rPr>
            <w:t>Informatique – Programmation C</w:t>
          </w:r>
        </w:p>
      </w:tc>
      <w:tc>
        <w:tcPr>
          <w:tcW w:w="389" w:type="dxa"/>
          <w:shd w:val="clear" w:color="auto" w:fill="auto"/>
        </w:tcPr>
        <w:p w:rsidR="00750468" w:rsidRPr="00016618" w:rsidRDefault="00750468" w:rsidP="00016618">
          <w:pPr>
            <w:pStyle w:val="Header"/>
            <w:tabs>
              <w:tab w:val="left" w:pos="851"/>
            </w:tabs>
            <w:rPr>
              <w:color w:val="A6A6A6" w:themeColor="background1" w:themeShade="A6"/>
            </w:rPr>
          </w:pPr>
          <w:r w:rsidRPr="00016618">
            <w:rPr>
              <w:color w:val="A6A6A6" w:themeColor="background1" w:themeShade="A6"/>
            </w:rPr>
            <w:fldChar w:fldCharType="begin"/>
          </w:r>
          <w:r w:rsidRPr="00016618">
            <w:rPr>
              <w:color w:val="A6A6A6" w:themeColor="background1" w:themeShade="A6"/>
            </w:rPr>
            <w:instrText xml:space="preserve"> PAGE  \* Arabic  \* MERGEFORMAT </w:instrText>
          </w:r>
          <w:r w:rsidRPr="00016618">
            <w:rPr>
              <w:color w:val="A6A6A6" w:themeColor="background1" w:themeShade="A6"/>
            </w:rPr>
            <w:fldChar w:fldCharType="separate"/>
          </w:r>
          <w:r w:rsidR="009869A8">
            <w:rPr>
              <w:noProof/>
              <w:color w:val="A6A6A6" w:themeColor="background1" w:themeShade="A6"/>
            </w:rPr>
            <w:t>6</w:t>
          </w:r>
          <w:r w:rsidRPr="00016618">
            <w:rPr>
              <w:color w:val="A6A6A6" w:themeColor="background1" w:themeShade="A6"/>
            </w:rPr>
            <w:fldChar w:fldCharType="end"/>
          </w:r>
        </w:p>
      </w:tc>
    </w:tr>
  </w:tbl>
  <w:p w:rsidR="00750468" w:rsidRPr="00016618" w:rsidRDefault="00750468" w:rsidP="0001661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B1AE8"/>
    <w:multiLevelType w:val="singleLevel"/>
    <w:tmpl w:val="F15E3C7A"/>
    <w:lvl w:ilvl="0">
      <w:start w:val="3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2"/>
        <w:u w:val="no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/>
  <w:rsids>
    <w:rsidRoot w:val="00DF624D"/>
    <w:rsid w:val="00016618"/>
    <w:rsid w:val="00111881"/>
    <w:rsid w:val="00130B1E"/>
    <w:rsid w:val="00285475"/>
    <w:rsid w:val="0031117B"/>
    <w:rsid w:val="003D194C"/>
    <w:rsid w:val="00410834"/>
    <w:rsid w:val="00463966"/>
    <w:rsid w:val="004E641B"/>
    <w:rsid w:val="0050383D"/>
    <w:rsid w:val="0059648F"/>
    <w:rsid w:val="00662460"/>
    <w:rsid w:val="007205AA"/>
    <w:rsid w:val="00750468"/>
    <w:rsid w:val="007553E7"/>
    <w:rsid w:val="007E56FD"/>
    <w:rsid w:val="00817E16"/>
    <w:rsid w:val="00964B4E"/>
    <w:rsid w:val="009869A8"/>
    <w:rsid w:val="00996FE8"/>
    <w:rsid w:val="009F76A7"/>
    <w:rsid w:val="00AD7E94"/>
    <w:rsid w:val="00AE1C52"/>
    <w:rsid w:val="00B520A2"/>
    <w:rsid w:val="00B57951"/>
    <w:rsid w:val="00BF41A7"/>
    <w:rsid w:val="00D03D9A"/>
    <w:rsid w:val="00D40E48"/>
    <w:rsid w:val="00DF624D"/>
    <w:rsid w:val="00E11E53"/>
    <w:rsid w:val="00E27930"/>
    <w:rsid w:val="00E405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76A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Heading1">
    <w:name w:val="heading 1"/>
    <w:basedOn w:val="Normal"/>
    <w:next w:val="Normal"/>
    <w:link w:val="Heading1Char"/>
    <w:uiPriority w:val="9"/>
    <w:qFormat/>
    <w:rsid w:val="00AD7E9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D7E9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520A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1083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10834"/>
  </w:style>
  <w:style w:type="paragraph" w:styleId="Footer">
    <w:name w:val="footer"/>
    <w:basedOn w:val="Normal"/>
    <w:link w:val="FooterChar"/>
    <w:uiPriority w:val="99"/>
    <w:semiHidden/>
    <w:unhideWhenUsed/>
    <w:rsid w:val="0041083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10834"/>
  </w:style>
  <w:style w:type="paragraph" w:styleId="BalloonText">
    <w:name w:val="Balloon Text"/>
    <w:basedOn w:val="Normal"/>
    <w:link w:val="BalloonTextChar"/>
    <w:uiPriority w:val="99"/>
    <w:semiHidden/>
    <w:unhideWhenUsed/>
    <w:rsid w:val="0041083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083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1661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AD7E94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AD7E94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code">
    <w:name w:val="code"/>
    <w:basedOn w:val="Normal"/>
    <w:qFormat/>
    <w:rsid w:val="00964B4E"/>
    <w:rPr>
      <w:rFonts w:ascii="Courier New" w:hAnsi="Courier New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B520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B520A2"/>
    <w:rPr>
      <w:rFonts w:ascii="Courier New" w:eastAsia="Times New Roman" w:hAnsi="Courier New" w:cs="Courier New"/>
      <w:sz w:val="20"/>
      <w:szCs w:val="20"/>
      <w:lang w:eastAsia="fr-FR"/>
    </w:rPr>
  </w:style>
  <w:style w:type="paragraph" w:styleId="NormalWeb">
    <w:name w:val="Normal (Web)"/>
    <w:basedOn w:val="Normal"/>
    <w:uiPriority w:val="99"/>
    <w:semiHidden/>
    <w:unhideWhenUsed/>
    <w:rsid w:val="00B520A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520A2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fr-FR"/>
    </w:rPr>
  </w:style>
  <w:style w:type="character" w:styleId="HTMLCode">
    <w:name w:val="HTML Code"/>
    <w:basedOn w:val="DefaultParagraphFont"/>
    <w:uiPriority w:val="99"/>
    <w:semiHidden/>
    <w:unhideWhenUsed/>
    <w:rsid w:val="00B520A2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20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9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8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8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3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0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irsch\AppData\Roaming\Microsoft\Templates\UP1-Template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B6505A03-AC66-405D-92E4-5F08180D07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UP1-Template1</Template>
  <TotalTime>137</TotalTime>
  <Pages>7</Pages>
  <Words>1196</Words>
  <Characters>6584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7765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kirsch</dc:creator>
  <cp:lastModifiedBy>kirsch</cp:lastModifiedBy>
  <cp:revision>4</cp:revision>
  <cp:lastPrinted>2009-01-06T12:22:00Z</cp:lastPrinted>
  <dcterms:created xsi:type="dcterms:W3CDTF">2009-01-06T08:33:00Z</dcterms:created>
  <dcterms:modified xsi:type="dcterms:W3CDTF">2009-01-08T08:55:00Z</dcterms:modified>
</cp:coreProperties>
</file>