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CF" w:rsidRDefault="003041CF" w:rsidP="00343C16">
      <w:pPr>
        <w:pStyle w:val="Heading1"/>
        <w:spacing w:before="0"/>
        <w:jc w:val="center"/>
      </w:pPr>
      <w:r>
        <w:t>Devoir Long</w:t>
      </w:r>
    </w:p>
    <w:p w:rsidR="00343C16" w:rsidRPr="00343C16" w:rsidRDefault="00343C16" w:rsidP="00343C16"/>
    <w:p w:rsidR="003041CF" w:rsidRDefault="003041CF" w:rsidP="003041CF">
      <w:r>
        <w:t xml:space="preserve">En </w:t>
      </w:r>
      <w:r w:rsidRPr="009D7443">
        <w:rPr>
          <w:u w:val="single"/>
        </w:rPr>
        <w:t>binôme</w:t>
      </w:r>
      <w:r>
        <w:t xml:space="preserve">, écrire un programme en langage C qui résout </w:t>
      </w:r>
      <w:r w:rsidRPr="009D7443">
        <w:rPr>
          <w:u w:val="single"/>
        </w:rPr>
        <w:t>un des problèmes</w:t>
      </w:r>
      <w:r w:rsidR="009D7443">
        <w:t xml:space="preserve"> ci-dessous. Le programme doit être réalisé </w:t>
      </w:r>
      <w:r w:rsidR="009D7443" w:rsidRPr="009D7443">
        <w:rPr>
          <w:u w:val="single"/>
        </w:rPr>
        <w:t>pendant la séance de TD</w:t>
      </w:r>
      <w:r w:rsidR="009D7443">
        <w:t xml:space="preserve"> et le code produit doit être rendu au chargé de TD à la fin de la séance par email ou par clé USB. Les noms des étudiants composant le binôme doivent être inscrits dans le code, sous la forme d’un commentaire. </w:t>
      </w:r>
    </w:p>
    <w:p w:rsidR="003041CF" w:rsidRDefault="003041CF" w:rsidP="003041CF">
      <w:pPr>
        <w:pStyle w:val="Heading2"/>
      </w:pPr>
      <w:r>
        <w:t>Problème 1 – Résolution d’équations de second degré</w:t>
      </w:r>
    </w:p>
    <w:p w:rsidR="003041CF" w:rsidRDefault="006D15C7" w:rsidP="003041CF">
      <w:r>
        <w:t xml:space="preserve">Etant donné une équation du second degré </w:t>
      </w:r>
      <w:r w:rsidRPr="006D15C7">
        <w:rPr>
          <w:i/>
        </w:rPr>
        <w:t>ax</w:t>
      </w:r>
      <w:r w:rsidRPr="006D15C7">
        <w:rPr>
          <w:i/>
          <w:vertAlign w:val="superscript"/>
        </w:rPr>
        <w:t>2</w:t>
      </w:r>
      <w:r w:rsidRPr="006D15C7">
        <w:rPr>
          <w:i/>
        </w:rPr>
        <w:t xml:space="preserve"> + bx + </w:t>
      </w:r>
      <w:r w:rsidR="00F017E3">
        <w:rPr>
          <w:i/>
        </w:rPr>
        <w:t>c</w:t>
      </w:r>
      <w:r w:rsidRPr="006D15C7">
        <w:rPr>
          <w:i/>
        </w:rPr>
        <w:t xml:space="preserve"> = 0</w:t>
      </w:r>
      <w:r>
        <w:t xml:space="preserve">, avec </w:t>
      </w:r>
      <w:r w:rsidRPr="006D15C7">
        <w:rPr>
          <w:i/>
        </w:rPr>
        <w:t>a</w:t>
      </w:r>
      <w:r>
        <w:t xml:space="preserve">, </w:t>
      </w:r>
      <w:r w:rsidRPr="006D15C7">
        <w:rPr>
          <w:i/>
        </w:rPr>
        <w:t>b</w:t>
      </w:r>
      <w:r>
        <w:t xml:space="preserve"> et </w:t>
      </w:r>
      <w:r w:rsidRPr="006D15C7">
        <w:rPr>
          <w:i/>
        </w:rPr>
        <w:t>c</w:t>
      </w:r>
      <w:r>
        <w:t xml:space="preserve"> fournis par l’utilisateur, trouver les solutions pour cette équation.</w:t>
      </w:r>
    </w:p>
    <w:p w:rsidR="006D15C7" w:rsidRDefault="006D15C7" w:rsidP="003041CF">
      <w:r>
        <w:t>Rappel :</w:t>
      </w:r>
    </w:p>
    <w:p w:rsidR="006D15C7" w:rsidRDefault="006D15C7" w:rsidP="006D15C7">
      <w:pPr>
        <w:ind w:left="708"/>
      </w:pPr>
      <w:r>
        <w:t xml:space="preserve">Etant donné l’équation </w:t>
      </w:r>
      <w:r w:rsidRPr="006D15C7">
        <w:rPr>
          <w:i/>
        </w:rPr>
        <w:t>ax</w:t>
      </w:r>
      <w:r w:rsidRPr="006D15C7">
        <w:rPr>
          <w:i/>
          <w:vertAlign w:val="superscript"/>
        </w:rPr>
        <w:t>2</w:t>
      </w:r>
      <w:r w:rsidRPr="006D15C7">
        <w:rPr>
          <w:i/>
        </w:rPr>
        <w:t xml:space="preserve"> + bx + </w:t>
      </w:r>
      <w:r w:rsidR="00F017E3">
        <w:rPr>
          <w:i/>
        </w:rPr>
        <w:t>c</w:t>
      </w:r>
      <w:r w:rsidRPr="006D15C7">
        <w:rPr>
          <w:i/>
        </w:rPr>
        <w:t xml:space="preserve"> = 0</w:t>
      </w:r>
      <w:r>
        <w:t>, le discriminant (delta) est défini comme suit :</w:t>
      </w:r>
      <w:r w:rsidR="008A30EF">
        <w:br/>
      </w:r>
      <w:r>
        <w:rPr>
          <w:rStyle w:val="texhtml"/>
        </w:rPr>
        <w:t xml:space="preserve">Δ = </w:t>
      </w:r>
      <w:r>
        <w:rPr>
          <w:rStyle w:val="texhtml"/>
          <w:i/>
          <w:iCs/>
        </w:rPr>
        <w:t>b</w:t>
      </w:r>
      <w:r>
        <w:rPr>
          <w:rStyle w:val="texhtml"/>
          <w:vertAlign w:val="superscript"/>
        </w:rPr>
        <w:t>2</w:t>
      </w:r>
      <w:r>
        <w:rPr>
          <w:rStyle w:val="texhtml"/>
        </w:rPr>
        <w:t xml:space="preserve"> − 4</w:t>
      </w:r>
      <w:r>
        <w:rPr>
          <w:rStyle w:val="texhtml"/>
          <w:i/>
          <w:iCs/>
        </w:rPr>
        <w:t>ac</w:t>
      </w:r>
      <w:r>
        <w:t>.</w:t>
      </w:r>
    </w:p>
    <w:p w:rsidR="006D15C7" w:rsidRPr="006D15C7" w:rsidRDefault="006D15C7" w:rsidP="006D15C7">
      <w:pPr>
        <w:spacing w:before="100" w:beforeAutospacing="1" w:after="100" w:afterAutospacing="1" w:line="240" w:lineRule="auto"/>
        <w:ind w:left="708"/>
        <w:jc w:val="left"/>
        <w:rPr>
          <w:rFonts w:eastAsia="Times New Roman" w:cs="Times New Roman"/>
          <w:szCs w:val="24"/>
          <w:lang w:eastAsia="fr-FR"/>
        </w:rPr>
      </w:pPr>
      <w:r w:rsidRPr="006D15C7">
        <w:rPr>
          <w:rFonts w:eastAsia="Times New Roman" w:cs="Times New Roman"/>
          <w:szCs w:val="24"/>
          <w:lang w:eastAsia="fr-FR"/>
        </w:rPr>
        <w:t>Alors</w:t>
      </w:r>
      <w:r>
        <w:rPr>
          <w:rFonts w:eastAsia="Times New Roman" w:cs="Times New Roman"/>
          <w:szCs w:val="24"/>
          <w:lang w:eastAsia="fr-FR"/>
        </w:rPr>
        <w:t xml:space="preserve"> l'équation </w:t>
      </w:r>
      <w:r w:rsidRPr="006D15C7">
        <w:rPr>
          <w:rFonts w:eastAsia="Times New Roman" w:cs="Times New Roman"/>
          <w:szCs w:val="24"/>
          <w:lang w:eastAsia="fr-FR"/>
        </w:rPr>
        <w:t xml:space="preserve">a deux solutions réelles distinctes </w:t>
      </w:r>
      <w:r w:rsidRPr="006D15C7">
        <w:rPr>
          <w:rFonts w:eastAsia="Times New Roman" w:cs="Times New Roman"/>
          <w:i/>
          <w:iCs/>
          <w:szCs w:val="24"/>
          <w:lang w:eastAsia="fr-FR"/>
        </w:rPr>
        <w:t>x</w:t>
      </w:r>
      <w:r w:rsidRPr="006D15C7">
        <w:rPr>
          <w:rFonts w:eastAsia="Times New Roman" w:cs="Times New Roman"/>
          <w:szCs w:val="24"/>
          <w:vertAlign w:val="subscript"/>
          <w:lang w:eastAsia="fr-FR"/>
        </w:rPr>
        <w:t>1</w:t>
      </w:r>
      <w:r w:rsidRPr="006D15C7">
        <w:rPr>
          <w:rFonts w:eastAsia="Times New Roman" w:cs="Times New Roman"/>
          <w:szCs w:val="24"/>
          <w:lang w:eastAsia="fr-FR"/>
        </w:rPr>
        <w:t xml:space="preserve"> et </w:t>
      </w:r>
      <w:r w:rsidRPr="006D15C7">
        <w:rPr>
          <w:rFonts w:eastAsia="Times New Roman" w:cs="Times New Roman"/>
          <w:i/>
          <w:iCs/>
          <w:szCs w:val="24"/>
          <w:lang w:eastAsia="fr-FR"/>
        </w:rPr>
        <w:t>x</w:t>
      </w:r>
      <w:r w:rsidRPr="006D15C7">
        <w:rPr>
          <w:rFonts w:eastAsia="Times New Roman" w:cs="Times New Roman"/>
          <w:szCs w:val="24"/>
          <w:vertAlign w:val="subscript"/>
          <w:lang w:eastAsia="fr-FR"/>
        </w:rPr>
        <w:t>2</w:t>
      </w:r>
      <w:r w:rsidRPr="006D15C7">
        <w:rPr>
          <w:rFonts w:eastAsia="Times New Roman" w:cs="Times New Roman"/>
          <w:szCs w:val="24"/>
          <w:lang w:eastAsia="fr-FR"/>
        </w:rPr>
        <w:t> :</w:t>
      </w:r>
    </w:p>
    <w:p w:rsidR="003041CF" w:rsidRDefault="006D15C7" w:rsidP="008A30EF">
      <w:pPr>
        <w:spacing w:before="100" w:beforeAutospacing="1" w:after="100" w:afterAutospacing="1" w:line="240" w:lineRule="auto"/>
        <w:ind w:left="720"/>
        <w:jc w:val="left"/>
      </w:pPr>
      <w:r>
        <w:rPr>
          <w:rFonts w:eastAsia="Times New Roman" w:cs="Times New Roman"/>
          <w:noProof/>
          <w:szCs w:val="24"/>
          <w:lang w:eastAsia="fr-FR"/>
        </w:rPr>
        <w:drawing>
          <wp:inline distT="0" distB="0" distL="0" distR="0">
            <wp:extent cx="1219200" cy="428625"/>
            <wp:effectExtent l="19050" t="0" r="0" b="0"/>
            <wp:docPr id="1" name="Picture 1" descr="x_1 = \frac{-b + \sqrt{\Delta}}{2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_1 = \frac{-b + \sqrt{\Delta}}{2a}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Cs w:val="24"/>
          <w:lang w:eastAsia="fr-FR"/>
        </w:rPr>
        <w:t xml:space="preserve">   et   </w:t>
      </w:r>
      <w:r>
        <w:rPr>
          <w:rFonts w:eastAsia="Times New Roman" w:cs="Times New Roman"/>
          <w:noProof/>
          <w:szCs w:val="24"/>
          <w:lang w:eastAsia="fr-FR"/>
        </w:rPr>
        <w:drawing>
          <wp:inline distT="0" distB="0" distL="0" distR="0">
            <wp:extent cx="1238250" cy="428625"/>
            <wp:effectExtent l="19050" t="0" r="0" b="0"/>
            <wp:docPr id="2" name="Picture 2" descr="x_2 = \frac{-b - \sqrt{\Delta}}{2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_2 = \frac{-b - \sqrt{\Delta}}{2a}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1CF" w:rsidRDefault="003041CF" w:rsidP="003041CF">
      <w:pPr>
        <w:pStyle w:val="Heading2"/>
      </w:pPr>
      <w:r>
        <w:t xml:space="preserve">Problème 2 </w:t>
      </w:r>
      <w:r w:rsidR="004A783B">
        <w:t>–</w:t>
      </w:r>
      <w:r>
        <w:t xml:space="preserve"> </w:t>
      </w:r>
      <w:r w:rsidR="004A783B">
        <w:t>100% Algèbre</w:t>
      </w:r>
    </w:p>
    <w:p w:rsidR="004A783B" w:rsidRPr="004A783B" w:rsidRDefault="004A783B" w:rsidP="004A783B">
      <w:r w:rsidRPr="004A783B">
        <w:t xml:space="preserve">Avec deux entiers positifs </w:t>
      </w:r>
      <w:r w:rsidRPr="004A783B">
        <w:rPr>
          <w:u w:val="single"/>
        </w:rPr>
        <w:t>a</w:t>
      </w:r>
      <w:r w:rsidRPr="004A783B">
        <w:t xml:space="preserve"> et </w:t>
      </w:r>
      <w:r w:rsidRPr="004A783B">
        <w:rPr>
          <w:u w:val="single"/>
        </w:rPr>
        <w:t>b</w:t>
      </w:r>
      <w:r w:rsidRPr="004A783B">
        <w:t>, on a effectué les opérations suivantes :</w:t>
      </w:r>
    </w:p>
    <w:p w:rsidR="004A783B" w:rsidRDefault="004A783B" w:rsidP="004A783B">
      <w:pPr>
        <w:pStyle w:val="ListParagraph"/>
        <w:numPr>
          <w:ilvl w:val="0"/>
          <w:numId w:val="3"/>
        </w:numPr>
      </w:pPr>
      <w:r w:rsidRPr="004A783B">
        <w:t>L'addition des deux nombres,</w:t>
      </w:r>
    </w:p>
    <w:p w:rsidR="004A783B" w:rsidRPr="004A783B" w:rsidRDefault="004A783B" w:rsidP="004A783B">
      <w:pPr>
        <w:pStyle w:val="ListParagraph"/>
        <w:numPr>
          <w:ilvl w:val="0"/>
          <w:numId w:val="3"/>
        </w:numPr>
      </w:pPr>
      <w:r w:rsidRPr="004A783B">
        <w:t>La soustraction (du plus grand on a retranché le plus petit),</w:t>
      </w:r>
    </w:p>
    <w:p w:rsidR="004A783B" w:rsidRPr="004A783B" w:rsidRDefault="004A783B" w:rsidP="004A783B">
      <w:pPr>
        <w:pStyle w:val="ListParagraph"/>
        <w:numPr>
          <w:ilvl w:val="0"/>
          <w:numId w:val="3"/>
        </w:numPr>
      </w:pPr>
      <w:r w:rsidRPr="004A783B">
        <w:t>La multiplication des deux nombres,</w:t>
      </w:r>
    </w:p>
    <w:p w:rsidR="004A783B" w:rsidRPr="004A783B" w:rsidRDefault="004A783B" w:rsidP="004A783B">
      <w:pPr>
        <w:pStyle w:val="ListParagraph"/>
        <w:numPr>
          <w:ilvl w:val="0"/>
          <w:numId w:val="3"/>
        </w:numPr>
      </w:pPr>
      <w:r w:rsidRPr="004A783B">
        <w:t>La division du plus grand par le plus petit.</w:t>
      </w:r>
    </w:p>
    <w:p w:rsidR="004A783B" w:rsidRPr="004A783B" w:rsidRDefault="004A783B" w:rsidP="004A783B">
      <w:r w:rsidRPr="004A783B">
        <w:t>La somme de ces quatre résultats a été trouvée égale à 16807.</w:t>
      </w:r>
    </w:p>
    <w:p w:rsidR="004A783B" w:rsidRDefault="006D15C7" w:rsidP="004A783B">
      <w:r>
        <w:t xml:space="preserve">Ecrire un programme en C capable de trouver </w:t>
      </w:r>
      <w:r w:rsidR="004A783B" w:rsidRPr="004A783B">
        <w:t xml:space="preserve">les deux nombres initiaux </w:t>
      </w:r>
      <w:r w:rsidRPr="006D15C7">
        <w:rPr>
          <w:u w:val="single"/>
        </w:rPr>
        <w:t>a</w:t>
      </w:r>
      <w:r>
        <w:t xml:space="preserve"> et </w:t>
      </w:r>
      <w:r w:rsidRPr="006D15C7">
        <w:rPr>
          <w:u w:val="single"/>
        </w:rPr>
        <w:t>b</w:t>
      </w:r>
      <w:r>
        <w:t xml:space="preserve"> (afficher</w:t>
      </w:r>
      <w:r w:rsidR="004A783B" w:rsidRPr="004A783B">
        <w:t xml:space="preserve"> toutes les solutions possibles</w:t>
      </w:r>
      <w:r>
        <w:t>)</w:t>
      </w:r>
      <w:r w:rsidR="004A783B" w:rsidRPr="004A783B">
        <w:t>.</w:t>
      </w:r>
    </w:p>
    <w:p w:rsidR="00343C16" w:rsidRPr="004A783B" w:rsidRDefault="00343C16" w:rsidP="004A783B">
      <w:r w:rsidRPr="00343C16">
        <w:rPr>
          <w:i/>
        </w:rPr>
        <w:t>Astuce</w:t>
      </w:r>
      <w:r>
        <w:t xml:space="preserve"> : il faut tester toutes les nombres dans un intervalle des possibilités.  </w:t>
      </w:r>
    </w:p>
    <w:p w:rsidR="003041CF" w:rsidRDefault="003041CF" w:rsidP="003041CF"/>
    <w:p w:rsidR="003041CF" w:rsidRDefault="009D7443" w:rsidP="009D7443">
      <w:pPr>
        <w:pStyle w:val="Heading2"/>
      </w:pPr>
      <w:r>
        <w:t>Problème 3 – Modulo</w:t>
      </w:r>
    </w:p>
    <w:p w:rsidR="009D7443" w:rsidRPr="009D7443" w:rsidRDefault="009D7443" w:rsidP="009D7443">
      <w:r w:rsidRPr="009D7443">
        <w:t xml:space="preserve">Si l'on divise </w:t>
      </w:r>
      <w:r>
        <w:t>le</w:t>
      </w:r>
      <w:r w:rsidRPr="009D7443">
        <w:t xml:space="preserve"> nombre </w:t>
      </w:r>
      <w:r>
        <w:t xml:space="preserve">entier </w:t>
      </w:r>
      <w:r w:rsidRPr="009D7443">
        <w:t>X par: 2</w:t>
      </w:r>
      <w:r>
        <w:t>, 3, 4, 5, 6, 7, 8, 9,10,</w:t>
      </w:r>
      <w:r w:rsidR="006D15C7">
        <w:t xml:space="preserve"> </w:t>
      </w:r>
      <w:r>
        <w:t>11,</w:t>
      </w:r>
      <w:r w:rsidR="006D15C7">
        <w:t xml:space="preserve"> </w:t>
      </w:r>
      <w:r>
        <w:t xml:space="preserve">12, </w:t>
      </w:r>
      <w:r w:rsidRPr="009D7443">
        <w:t>le reste est toujours égal à 1.</w:t>
      </w:r>
      <w:r>
        <w:t xml:space="preserve"> </w:t>
      </w:r>
      <w:r w:rsidRPr="009D7443">
        <w:t>Une autre indication pour vos machines X est inférieur à 30000, et ce n'est pas 1.</w:t>
      </w:r>
      <w:r w:rsidR="006D15C7">
        <w:t xml:space="preserve"> </w:t>
      </w:r>
    </w:p>
    <w:p w:rsidR="009D7443" w:rsidRDefault="006D15C7" w:rsidP="009D7443">
      <w:r>
        <w:t>Ecrire un programme en C capable de découvrir quel est ce nombre.</w:t>
      </w:r>
    </w:p>
    <w:p w:rsidR="00343C16" w:rsidRPr="004A783B" w:rsidRDefault="00343C16" w:rsidP="00343C16">
      <w:r w:rsidRPr="00343C16">
        <w:rPr>
          <w:i/>
        </w:rPr>
        <w:t>Astuce</w:t>
      </w:r>
      <w:r>
        <w:t xml:space="preserve"> : il faut tester toutes les nombres dans un intervalle des possibilités.  </w:t>
      </w:r>
    </w:p>
    <w:p w:rsidR="00343C16" w:rsidRDefault="00343C16" w:rsidP="009D7443"/>
    <w:sectPr w:rsidR="00343C16" w:rsidSect="00016618">
      <w:headerReference w:type="default" r:id="rId10"/>
      <w:pgSz w:w="11906" w:h="16838" w:code="9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7BF" w:rsidRDefault="00A947BF" w:rsidP="00410834">
      <w:pPr>
        <w:spacing w:after="0" w:line="240" w:lineRule="auto"/>
      </w:pPr>
      <w:r>
        <w:separator/>
      </w:r>
    </w:p>
  </w:endnote>
  <w:endnote w:type="continuationSeparator" w:id="1">
    <w:p w:rsidR="00A947BF" w:rsidRDefault="00A947BF" w:rsidP="0041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7BF" w:rsidRDefault="00A947BF" w:rsidP="00410834">
      <w:pPr>
        <w:spacing w:after="0" w:line="240" w:lineRule="auto"/>
      </w:pPr>
      <w:r>
        <w:separator/>
      </w:r>
    </w:p>
  </w:footnote>
  <w:footnote w:type="continuationSeparator" w:id="1">
    <w:p w:rsidR="00A947BF" w:rsidRDefault="00A947BF" w:rsidP="00410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95"/>
      <w:gridCol w:w="7432"/>
      <w:gridCol w:w="387"/>
    </w:tblGrid>
    <w:tr w:rsidR="00016618" w:rsidTr="00016618">
      <w:trPr>
        <w:jc w:val="center"/>
      </w:trPr>
      <w:tc>
        <w:tcPr>
          <w:tcW w:w="1702" w:type="dxa"/>
        </w:tcPr>
        <w:p w:rsidR="00016618" w:rsidRDefault="00016618" w:rsidP="00016618">
          <w:pPr>
            <w:pStyle w:val="Header"/>
            <w:spacing w:line="276" w:lineRule="auto"/>
          </w:pPr>
          <w:r>
            <w:rPr>
              <w:rFonts w:cs="Times New Roman"/>
              <w:noProof/>
              <w:szCs w:val="24"/>
              <w:lang w:eastAsia="fr-FR"/>
            </w:rPr>
            <w:drawing>
              <wp:inline distT="0" distB="0" distL="0" distR="0">
                <wp:extent cx="772795" cy="523240"/>
                <wp:effectExtent l="19050" t="0" r="8255" b="0"/>
                <wp:docPr id="3" name="Picture 0" descr="logo_paris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logo_paris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795" cy="5232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shd w:val="clear" w:color="auto" w:fill="auto"/>
        </w:tcPr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>Université Paris 1 – Panthéon Sorbonne</w:t>
          </w:r>
          <w:r w:rsidRPr="00016618">
            <w:rPr>
              <w:color w:val="A6A6A6" w:themeColor="background1" w:themeShade="A6"/>
            </w:rPr>
            <w:tab/>
          </w:r>
          <w:r w:rsidRPr="00016618">
            <w:rPr>
              <w:color w:val="A6A6A6" w:themeColor="background1" w:themeShade="A6"/>
            </w:rPr>
            <w:tab/>
          </w:r>
          <w:r w:rsidR="007356B1" w:rsidRPr="00016618">
            <w:rPr>
              <w:color w:val="A6A6A6" w:themeColor="background1" w:themeShade="A6"/>
            </w:rPr>
            <w:fldChar w:fldCharType="begin"/>
          </w:r>
          <w:r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="007356B1" w:rsidRPr="00016618">
            <w:rPr>
              <w:color w:val="A6A6A6" w:themeColor="background1" w:themeShade="A6"/>
            </w:rPr>
            <w:fldChar w:fldCharType="separate"/>
          </w:r>
          <w:r w:rsidR="00F017E3">
            <w:rPr>
              <w:noProof/>
              <w:color w:val="A6A6A6" w:themeColor="background1" w:themeShade="A6"/>
            </w:rPr>
            <w:t>1</w:t>
          </w:r>
          <w:r w:rsidR="007356B1" w:rsidRPr="00016618">
            <w:rPr>
              <w:color w:val="A6A6A6" w:themeColor="background1" w:themeShade="A6"/>
            </w:rPr>
            <w:fldChar w:fldCharType="end"/>
          </w:r>
        </w:p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 xml:space="preserve">L1 – MASS  </w:t>
          </w:r>
        </w:p>
        <w:p w:rsidR="00016618" w:rsidRPr="00016618" w:rsidRDefault="0001661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>Informatique – Programmation C</w:t>
          </w:r>
        </w:p>
      </w:tc>
      <w:tc>
        <w:tcPr>
          <w:tcW w:w="389" w:type="dxa"/>
          <w:shd w:val="clear" w:color="auto" w:fill="auto"/>
        </w:tcPr>
        <w:p w:rsidR="00016618" w:rsidRPr="00016618" w:rsidRDefault="007356B1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fldChar w:fldCharType="begin"/>
          </w:r>
          <w:r w:rsidR="00016618"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Pr="00016618">
            <w:rPr>
              <w:color w:val="A6A6A6" w:themeColor="background1" w:themeShade="A6"/>
            </w:rPr>
            <w:fldChar w:fldCharType="separate"/>
          </w:r>
          <w:r w:rsidR="00F017E3">
            <w:rPr>
              <w:noProof/>
              <w:color w:val="A6A6A6" w:themeColor="background1" w:themeShade="A6"/>
            </w:rPr>
            <w:t>1</w:t>
          </w:r>
          <w:r w:rsidRPr="00016618">
            <w:rPr>
              <w:color w:val="A6A6A6" w:themeColor="background1" w:themeShade="A6"/>
            </w:rPr>
            <w:fldChar w:fldCharType="end"/>
          </w:r>
        </w:p>
      </w:tc>
    </w:tr>
  </w:tbl>
  <w:p w:rsidR="00410834" w:rsidRPr="00016618" w:rsidRDefault="00410834" w:rsidP="000166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373"/>
    <w:multiLevelType w:val="hybridMultilevel"/>
    <w:tmpl w:val="217CFC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076F4"/>
    <w:multiLevelType w:val="hybridMultilevel"/>
    <w:tmpl w:val="58C4F01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630AA"/>
    <w:multiLevelType w:val="hybridMultilevel"/>
    <w:tmpl w:val="5074E26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F2A6F"/>
    <w:multiLevelType w:val="multilevel"/>
    <w:tmpl w:val="63A4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4A783B"/>
    <w:rsid w:val="00016618"/>
    <w:rsid w:val="000343CF"/>
    <w:rsid w:val="00111881"/>
    <w:rsid w:val="00130B1E"/>
    <w:rsid w:val="001734F0"/>
    <w:rsid w:val="003041CF"/>
    <w:rsid w:val="00343C16"/>
    <w:rsid w:val="00410834"/>
    <w:rsid w:val="0042114C"/>
    <w:rsid w:val="00463966"/>
    <w:rsid w:val="004A783B"/>
    <w:rsid w:val="004E641B"/>
    <w:rsid w:val="006D15C7"/>
    <w:rsid w:val="007356B1"/>
    <w:rsid w:val="008126EC"/>
    <w:rsid w:val="008A30EF"/>
    <w:rsid w:val="00964B4E"/>
    <w:rsid w:val="009D7443"/>
    <w:rsid w:val="00A947BF"/>
    <w:rsid w:val="00AD7E94"/>
    <w:rsid w:val="00B57951"/>
    <w:rsid w:val="00D03D9A"/>
    <w:rsid w:val="00E27930"/>
    <w:rsid w:val="00E405DE"/>
    <w:rsid w:val="00F01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966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E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834"/>
  </w:style>
  <w:style w:type="paragraph" w:styleId="Footer">
    <w:name w:val="footer"/>
    <w:basedOn w:val="Normal"/>
    <w:link w:val="FooterChar"/>
    <w:uiPriority w:val="99"/>
    <w:semiHidden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0834"/>
  </w:style>
  <w:style w:type="paragraph" w:styleId="BalloonText">
    <w:name w:val="Balloon Text"/>
    <w:basedOn w:val="Normal"/>
    <w:link w:val="BalloonTextChar"/>
    <w:uiPriority w:val="99"/>
    <w:semiHidden/>
    <w:unhideWhenUsed/>
    <w:rsid w:val="0041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8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6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D7E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7E94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de">
    <w:name w:val="code"/>
    <w:basedOn w:val="Normal"/>
    <w:qFormat/>
    <w:rsid w:val="00964B4E"/>
    <w:pPr>
      <w:spacing w:after="0" w:line="240" w:lineRule="auto"/>
    </w:pPr>
    <w:rPr>
      <w:rFonts w:ascii="Courier New" w:hAnsi="Courier New"/>
      <w:sz w:val="20"/>
    </w:rPr>
  </w:style>
  <w:style w:type="paragraph" w:styleId="ListParagraph">
    <w:name w:val="List Paragraph"/>
    <w:basedOn w:val="Normal"/>
    <w:uiPriority w:val="34"/>
    <w:qFormat/>
    <w:rsid w:val="003041CF"/>
    <w:pPr>
      <w:ind w:left="720"/>
      <w:contextualSpacing/>
    </w:pPr>
  </w:style>
  <w:style w:type="character" w:customStyle="1" w:styleId="texhtml">
    <w:name w:val="texhtml"/>
    <w:basedOn w:val="DefaultParagraphFont"/>
    <w:rsid w:val="006D15C7"/>
  </w:style>
  <w:style w:type="paragraph" w:styleId="NormalWeb">
    <w:name w:val="Normal (Web)"/>
    <w:basedOn w:val="Normal"/>
    <w:uiPriority w:val="99"/>
    <w:semiHidden/>
    <w:unhideWhenUsed/>
    <w:rsid w:val="006D15C7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6505A03-AC66-405D-92E4-5F08180D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UP1-Template1</Template>
  <TotalTime>85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6</cp:revision>
  <dcterms:created xsi:type="dcterms:W3CDTF">2008-12-01T13:22:00Z</dcterms:created>
  <dcterms:modified xsi:type="dcterms:W3CDTF">2008-12-17T10:13:00Z</dcterms:modified>
</cp:coreProperties>
</file>