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B53" w:rsidRDefault="00CE0B53" w:rsidP="006E0193">
      <w:pPr>
        <w:pStyle w:val="Heading1"/>
        <w:spacing w:before="0"/>
      </w:pPr>
      <w:r>
        <w:t xml:space="preserve">Partie I </w:t>
      </w:r>
    </w:p>
    <w:p w:rsidR="0047433A" w:rsidRDefault="00FB28F2" w:rsidP="009956F9">
      <w:pPr>
        <w:spacing w:after="0"/>
        <w:rPr>
          <w:i/>
        </w:rPr>
      </w:pPr>
      <w:r w:rsidRPr="003E27E9">
        <w:rPr>
          <w:i/>
        </w:rPr>
        <w:t>QCM : Pour chacune des questions ci-dessous, indiquez</w:t>
      </w:r>
      <w:r w:rsidR="006E0193">
        <w:rPr>
          <w:i/>
        </w:rPr>
        <w:t>,</w:t>
      </w:r>
      <w:r w:rsidRPr="003E27E9">
        <w:rPr>
          <w:i/>
        </w:rPr>
        <w:t xml:space="preserve"> </w:t>
      </w:r>
      <w:r w:rsidR="002A6118">
        <w:rPr>
          <w:i/>
        </w:rPr>
        <w:t xml:space="preserve">sur </w:t>
      </w:r>
      <w:r w:rsidR="006E0193">
        <w:rPr>
          <w:i/>
        </w:rPr>
        <w:t xml:space="preserve">la feuille de réponse, qui vous glisserez dans </w:t>
      </w:r>
      <w:r w:rsidR="002A6118">
        <w:rPr>
          <w:i/>
        </w:rPr>
        <w:t>votre copie</w:t>
      </w:r>
      <w:r w:rsidR="006E0193">
        <w:rPr>
          <w:i/>
        </w:rPr>
        <w:t>,</w:t>
      </w:r>
      <w:r w:rsidR="002A6118">
        <w:rPr>
          <w:i/>
        </w:rPr>
        <w:t xml:space="preserve"> </w:t>
      </w:r>
      <w:r w:rsidR="00B51275" w:rsidRPr="003E27E9">
        <w:rPr>
          <w:i/>
        </w:rPr>
        <w:t>la</w:t>
      </w:r>
      <w:r w:rsidR="00972E58">
        <w:rPr>
          <w:i/>
        </w:rPr>
        <w:t xml:space="preserve"> bonne réponse</w:t>
      </w:r>
      <w:r w:rsidR="00240681">
        <w:rPr>
          <w:i/>
        </w:rPr>
        <w:t xml:space="preserve"> de manière </w:t>
      </w:r>
      <w:r w:rsidR="00240681" w:rsidRPr="006E0193">
        <w:rPr>
          <w:i/>
          <w:u w:val="single"/>
        </w:rPr>
        <w:t>claire et lisible</w:t>
      </w:r>
      <w:r w:rsidR="00240681">
        <w:rPr>
          <w:i/>
        </w:rPr>
        <w:t xml:space="preserve"> </w:t>
      </w:r>
      <w:r w:rsidR="006E0193">
        <w:rPr>
          <w:i/>
        </w:rPr>
        <w:t>(</w:t>
      </w:r>
      <w:r w:rsidR="00240681">
        <w:rPr>
          <w:i/>
        </w:rPr>
        <w:t>réponses illisibles seront annulées)</w:t>
      </w:r>
      <w:r w:rsidR="00972E58">
        <w:rPr>
          <w:i/>
        </w:rPr>
        <w:t>.</w:t>
      </w:r>
      <w:r w:rsidRPr="003E27E9">
        <w:rPr>
          <w:i/>
        </w:rPr>
        <w:t xml:space="preserve"> </w:t>
      </w:r>
    </w:p>
    <w:p w:rsidR="009D5C6D" w:rsidRDefault="009956F9" w:rsidP="009956F9">
      <w:pPr>
        <w:spacing w:after="0"/>
        <w:rPr>
          <w:i/>
        </w:rPr>
      </w:pPr>
      <w:r>
        <w:rPr>
          <w:i/>
        </w:rPr>
        <w:t xml:space="preserve">Points : </w:t>
      </w:r>
      <w:r w:rsidR="00496D56">
        <w:rPr>
          <w:i/>
        </w:rPr>
        <w:t>3</w:t>
      </w:r>
    </w:p>
    <w:p w:rsidR="00972E58" w:rsidRPr="00663008" w:rsidRDefault="00972E58" w:rsidP="009956F9">
      <w:pPr>
        <w:spacing w:after="0"/>
        <w:rPr>
          <w:i/>
          <w:sz w:val="22"/>
        </w:rPr>
      </w:pPr>
    </w:p>
    <w:p w:rsidR="00FB28F2" w:rsidRPr="00663008" w:rsidRDefault="00B51275" w:rsidP="00856A3E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663008">
        <w:rPr>
          <w:sz w:val="22"/>
        </w:rPr>
        <w:t>L’expression « </w:t>
      </w:r>
      <w:r w:rsidRPr="00663008">
        <w:rPr>
          <w:rFonts w:ascii="Courier New" w:hAnsi="Courier New" w:cs="Courier New"/>
          <w:sz w:val="22"/>
        </w:rPr>
        <w:t>e *= e ;</w:t>
      </w:r>
      <w:r w:rsidRPr="00663008">
        <w:rPr>
          <w:sz w:val="22"/>
        </w:rPr>
        <w:t> » :</w:t>
      </w:r>
    </w:p>
    <w:p w:rsidR="00B51275" w:rsidRPr="00663008" w:rsidRDefault="00B51275" w:rsidP="00856A3E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63008">
        <w:rPr>
          <w:sz w:val="22"/>
        </w:rPr>
        <w:t>contient une erreur de syntaxe</w:t>
      </w:r>
    </w:p>
    <w:p w:rsidR="00B51275" w:rsidRPr="00663008" w:rsidRDefault="00B51275" w:rsidP="00856A3E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63008">
        <w:rPr>
          <w:sz w:val="22"/>
        </w:rPr>
        <w:t>équivaut à l’expression « </w:t>
      </w:r>
      <w:r w:rsidRPr="00663008">
        <w:rPr>
          <w:rFonts w:ascii="Courier New" w:hAnsi="Courier New" w:cs="Courier New"/>
          <w:sz w:val="22"/>
        </w:rPr>
        <w:t>e = e * 2</w:t>
      </w:r>
      <w:r w:rsidRPr="00663008">
        <w:rPr>
          <w:sz w:val="22"/>
        </w:rPr>
        <w:t> ; »</w:t>
      </w:r>
    </w:p>
    <w:p w:rsidR="00B51275" w:rsidRPr="00663008" w:rsidRDefault="00B51275" w:rsidP="00856A3E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63008">
        <w:rPr>
          <w:sz w:val="22"/>
        </w:rPr>
        <w:t>calcule le carré de e (</w:t>
      </w:r>
      <w:r w:rsidRPr="00663008">
        <w:rPr>
          <w:i/>
          <w:sz w:val="22"/>
        </w:rPr>
        <w:t>e</w:t>
      </w:r>
      <w:r w:rsidRPr="00663008">
        <w:rPr>
          <w:i/>
          <w:sz w:val="22"/>
          <w:vertAlign w:val="superscript"/>
        </w:rPr>
        <w:t>2</w:t>
      </w:r>
      <w:r w:rsidRPr="00663008">
        <w:rPr>
          <w:sz w:val="22"/>
        </w:rPr>
        <w:t>)</w:t>
      </w:r>
    </w:p>
    <w:p w:rsidR="00B51275" w:rsidRPr="00663008" w:rsidRDefault="00B51275" w:rsidP="00856A3E">
      <w:pPr>
        <w:pStyle w:val="ListParagraph"/>
        <w:numPr>
          <w:ilvl w:val="0"/>
          <w:numId w:val="3"/>
        </w:numPr>
        <w:spacing w:after="0"/>
        <w:rPr>
          <w:sz w:val="22"/>
        </w:rPr>
      </w:pPr>
      <w:r w:rsidRPr="00663008">
        <w:rPr>
          <w:sz w:val="22"/>
        </w:rPr>
        <w:t>aucune des réponses précédentes n’est correcte</w:t>
      </w:r>
    </w:p>
    <w:p w:rsidR="00B51275" w:rsidRPr="0066228B" w:rsidRDefault="00B51275" w:rsidP="00856A3E">
      <w:pPr>
        <w:spacing w:after="0"/>
        <w:rPr>
          <w:sz w:val="18"/>
        </w:rPr>
      </w:pPr>
    </w:p>
    <w:p w:rsidR="00B51275" w:rsidRPr="00663008" w:rsidRDefault="00B51275" w:rsidP="00856A3E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663008">
        <w:rPr>
          <w:sz w:val="22"/>
        </w:rPr>
        <w:t xml:space="preserve">Que fait </w:t>
      </w:r>
      <w:r w:rsidR="00515985" w:rsidRPr="00663008">
        <w:rPr>
          <w:sz w:val="22"/>
        </w:rPr>
        <w:t xml:space="preserve">l’expression </w:t>
      </w:r>
      <w:r w:rsidRPr="00663008">
        <w:rPr>
          <w:sz w:val="22"/>
        </w:rPr>
        <w:t xml:space="preserve">: </w:t>
      </w:r>
      <w:r w:rsidR="003E27E9" w:rsidRPr="00663008">
        <w:rPr>
          <w:sz w:val="22"/>
        </w:rPr>
        <w:t>« </w:t>
      </w:r>
      <w:r w:rsidRPr="00663008">
        <w:rPr>
          <w:rFonts w:ascii="Courier New" w:hAnsi="Courier New" w:cs="Courier New"/>
          <w:sz w:val="22"/>
        </w:rPr>
        <w:t>if (e%2</w:t>
      </w:r>
      <w:r w:rsidR="003E27E9" w:rsidRPr="00663008">
        <w:rPr>
          <w:rFonts w:ascii="Courier New" w:hAnsi="Courier New" w:cs="Courier New"/>
          <w:sz w:val="22"/>
        </w:rPr>
        <w:t> != 0</w:t>
      </w:r>
      <w:r w:rsidRPr="00663008">
        <w:rPr>
          <w:rFonts w:ascii="Courier New" w:hAnsi="Courier New" w:cs="Courier New"/>
          <w:sz w:val="22"/>
        </w:rPr>
        <w:t>) p*=y;</w:t>
      </w:r>
      <w:r w:rsidR="003E27E9" w:rsidRPr="00663008">
        <w:rPr>
          <w:sz w:val="22"/>
        </w:rPr>
        <w:t> » ?</w:t>
      </w:r>
    </w:p>
    <w:p w:rsidR="003E27E9" w:rsidRPr="00663008" w:rsidRDefault="003E27E9" w:rsidP="00856A3E">
      <w:pPr>
        <w:pStyle w:val="ListParagraph"/>
        <w:numPr>
          <w:ilvl w:val="0"/>
          <w:numId w:val="4"/>
        </w:numPr>
        <w:spacing w:after="0"/>
        <w:rPr>
          <w:sz w:val="22"/>
        </w:rPr>
      </w:pPr>
      <w:r w:rsidRPr="00663008">
        <w:rPr>
          <w:sz w:val="22"/>
        </w:rPr>
        <w:t>Rien, elle contient une erreur de syntaxe</w:t>
      </w:r>
    </w:p>
    <w:p w:rsidR="003E27E9" w:rsidRPr="00663008" w:rsidRDefault="003E27E9" w:rsidP="00856A3E">
      <w:pPr>
        <w:pStyle w:val="ListParagraph"/>
        <w:numPr>
          <w:ilvl w:val="0"/>
          <w:numId w:val="4"/>
        </w:numPr>
        <w:spacing w:after="0"/>
        <w:rPr>
          <w:sz w:val="22"/>
        </w:rPr>
      </w:pPr>
      <w:r w:rsidRPr="00663008">
        <w:rPr>
          <w:sz w:val="22"/>
        </w:rPr>
        <w:t xml:space="preserve">Elle multiplie la valeur de </w:t>
      </w:r>
      <w:r w:rsidRPr="00663008">
        <w:rPr>
          <w:rFonts w:ascii="Courier New" w:hAnsi="Courier New" w:cs="Courier New"/>
          <w:sz w:val="22"/>
        </w:rPr>
        <w:t>p</w:t>
      </w:r>
      <w:r w:rsidRPr="00663008">
        <w:rPr>
          <w:sz w:val="22"/>
        </w:rPr>
        <w:t xml:space="preserve"> par celle de </w:t>
      </w:r>
      <w:r w:rsidRPr="00663008">
        <w:rPr>
          <w:rFonts w:ascii="Courier New" w:hAnsi="Courier New" w:cs="Courier New"/>
          <w:sz w:val="22"/>
        </w:rPr>
        <w:t>y</w:t>
      </w:r>
    </w:p>
    <w:p w:rsidR="003E27E9" w:rsidRPr="00663008" w:rsidRDefault="003E27E9" w:rsidP="00856A3E">
      <w:pPr>
        <w:pStyle w:val="ListParagraph"/>
        <w:numPr>
          <w:ilvl w:val="0"/>
          <w:numId w:val="4"/>
        </w:numPr>
        <w:spacing w:after="0"/>
        <w:rPr>
          <w:sz w:val="22"/>
        </w:rPr>
      </w:pPr>
      <w:r w:rsidRPr="00663008">
        <w:rPr>
          <w:sz w:val="22"/>
        </w:rPr>
        <w:t xml:space="preserve">Elle multiplie la valeur de </w:t>
      </w:r>
      <w:r w:rsidRPr="00663008">
        <w:rPr>
          <w:rFonts w:ascii="Courier New" w:hAnsi="Courier New" w:cs="Courier New"/>
          <w:sz w:val="22"/>
        </w:rPr>
        <w:t>p</w:t>
      </w:r>
      <w:r w:rsidRPr="00663008">
        <w:rPr>
          <w:sz w:val="22"/>
        </w:rPr>
        <w:t xml:space="preserve"> par celle de </w:t>
      </w:r>
      <w:r w:rsidRPr="00663008">
        <w:rPr>
          <w:rFonts w:ascii="Courier New" w:hAnsi="Courier New" w:cs="Courier New"/>
          <w:sz w:val="22"/>
        </w:rPr>
        <w:t>y</w:t>
      </w:r>
      <w:r w:rsidRPr="00663008">
        <w:rPr>
          <w:sz w:val="22"/>
        </w:rPr>
        <w:t xml:space="preserve"> uniquement si </w:t>
      </w:r>
      <w:r w:rsidRPr="00663008">
        <w:rPr>
          <w:rFonts w:ascii="Courier New" w:hAnsi="Courier New" w:cs="Courier New"/>
          <w:sz w:val="22"/>
        </w:rPr>
        <w:t>e</w:t>
      </w:r>
      <w:r w:rsidRPr="00663008">
        <w:rPr>
          <w:sz w:val="22"/>
        </w:rPr>
        <w:t xml:space="preserve"> est impair</w:t>
      </w:r>
    </w:p>
    <w:p w:rsidR="003E27E9" w:rsidRPr="00663008" w:rsidRDefault="003E27E9" w:rsidP="00856A3E">
      <w:pPr>
        <w:pStyle w:val="ListParagraph"/>
        <w:numPr>
          <w:ilvl w:val="0"/>
          <w:numId w:val="4"/>
        </w:numPr>
        <w:spacing w:after="0"/>
        <w:rPr>
          <w:sz w:val="22"/>
        </w:rPr>
      </w:pPr>
      <w:r w:rsidRPr="00663008">
        <w:rPr>
          <w:sz w:val="22"/>
        </w:rPr>
        <w:t xml:space="preserve">Elle multiplie la valeur de </w:t>
      </w:r>
      <w:r w:rsidRPr="00663008">
        <w:rPr>
          <w:rFonts w:ascii="Courier New" w:hAnsi="Courier New" w:cs="Courier New"/>
          <w:sz w:val="22"/>
        </w:rPr>
        <w:t>p</w:t>
      </w:r>
      <w:r w:rsidRPr="00663008">
        <w:rPr>
          <w:sz w:val="22"/>
        </w:rPr>
        <w:t xml:space="preserve"> par celle de </w:t>
      </w:r>
      <w:r w:rsidRPr="00663008">
        <w:rPr>
          <w:rFonts w:ascii="Courier New" w:hAnsi="Courier New" w:cs="Courier New"/>
          <w:sz w:val="22"/>
        </w:rPr>
        <w:t>y</w:t>
      </w:r>
      <w:r w:rsidRPr="00663008">
        <w:rPr>
          <w:sz w:val="22"/>
        </w:rPr>
        <w:t xml:space="preserve"> uniquement si </w:t>
      </w:r>
      <w:r w:rsidRPr="00663008">
        <w:rPr>
          <w:rFonts w:ascii="Courier New" w:hAnsi="Courier New" w:cs="Courier New"/>
          <w:sz w:val="22"/>
        </w:rPr>
        <w:t>e</w:t>
      </w:r>
      <w:r w:rsidRPr="00663008">
        <w:rPr>
          <w:sz w:val="22"/>
        </w:rPr>
        <w:t xml:space="preserve"> est pair</w:t>
      </w:r>
    </w:p>
    <w:p w:rsidR="003E27E9" w:rsidRPr="00663008" w:rsidRDefault="003E27E9" w:rsidP="00856A3E">
      <w:pPr>
        <w:pStyle w:val="ListParagraph"/>
        <w:numPr>
          <w:ilvl w:val="0"/>
          <w:numId w:val="4"/>
        </w:numPr>
        <w:spacing w:after="0"/>
        <w:rPr>
          <w:sz w:val="22"/>
        </w:rPr>
      </w:pPr>
      <w:r w:rsidRPr="00663008">
        <w:rPr>
          <w:sz w:val="22"/>
        </w:rPr>
        <w:t>Aucune des réponses précédentes n’est correcte</w:t>
      </w:r>
    </w:p>
    <w:p w:rsidR="00CE0B53" w:rsidRPr="0066228B" w:rsidRDefault="00CE0B53" w:rsidP="00856A3E">
      <w:pPr>
        <w:spacing w:after="0"/>
        <w:rPr>
          <w:sz w:val="18"/>
        </w:rPr>
      </w:pPr>
    </w:p>
    <w:p w:rsidR="00856A3E" w:rsidRPr="00663008" w:rsidRDefault="00F71C22" w:rsidP="00856A3E">
      <w:pPr>
        <w:pStyle w:val="ListParagraph"/>
        <w:numPr>
          <w:ilvl w:val="0"/>
          <w:numId w:val="1"/>
        </w:numPr>
        <w:spacing w:after="0"/>
        <w:rPr>
          <w:sz w:val="22"/>
          <w:lang w:val="en-US"/>
        </w:rPr>
      </w:pPr>
      <w:r w:rsidRPr="00663008">
        <w:rPr>
          <w:sz w:val="22"/>
        </w:rPr>
        <w:t>Le programme</w:t>
      </w:r>
      <w:r w:rsidRPr="00663008">
        <w:rPr>
          <w:sz w:val="22"/>
          <w:lang w:val="en-US"/>
        </w:rPr>
        <w:t xml:space="preserve"> </w:t>
      </w:r>
      <w:r w:rsidRPr="00663008">
        <w:rPr>
          <w:rFonts w:ascii="Courier New" w:hAnsi="Courier New" w:cs="Courier New"/>
          <w:sz w:val="22"/>
          <w:lang w:val="en-US"/>
        </w:rPr>
        <w:t xml:space="preserve"> </w:t>
      </w:r>
    </w:p>
    <w:p w:rsidR="00856A3E" w:rsidRPr="00663008" w:rsidRDefault="00856A3E" w:rsidP="00856A3E">
      <w:pPr>
        <w:spacing w:after="0"/>
        <w:rPr>
          <w:rFonts w:ascii="Courier New" w:hAnsi="Courier New" w:cs="Courier New"/>
          <w:sz w:val="22"/>
          <w:lang w:val="en-US"/>
        </w:rPr>
      </w:pPr>
      <w:r w:rsidRPr="00663008">
        <w:rPr>
          <w:rFonts w:ascii="Courier New" w:hAnsi="Courier New" w:cs="Courier New"/>
          <w:sz w:val="22"/>
          <w:lang w:val="en-US"/>
        </w:rPr>
        <w:tab/>
        <w:t xml:space="preserve">int main() { </w:t>
      </w:r>
    </w:p>
    <w:p w:rsidR="00856A3E" w:rsidRPr="00663008" w:rsidRDefault="00856A3E" w:rsidP="00856A3E">
      <w:pPr>
        <w:spacing w:after="0"/>
        <w:rPr>
          <w:rFonts w:ascii="Courier New" w:hAnsi="Courier New" w:cs="Courier New"/>
          <w:sz w:val="22"/>
          <w:lang w:val="en-US"/>
        </w:rPr>
      </w:pPr>
      <w:r w:rsidRPr="00663008">
        <w:rPr>
          <w:rFonts w:ascii="Courier New" w:hAnsi="Courier New" w:cs="Courier New"/>
          <w:sz w:val="22"/>
          <w:lang w:val="en-US"/>
        </w:rPr>
        <w:tab/>
      </w:r>
      <w:r w:rsidRPr="00663008">
        <w:rPr>
          <w:rFonts w:ascii="Courier New" w:hAnsi="Courier New" w:cs="Courier New"/>
          <w:sz w:val="22"/>
          <w:lang w:val="en-US"/>
        </w:rPr>
        <w:tab/>
      </w:r>
      <w:r w:rsidR="00F71C22" w:rsidRPr="00663008">
        <w:rPr>
          <w:rFonts w:ascii="Courier New" w:hAnsi="Courier New" w:cs="Courier New"/>
          <w:sz w:val="22"/>
          <w:lang w:val="en-US"/>
        </w:rPr>
        <w:t>int i=0 ; while(i&lt;10)</w:t>
      </w:r>
      <w:r w:rsidRPr="00663008">
        <w:rPr>
          <w:rFonts w:ascii="Courier New" w:hAnsi="Courier New" w:cs="Courier New"/>
          <w:sz w:val="22"/>
          <w:lang w:val="en-US"/>
        </w:rPr>
        <w:t xml:space="preserve"> </w:t>
      </w:r>
      <w:r w:rsidR="00F71C22" w:rsidRPr="00663008">
        <w:rPr>
          <w:rFonts w:ascii="Courier New" w:hAnsi="Courier New" w:cs="Courier New"/>
          <w:sz w:val="22"/>
          <w:lang w:val="en-US"/>
        </w:rPr>
        <w:t>printf("%d</w:t>
      </w:r>
      <w:r w:rsidRPr="00663008">
        <w:rPr>
          <w:rFonts w:ascii="Courier New" w:hAnsi="Courier New" w:cs="Courier New"/>
          <w:sz w:val="22"/>
          <w:lang w:val="en-US"/>
        </w:rPr>
        <w:t xml:space="preserve"> ",i)</w:t>
      </w:r>
      <w:r w:rsidR="00F71C22" w:rsidRPr="00663008">
        <w:rPr>
          <w:rFonts w:ascii="Courier New" w:hAnsi="Courier New" w:cs="Courier New"/>
          <w:sz w:val="22"/>
          <w:lang w:val="en-US"/>
        </w:rPr>
        <w:t xml:space="preserve">; </w:t>
      </w:r>
      <w:r w:rsidRPr="00663008">
        <w:rPr>
          <w:rFonts w:ascii="Courier New" w:hAnsi="Courier New" w:cs="Courier New"/>
          <w:sz w:val="22"/>
          <w:lang w:val="en-US"/>
        </w:rPr>
        <w:t>i++</w:t>
      </w:r>
      <w:r w:rsidR="00F71C22" w:rsidRPr="00663008">
        <w:rPr>
          <w:rFonts w:ascii="Courier New" w:hAnsi="Courier New" w:cs="Courier New"/>
          <w:sz w:val="22"/>
          <w:lang w:val="en-US"/>
        </w:rPr>
        <w:t>;</w:t>
      </w:r>
    </w:p>
    <w:p w:rsidR="00F71C22" w:rsidRPr="00663008" w:rsidRDefault="00856A3E" w:rsidP="00856A3E">
      <w:pPr>
        <w:spacing w:after="0"/>
        <w:rPr>
          <w:sz w:val="22"/>
          <w:lang w:val="en-US"/>
        </w:rPr>
      </w:pPr>
      <w:r w:rsidRPr="00663008">
        <w:rPr>
          <w:rFonts w:ascii="Courier New" w:hAnsi="Courier New" w:cs="Courier New"/>
          <w:sz w:val="22"/>
          <w:lang w:val="en-US"/>
        </w:rPr>
        <w:t xml:space="preserve">     </w:t>
      </w:r>
      <w:r w:rsidR="00F71C22" w:rsidRPr="00663008">
        <w:rPr>
          <w:rFonts w:ascii="Courier New" w:hAnsi="Courier New" w:cs="Courier New"/>
          <w:sz w:val="22"/>
          <w:lang w:val="en-US"/>
        </w:rPr>
        <w:t>}</w:t>
      </w:r>
      <w:r w:rsidRPr="00663008">
        <w:rPr>
          <w:sz w:val="22"/>
          <w:lang w:val="en-US"/>
        </w:rPr>
        <w:t> </w:t>
      </w:r>
    </w:p>
    <w:p w:rsidR="00F71C22" w:rsidRPr="00663008" w:rsidRDefault="00F71C22" w:rsidP="000143E1">
      <w:pPr>
        <w:pStyle w:val="ListParagraph"/>
        <w:numPr>
          <w:ilvl w:val="0"/>
          <w:numId w:val="12"/>
        </w:numPr>
        <w:spacing w:after="0"/>
        <w:rPr>
          <w:sz w:val="22"/>
        </w:rPr>
      </w:pPr>
      <w:r w:rsidRPr="00663008">
        <w:rPr>
          <w:sz w:val="22"/>
        </w:rPr>
        <w:t>va afficher 9 nombres</w:t>
      </w:r>
    </w:p>
    <w:p w:rsidR="00F71C22" w:rsidRPr="00663008" w:rsidRDefault="00F71C22" w:rsidP="000143E1">
      <w:pPr>
        <w:pStyle w:val="ListParagraph"/>
        <w:numPr>
          <w:ilvl w:val="0"/>
          <w:numId w:val="12"/>
        </w:numPr>
        <w:spacing w:after="0"/>
        <w:rPr>
          <w:sz w:val="22"/>
        </w:rPr>
      </w:pPr>
      <w:r w:rsidRPr="00663008">
        <w:rPr>
          <w:sz w:val="22"/>
        </w:rPr>
        <w:t>va afficher 11 nombres</w:t>
      </w:r>
    </w:p>
    <w:p w:rsidR="00F71C22" w:rsidRPr="00663008" w:rsidRDefault="00F71C22" w:rsidP="000143E1">
      <w:pPr>
        <w:pStyle w:val="ListParagraph"/>
        <w:numPr>
          <w:ilvl w:val="0"/>
          <w:numId w:val="12"/>
        </w:numPr>
        <w:spacing w:after="0"/>
        <w:rPr>
          <w:sz w:val="22"/>
        </w:rPr>
      </w:pPr>
      <w:r w:rsidRPr="00663008">
        <w:rPr>
          <w:sz w:val="22"/>
        </w:rPr>
        <w:t>va afficher 10 nombres</w:t>
      </w:r>
    </w:p>
    <w:p w:rsidR="00F71C22" w:rsidRPr="00663008" w:rsidRDefault="00F71C22" w:rsidP="000143E1">
      <w:pPr>
        <w:pStyle w:val="ListParagraph"/>
        <w:numPr>
          <w:ilvl w:val="0"/>
          <w:numId w:val="12"/>
        </w:numPr>
        <w:spacing w:after="0"/>
        <w:rPr>
          <w:sz w:val="22"/>
        </w:rPr>
      </w:pPr>
      <w:r w:rsidRPr="00663008">
        <w:rPr>
          <w:sz w:val="22"/>
        </w:rPr>
        <w:t>va boucler indéfiniment</w:t>
      </w:r>
    </w:p>
    <w:p w:rsidR="00F71C22" w:rsidRPr="00663008" w:rsidRDefault="00F71C22" w:rsidP="000143E1">
      <w:pPr>
        <w:pStyle w:val="ListParagraph"/>
        <w:numPr>
          <w:ilvl w:val="0"/>
          <w:numId w:val="12"/>
        </w:numPr>
        <w:spacing w:after="0"/>
        <w:rPr>
          <w:sz w:val="22"/>
        </w:rPr>
      </w:pPr>
      <w:r w:rsidRPr="00663008">
        <w:rPr>
          <w:sz w:val="22"/>
        </w:rPr>
        <w:t>contient une erreur de syntaxe</w:t>
      </w:r>
    </w:p>
    <w:p w:rsidR="00F71C22" w:rsidRDefault="00F71C22" w:rsidP="000143E1">
      <w:pPr>
        <w:pStyle w:val="ListParagraph"/>
        <w:numPr>
          <w:ilvl w:val="0"/>
          <w:numId w:val="12"/>
        </w:numPr>
        <w:spacing w:after="0"/>
        <w:rPr>
          <w:sz w:val="22"/>
        </w:rPr>
      </w:pPr>
      <w:r w:rsidRPr="00663008">
        <w:rPr>
          <w:sz w:val="22"/>
        </w:rPr>
        <w:t>Aucune des réponses précédentes n’est correcte</w:t>
      </w:r>
    </w:p>
    <w:p w:rsidR="008209C0" w:rsidRPr="0066228B" w:rsidRDefault="008209C0" w:rsidP="00856A3E">
      <w:pPr>
        <w:spacing w:after="0"/>
        <w:rPr>
          <w:sz w:val="18"/>
        </w:rPr>
      </w:pPr>
    </w:p>
    <w:p w:rsidR="00A9225D" w:rsidRPr="00663008" w:rsidRDefault="00A9225D" w:rsidP="00A9225D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663008">
        <w:rPr>
          <w:sz w:val="22"/>
        </w:rPr>
        <w:t>Les instructions suivantes « </w:t>
      </w:r>
      <w:r w:rsidRPr="00663008">
        <w:rPr>
          <w:rFonts w:ascii="Courier New" w:hAnsi="Courier New" w:cs="Courier New"/>
          <w:sz w:val="22"/>
        </w:rPr>
        <w:t xml:space="preserve">if (h&gt;5 &amp;&amp; h&lt;=18) printf("Bonjour") ; </w:t>
      </w:r>
      <w:r w:rsidR="00F91801" w:rsidRPr="00663008">
        <w:rPr>
          <w:rFonts w:ascii="Courier New" w:hAnsi="Courier New" w:cs="Courier New"/>
          <w:sz w:val="22"/>
        </w:rPr>
        <w:br/>
      </w:r>
      <w:r w:rsidRPr="00663008">
        <w:rPr>
          <w:rFonts w:ascii="Courier New" w:hAnsi="Courier New" w:cs="Courier New"/>
          <w:sz w:val="22"/>
        </w:rPr>
        <w:t>else printf ("Bonsoir") ; }</w:t>
      </w:r>
      <w:r w:rsidRPr="00663008">
        <w:rPr>
          <w:sz w:val="22"/>
        </w:rPr>
        <w:t> »</w:t>
      </w:r>
    </w:p>
    <w:p w:rsidR="00A9225D" w:rsidRPr="00663008" w:rsidRDefault="00A9225D" w:rsidP="00A9225D">
      <w:pPr>
        <w:pStyle w:val="ListParagraph"/>
        <w:numPr>
          <w:ilvl w:val="0"/>
          <w:numId w:val="16"/>
        </w:numPr>
        <w:spacing w:after="0"/>
        <w:rPr>
          <w:sz w:val="22"/>
        </w:rPr>
      </w:pPr>
      <w:r w:rsidRPr="00663008">
        <w:rPr>
          <w:sz w:val="22"/>
        </w:rPr>
        <w:t xml:space="preserve">affichent toujours « Bonjour » </w:t>
      </w:r>
    </w:p>
    <w:p w:rsidR="00A9225D" w:rsidRPr="00663008" w:rsidRDefault="00A9225D" w:rsidP="00A9225D">
      <w:pPr>
        <w:pStyle w:val="ListParagraph"/>
        <w:numPr>
          <w:ilvl w:val="0"/>
          <w:numId w:val="16"/>
        </w:numPr>
        <w:spacing w:after="0"/>
        <w:rPr>
          <w:sz w:val="22"/>
        </w:rPr>
      </w:pPr>
      <w:r w:rsidRPr="00663008">
        <w:rPr>
          <w:sz w:val="22"/>
        </w:rPr>
        <w:t xml:space="preserve">affichent toujours « Bonsoir » </w:t>
      </w:r>
    </w:p>
    <w:p w:rsidR="00A9225D" w:rsidRPr="00663008" w:rsidRDefault="00A9225D" w:rsidP="00A9225D">
      <w:pPr>
        <w:pStyle w:val="ListParagraph"/>
        <w:numPr>
          <w:ilvl w:val="0"/>
          <w:numId w:val="16"/>
        </w:numPr>
        <w:spacing w:after="0"/>
        <w:rPr>
          <w:sz w:val="22"/>
        </w:rPr>
      </w:pPr>
      <w:r w:rsidRPr="00663008">
        <w:rPr>
          <w:sz w:val="22"/>
        </w:rPr>
        <w:t xml:space="preserve">affichent « Bonjour » si la valeur de </w:t>
      </w:r>
      <w:r w:rsidRPr="00663008">
        <w:rPr>
          <w:rFonts w:ascii="Courier New" w:hAnsi="Courier New" w:cs="Courier New"/>
          <w:sz w:val="22"/>
        </w:rPr>
        <w:t>h</w:t>
      </w:r>
      <w:r w:rsidRPr="00663008">
        <w:rPr>
          <w:sz w:val="22"/>
        </w:rPr>
        <w:t xml:space="preserve"> est égale à 5</w:t>
      </w:r>
    </w:p>
    <w:p w:rsidR="00F91801" w:rsidRPr="00663008" w:rsidRDefault="00F91801" w:rsidP="00F91801">
      <w:pPr>
        <w:pStyle w:val="ListParagraph"/>
        <w:numPr>
          <w:ilvl w:val="0"/>
          <w:numId w:val="16"/>
        </w:numPr>
        <w:spacing w:after="0"/>
        <w:rPr>
          <w:sz w:val="22"/>
        </w:rPr>
      </w:pPr>
      <w:r w:rsidRPr="00663008">
        <w:rPr>
          <w:sz w:val="22"/>
        </w:rPr>
        <w:t xml:space="preserve">affichent « Bonsoir » uniquement si </w:t>
      </w:r>
      <w:r w:rsidRPr="00663008">
        <w:rPr>
          <w:rFonts w:ascii="Courier New" w:hAnsi="Courier New" w:cs="Courier New"/>
          <w:sz w:val="22"/>
        </w:rPr>
        <w:t>h</w:t>
      </w:r>
      <w:r w:rsidRPr="00663008">
        <w:rPr>
          <w:sz w:val="22"/>
        </w:rPr>
        <w:t xml:space="preserve"> est inférieur à 5 ou si </w:t>
      </w:r>
      <w:r w:rsidRPr="00663008">
        <w:rPr>
          <w:rFonts w:ascii="Courier New" w:hAnsi="Courier New" w:cs="Courier New"/>
          <w:sz w:val="22"/>
        </w:rPr>
        <w:t>h</w:t>
      </w:r>
      <w:r w:rsidRPr="00663008">
        <w:rPr>
          <w:sz w:val="22"/>
        </w:rPr>
        <w:t xml:space="preserve"> est supérieur ou égale à 18</w:t>
      </w:r>
    </w:p>
    <w:p w:rsidR="00A9225D" w:rsidRDefault="00A9225D" w:rsidP="00A9225D">
      <w:pPr>
        <w:pStyle w:val="ListParagraph"/>
        <w:numPr>
          <w:ilvl w:val="0"/>
          <w:numId w:val="16"/>
        </w:numPr>
        <w:spacing w:after="0"/>
        <w:rPr>
          <w:sz w:val="22"/>
        </w:rPr>
      </w:pPr>
      <w:r w:rsidRPr="00663008">
        <w:rPr>
          <w:sz w:val="22"/>
        </w:rPr>
        <w:t>Aucune des réponses précédentes n’est correcte</w:t>
      </w:r>
    </w:p>
    <w:p w:rsidR="008209C0" w:rsidRPr="0066228B" w:rsidRDefault="008209C0" w:rsidP="00A9225D">
      <w:pPr>
        <w:spacing w:after="0"/>
        <w:rPr>
          <w:sz w:val="18"/>
        </w:rPr>
      </w:pPr>
    </w:p>
    <w:p w:rsidR="004E3156" w:rsidRPr="00663008" w:rsidRDefault="004E3156" w:rsidP="004E3156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663008">
        <w:rPr>
          <w:sz w:val="22"/>
        </w:rPr>
        <w:t>L’instruction « </w:t>
      </w:r>
      <w:r w:rsidRPr="00663008">
        <w:rPr>
          <w:rFonts w:ascii="Courier New" w:hAnsi="Courier New" w:cs="Courier New"/>
          <w:sz w:val="22"/>
        </w:rPr>
        <w:t>if (a%2 == 0) printf("bonjour") ;</w:t>
      </w:r>
      <w:r w:rsidRPr="00663008">
        <w:rPr>
          <w:sz w:val="22"/>
        </w:rPr>
        <w:t> »</w:t>
      </w:r>
    </w:p>
    <w:p w:rsidR="004E3156" w:rsidRPr="00663008" w:rsidRDefault="004E3156" w:rsidP="004E3156">
      <w:pPr>
        <w:pStyle w:val="ListParagraph"/>
        <w:numPr>
          <w:ilvl w:val="0"/>
          <w:numId w:val="21"/>
        </w:numPr>
        <w:spacing w:after="0"/>
        <w:rPr>
          <w:sz w:val="22"/>
        </w:rPr>
      </w:pPr>
      <w:r w:rsidRPr="00663008">
        <w:rPr>
          <w:sz w:val="22"/>
        </w:rPr>
        <w:t>contient une erreur de syntaxe</w:t>
      </w:r>
    </w:p>
    <w:p w:rsidR="004E3156" w:rsidRPr="00663008" w:rsidRDefault="004E3156" w:rsidP="004E3156">
      <w:pPr>
        <w:pStyle w:val="ListParagraph"/>
        <w:numPr>
          <w:ilvl w:val="0"/>
          <w:numId w:val="21"/>
        </w:numPr>
        <w:spacing w:after="0"/>
        <w:rPr>
          <w:sz w:val="22"/>
        </w:rPr>
      </w:pPr>
      <w:r w:rsidRPr="00663008">
        <w:rPr>
          <w:sz w:val="22"/>
        </w:rPr>
        <w:t xml:space="preserve">n’affiche rien, quelque soit la valeur de </w:t>
      </w:r>
      <w:r w:rsidRPr="00663008">
        <w:rPr>
          <w:rFonts w:ascii="Courier New" w:hAnsi="Courier New" w:cs="Courier New"/>
          <w:sz w:val="22"/>
        </w:rPr>
        <w:t>a</w:t>
      </w:r>
    </w:p>
    <w:p w:rsidR="004E3156" w:rsidRPr="00663008" w:rsidRDefault="004E3156" w:rsidP="004E3156">
      <w:pPr>
        <w:pStyle w:val="ListParagraph"/>
        <w:numPr>
          <w:ilvl w:val="0"/>
          <w:numId w:val="21"/>
        </w:numPr>
        <w:spacing w:after="0"/>
        <w:rPr>
          <w:sz w:val="22"/>
        </w:rPr>
      </w:pPr>
      <w:r w:rsidRPr="00663008">
        <w:rPr>
          <w:sz w:val="22"/>
        </w:rPr>
        <w:t xml:space="preserve">affiche « bonjour » quand </w:t>
      </w:r>
      <w:r w:rsidRPr="00663008">
        <w:rPr>
          <w:rFonts w:ascii="Courier New" w:hAnsi="Courier New" w:cs="Courier New"/>
          <w:sz w:val="22"/>
        </w:rPr>
        <w:t>a</w:t>
      </w:r>
      <w:r w:rsidRPr="00663008">
        <w:rPr>
          <w:sz w:val="22"/>
        </w:rPr>
        <w:t xml:space="preserve"> est un entier impair</w:t>
      </w:r>
    </w:p>
    <w:p w:rsidR="004E3156" w:rsidRPr="00663008" w:rsidRDefault="004E3156" w:rsidP="004E3156">
      <w:pPr>
        <w:pStyle w:val="ListParagraph"/>
        <w:numPr>
          <w:ilvl w:val="0"/>
          <w:numId w:val="21"/>
        </w:numPr>
        <w:spacing w:after="0"/>
        <w:rPr>
          <w:sz w:val="22"/>
        </w:rPr>
      </w:pPr>
      <w:r w:rsidRPr="00663008">
        <w:rPr>
          <w:sz w:val="22"/>
        </w:rPr>
        <w:t xml:space="preserve">affiche « bonjour » quand </w:t>
      </w:r>
      <w:r w:rsidRPr="00663008">
        <w:rPr>
          <w:rFonts w:ascii="Courier New" w:hAnsi="Courier New" w:cs="Courier New"/>
          <w:sz w:val="22"/>
        </w:rPr>
        <w:t>a</w:t>
      </w:r>
      <w:r w:rsidRPr="00663008">
        <w:rPr>
          <w:sz w:val="22"/>
        </w:rPr>
        <w:t xml:space="preserve"> est un entier pair</w:t>
      </w:r>
    </w:p>
    <w:p w:rsidR="008209C0" w:rsidRDefault="004E3156" w:rsidP="00C01D03">
      <w:pPr>
        <w:pStyle w:val="ListParagraph"/>
        <w:numPr>
          <w:ilvl w:val="0"/>
          <w:numId w:val="21"/>
        </w:numPr>
        <w:spacing w:after="0"/>
        <w:rPr>
          <w:sz w:val="22"/>
        </w:rPr>
      </w:pPr>
      <w:r w:rsidRPr="00663008">
        <w:rPr>
          <w:sz w:val="22"/>
        </w:rPr>
        <w:t>Aucune des réponses précédentes n’est correcte</w:t>
      </w:r>
    </w:p>
    <w:p w:rsidR="0066228B" w:rsidRDefault="0066228B" w:rsidP="0066228B">
      <w:pPr>
        <w:spacing w:after="0"/>
        <w:rPr>
          <w:sz w:val="18"/>
        </w:rPr>
      </w:pPr>
    </w:p>
    <w:p w:rsidR="009D7D3B" w:rsidRPr="0066228B" w:rsidRDefault="009D7D3B" w:rsidP="0066228B">
      <w:pPr>
        <w:spacing w:after="0"/>
        <w:rPr>
          <w:sz w:val="18"/>
        </w:rPr>
      </w:pPr>
    </w:p>
    <w:p w:rsidR="00C01D03" w:rsidRPr="00663008" w:rsidRDefault="00C01D03" w:rsidP="00C01D03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663008">
        <w:rPr>
          <w:sz w:val="22"/>
        </w:rPr>
        <w:lastRenderedPageBreak/>
        <w:t xml:space="preserve">L’opérateur </w:t>
      </w:r>
      <w:r w:rsidRPr="00663008">
        <w:rPr>
          <w:rFonts w:ascii="Courier New" w:hAnsi="Courier New" w:cs="Courier New"/>
          <w:sz w:val="22"/>
        </w:rPr>
        <w:t>==</w:t>
      </w:r>
      <w:r w:rsidRPr="00663008">
        <w:rPr>
          <w:sz w:val="22"/>
        </w:rPr>
        <w:t xml:space="preserve"> permet en langage C de :</w:t>
      </w:r>
    </w:p>
    <w:p w:rsidR="00C01D03" w:rsidRPr="00663008" w:rsidRDefault="00C01D03" w:rsidP="00C01D03">
      <w:pPr>
        <w:pStyle w:val="ListParagraph"/>
        <w:numPr>
          <w:ilvl w:val="0"/>
          <w:numId w:val="17"/>
        </w:numPr>
        <w:spacing w:after="0"/>
        <w:rPr>
          <w:sz w:val="22"/>
        </w:rPr>
      </w:pPr>
      <w:r w:rsidRPr="00663008">
        <w:rPr>
          <w:sz w:val="22"/>
        </w:rPr>
        <w:t>réaliser une affectation</w:t>
      </w:r>
    </w:p>
    <w:p w:rsidR="00C01D03" w:rsidRPr="00663008" w:rsidRDefault="00C01D03" w:rsidP="00C01D03">
      <w:pPr>
        <w:pStyle w:val="ListParagraph"/>
        <w:numPr>
          <w:ilvl w:val="0"/>
          <w:numId w:val="17"/>
        </w:numPr>
        <w:spacing w:after="0"/>
        <w:rPr>
          <w:sz w:val="22"/>
        </w:rPr>
      </w:pPr>
      <w:r w:rsidRPr="00663008">
        <w:rPr>
          <w:sz w:val="22"/>
        </w:rPr>
        <w:t>tester une égalité</w:t>
      </w:r>
    </w:p>
    <w:p w:rsidR="00C01D03" w:rsidRPr="00663008" w:rsidRDefault="00C01D03" w:rsidP="00C01D03">
      <w:pPr>
        <w:pStyle w:val="ListParagraph"/>
        <w:numPr>
          <w:ilvl w:val="0"/>
          <w:numId w:val="17"/>
        </w:numPr>
        <w:spacing w:after="0"/>
        <w:rPr>
          <w:sz w:val="22"/>
        </w:rPr>
      </w:pPr>
      <w:r w:rsidRPr="00663008">
        <w:rPr>
          <w:sz w:val="22"/>
        </w:rPr>
        <w:t>comparer deux variables</w:t>
      </w:r>
    </w:p>
    <w:p w:rsidR="00C01D03" w:rsidRPr="00663008" w:rsidRDefault="00C01D03" w:rsidP="00C01D03">
      <w:pPr>
        <w:pStyle w:val="ListParagraph"/>
        <w:numPr>
          <w:ilvl w:val="0"/>
          <w:numId w:val="17"/>
        </w:numPr>
        <w:spacing w:after="0"/>
        <w:rPr>
          <w:sz w:val="22"/>
        </w:rPr>
      </w:pPr>
      <w:r w:rsidRPr="00663008">
        <w:rPr>
          <w:sz w:val="22"/>
        </w:rPr>
        <w:t xml:space="preserve">convertir un </w:t>
      </w:r>
      <w:r w:rsidRPr="00663008">
        <w:rPr>
          <w:rFonts w:ascii="Courier New" w:hAnsi="Courier New" w:cs="Courier New"/>
          <w:sz w:val="22"/>
        </w:rPr>
        <w:t>int</w:t>
      </w:r>
      <w:r w:rsidRPr="00663008">
        <w:rPr>
          <w:sz w:val="22"/>
        </w:rPr>
        <w:t xml:space="preserve"> en </w:t>
      </w:r>
      <w:r w:rsidRPr="00663008">
        <w:rPr>
          <w:rFonts w:ascii="Courier New" w:hAnsi="Courier New" w:cs="Courier New"/>
          <w:sz w:val="22"/>
        </w:rPr>
        <w:t>float</w:t>
      </w:r>
    </w:p>
    <w:p w:rsidR="000143E1" w:rsidRPr="00663008" w:rsidRDefault="00C01D03" w:rsidP="00C01D03">
      <w:pPr>
        <w:pStyle w:val="ListParagraph"/>
        <w:numPr>
          <w:ilvl w:val="0"/>
          <w:numId w:val="17"/>
        </w:numPr>
        <w:spacing w:after="0"/>
        <w:rPr>
          <w:sz w:val="22"/>
        </w:rPr>
      </w:pPr>
      <w:r w:rsidRPr="00663008">
        <w:rPr>
          <w:sz w:val="22"/>
        </w:rPr>
        <w:t>Aucune des réponses précédentes n’est correcte</w:t>
      </w:r>
    </w:p>
    <w:p w:rsidR="008209C0" w:rsidRPr="009D7D3B" w:rsidRDefault="008209C0" w:rsidP="00C01D03">
      <w:pPr>
        <w:spacing w:after="0"/>
        <w:rPr>
          <w:sz w:val="18"/>
        </w:rPr>
      </w:pPr>
    </w:p>
    <w:p w:rsidR="00C01D03" w:rsidRPr="008209C0" w:rsidRDefault="00C01D03" w:rsidP="00C01D03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8209C0">
        <w:rPr>
          <w:sz w:val="22"/>
        </w:rPr>
        <w:t xml:space="preserve">Le programme </w:t>
      </w:r>
      <w:r w:rsidR="009956F9" w:rsidRPr="008209C0">
        <w:rPr>
          <w:sz w:val="22"/>
        </w:rPr>
        <w:t>« </w:t>
      </w:r>
      <w:r w:rsidRPr="008209C0">
        <w:rPr>
          <w:rFonts w:ascii="Courier New" w:hAnsi="Courier New" w:cs="Courier New"/>
          <w:sz w:val="22"/>
        </w:rPr>
        <w:t xml:space="preserve">int main(){ int b=5, x=12, z ; z = (2+5*x+4)/b-3 ; printf ("%d",z); } </w:t>
      </w:r>
      <w:r w:rsidR="009956F9" w:rsidRPr="008209C0">
        <w:rPr>
          <w:sz w:val="22"/>
        </w:rPr>
        <w:t>» a</w:t>
      </w:r>
      <w:r w:rsidRPr="008209C0">
        <w:rPr>
          <w:sz w:val="22"/>
        </w:rPr>
        <w:t>ffiche la valeur :</w:t>
      </w:r>
    </w:p>
    <w:p w:rsidR="00C01D03" w:rsidRPr="008209C0" w:rsidRDefault="00C01D03" w:rsidP="00C01D03">
      <w:pPr>
        <w:pStyle w:val="ListParagraph"/>
        <w:numPr>
          <w:ilvl w:val="0"/>
          <w:numId w:val="19"/>
        </w:numPr>
        <w:spacing w:after="0"/>
        <w:rPr>
          <w:sz w:val="22"/>
        </w:rPr>
      </w:pPr>
      <w:r w:rsidRPr="008209C0">
        <w:rPr>
          <w:sz w:val="22"/>
        </w:rPr>
        <w:t>10</w:t>
      </w:r>
    </w:p>
    <w:p w:rsidR="00C01D03" w:rsidRPr="008209C0" w:rsidRDefault="00C01D03" w:rsidP="00C01D03">
      <w:pPr>
        <w:pStyle w:val="ListParagraph"/>
        <w:numPr>
          <w:ilvl w:val="0"/>
          <w:numId w:val="19"/>
        </w:numPr>
        <w:spacing w:after="0"/>
        <w:rPr>
          <w:sz w:val="22"/>
        </w:rPr>
      </w:pPr>
      <w:r w:rsidRPr="008209C0">
        <w:rPr>
          <w:sz w:val="22"/>
        </w:rPr>
        <w:t>10.2</w:t>
      </w:r>
    </w:p>
    <w:p w:rsidR="00C01D03" w:rsidRPr="008209C0" w:rsidRDefault="00C01D03" w:rsidP="00C01D03">
      <w:pPr>
        <w:pStyle w:val="ListParagraph"/>
        <w:numPr>
          <w:ilvl w:val="0"/>
          <w:numId w:val="19"/>
        </w:numPr>
        <w:spacing w:after="0"/>
        <w:rPr>
          <w:sz w:val="22"/>
        </w:rPr>
      </w:pPr>
      <w:r w:rsidRPr="008209C0">
        <w:rPr>
          <w:sz w:val="22"/>
        </w:rPr>
        <w:t>17</w:t>
      </w:r>
    </w:p>
    <w:p w:rsidR="00C01D03" w:rsidRPr="008209C0" w:rsidRDefault="00C01D03" w:rsidP="00C01D03">
      <w:pPr>
        <w:pStyle w:val="ListParagraph"/>
        <w:numPr>
          <w:ilvl w:val="0"/>
          <w:numId w:val="19"/>
        </w:numPr>
        <w:spacing w:after="0"/>
        <w:rPr>
          <w:sz w:val="22"/>
        </w:rPr>
      </w:pPr>
      <w:r w:rsidRPr="008209C0">
        <w:rPr>
          <w:sz w:val="22"/>
        </w:rPr>
        <w:t>17.6</w:t>
      </w:r>
    </w:p>
    <w:p w:rsidR="00C01D03" w:rsidRDefault="00C01D03" w:rsidP="00C01D03">
      <w:pPr>
        <w:pStyle w:val="ListParagraph"/>
        <w:numPr>
          <w:ilvl w:val="0"/>
          <w:numId w:val="19"/>
        </w:numPr>
        <w:spacing w:after="0"/>
        <w:rPr>
          <w:sz w:val="22"/>
        </w:rPr>
      </w:pPr>
      <w:r w:rsidRPr="008209C0">
        <w:rPr>
          <w:sz w:val="22"/>
        </w:rPr>
        <w:t>Aucune des réponses précédentes n’est correcte</w:t>
      </w:r>
    </w:p>
    <w:p w:rsidR="0066228B" w:rsidRPr="009D7D3B" w:rsidRDefault="0066228B" w:rsidP="0066228B">
      <w:pPr>
        <w:spacing w:after="0"/>
        <w:rPr>
          <w:sz w:val="18"/>
        </w:rPr>
      </w:pPr>
    </w:p>
    <w:p w:rsidR="004E3156" w:rsidRPr="00663008" w:rsidRDefault="004E3156" w:rsidP="00240681">
      <w:pPr>
        <w:pStyle w:val="ListParagraph"/>
        <w:numPr>
          <w:ilvl w:val="0"/>
          <w:numId w:val="1"/>
        </w:numPr>
        <w:spacing w:before="120" w:after="0"/>
        <w:ind w:left="357" w:hanging="357"/>
        <w:rPr>
          <w:sz w:val="22"/>
        </w:rPr>
      </w:pPr>
      <w:r w:rsidRPr="00663008">
        <w:rPr>
          <w:sz w:val="22"/>
        </w:rPr>
        <w:t xml:space="preserve">Quelle sera la valeur de </w:t>
      </w:r>
      <w:r w:rsidRPr="00663008">
        <w:rPr>
          <w:rFonts w:ascii="Courier New" w:hAnsi="Courier New" w:cs="Courier New"/>
          <w:sz w:val="22"/>
        </w:rPr>
        <w:t>j</w:t>
      </w:r>
      <w:r w:rsidRPr="00663008">
        <w:rPr>
          <w:sz w:val="22"/>
        </w:rPr>
        <w:t xml:space="preserve"> après l’exécution du bloc d’instructions suivant :</w:t>
      </w:r>
    </w:p>
    <w:p w:rsidR="004E3156" w:rsidRPr="00663008" w:rsidRDefault="004E3156" w:rsidP="0033761C">
      <w:pPr>
        <w:pStyle w:val="ListParagraph"/>
        <w:spacing w:after="0" w:line="240" w:lineRule="auto"/>
        <w:ind w:left="357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>j = 0;</w:t>
      </w:r>
    </w:p>
    <w:p w:rsidR="004E3156" w:rsidRPr="00663008" w:rsidRDefault="004E3156" w:rsidP="0033761C">
      <w:pPr>
        <w:pStyle w:val="ListParagraph"/>
        <w:spacing w:after="0" w:line="240" w:lineRule="auto"/>
        <w:ind w:left="357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>switch (i) {</w:t>
      </w:r>
    </w:p>
    <w:p w:rsidR="004E3156" w:rsidRPr="00663008" w:rsidRDefault="004E3156" w:rsidP="0033761C">
      <w:pPr>
        <w:pStyle w:val="ListParagraph"/>
        <w:spacing w:after="0" w:line="240" w:lineRule="auto"/>
        <w:ind w:left="357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ab/>
        <w:t>case 3:</w:t>
      </w:r>
    </w:p>
    <w:p w:rsidR="004E3156" w:rsidRPr="00663008" w:rsidRDefault="004E3156" w:rsidP="0033761C">
      <w:pPr>
        <w:pStyle w:val="ListParagraph"/>
        <w:spacing w:after="0" w:line="240" w:lineRule="auto"/>
        <w:ind w:left="357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ab/>
      </w:r>
      <w:r w:rsidRPr="00663008">
        <w:rPr>
          <w:rFonts w:ascii="Courier New" w:hAnsi="Courier New" w:cs="Courier New"/>
          <w:sz w:val="22"/>
        </w:rPr>
        <w:tab/>
        <w:t>j++;</w:t>
      </w:r>
    </w:p>
    <w:p w:rsidR="004E3156" w:rsidRPr="00663008" w:rsidRDefault="004E3156" w:rsidP="0033761C">
      <w:pPr>
        <w:pStyle w:val="ListParagraph"/>
        <w:spacing w:after="0" w:line="240" w:lineRule="auto"/>
        <w:ind w:left="357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ab/>
        <w:t>case 2:</w:t>
      </w:r>
    </w:p>
    <w:p w:rsidR="004E3156" w:rsidRPr="00663008" w:rsidRDefault="00655877" w:rsidP="0033761C">
      <w:pPr>
        <w:pStyle w:val="ListParagraph"/>
        <w:spacing w:after="0" w:line="240" w:lineRule="auto"/>
        <w:ind w:left="357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ab/>
      </w:r>
      <w:r w:rsidRPr="00663008">
        <w:rPr>
          <w:rFonts w:ascii="Courier New" w:hAnsi="Courier New" w:cs="Courier New"/>
          <w:sz w:val="22"/>
        </w:rPr>
        <w:tab/>
        <w:t>j</w:t>
      </w:r>
      <w:r w:rsidR="004E3156" w:rsidRPr="00663008">
        <w:rPr>
          <w:rFonts w:ascii="Courier New" w:hAnsi="Courier New" w:cs="Courier New"/>
          <w:sz w:val="22"/>
        </w:rPr>
        <w:t>+</w:t>
      </w:r>
      <w:r w:rsidRPr="00663008">
        <w:rPr>
          <w:rFonts w:ascii="Courier New" w:hAnsi="Courier New" w:cs="Courier New"/>
          <w:sz w:val="22"/>
        </w:rPr>
        <w:t>=2</w:t>
      </w:r>
      <w:r w:rsidR="004E3156" w:rsidRPr="00663008">
        <w:rPr>
          <w:rFonts w:ascii="Courier New" w:hAnsi="Courier New" w:cs="Courier New"/>
          <w:sz w:val="22"/>
        </w:rPr>
        <w:t>;</w:t>
      </w:r>
    </w:p>
    <w:p w:rsidR="004E3156" w:rsidRPr="00663008" w:rsidRDefault="004E3156" w:rsidP="0033761C">
      <w:pPr>
        <w:pStyle w:val="ListParagraph"/>
        <w:spacing w:after="0" w:line="240" w:lineRule="auto"/>
        <w:ind w:left="357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ab/>
        <w:t>case 1:</w:t>
      </w:r>
    </w:p>
    <w:p w:rsidR="004E3156" w:rsidRPr="00663008" w:rsidRDefault="00655877" w:rsidP="0033761C">
      <w:pPr>
        <w:pStyle w:val="ListParagraph"/>
        <w:spacing w:after="0" w:line="240" w:lineRule="auto"/>
        <w:ind w:left="357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ab/>
      </w:r>
      <w:r w:rsidRPr="00663008">
        <w:rPr>
          <w:rFonts w:ascii="Courier New" w:hAnsi="Courier New" w:cs="Courier New"/>
          <w:sz w:val="22"/>
        </w:rPr>
        <w:tab/>
        <w:t>j</w:t>
      </w:r>
      <w:r w:rsidR="00781CB5">
        <w:rPr>
          <w:rFonts w:ascii="Courier New" w:hAnsi="Courier New" w:cs="Courier New"/>
          <w:sz w:val="22"/>
        </w:rPr>
        <w:t>+</w:t>
      </w:r>
      <w:r w:rsidRPr="00663008">
        <w:rPr>
          <w:rFonts w:ascii="Courier New" w:hAnsi="Courier New" w:cs="Courier New"/>
          <w:sz w:val="22"/>
        </w:rPr>
        <w:t>=3</w:t>
      </w:r>
      <w:r w:rsidR="004E3156" w:rsidRPr="00663008">
        <w:rPr>
          <w:rFonts w:ascii="Courier New" w:hAnsi="Courier New" w:cs="Courier New"/>
          <w:sz w:val="22"/>
        </w:rPr>
        <w:t>;</w:t>
      </w:r>
    </w:p>
    <w:p w:rsidR="004E3156" w:rsidRPr="00663008" w:rsidRDefault="004E3156" w:rsidP="0033761C">
      <w:pPr>
        <w:pStyle w:val="ListParagraph"/>
        <w:spacing w:after="0" w:line="240" w:lineRule="auto"/>
        <w:ind w:left="357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>}</w:t>
      </w:r>
    </w:p>
    <w:p w:rsidR="00C01D03" w:rsidRPr="00663008" w:rsidRDefault="004E3156" w:rsidP="004E3156">
      <w:pPr>
        <w:pStyle w:val="ListParagraph"/>
        <w:numPr>
          <w:ilvl w:val="0"/>
          <w:numId w:val="22"/>
        </w:numPr>
        <w:spacing w:after="0"/>
        <w:rPr>
          <w:sz w:val="22"/>
        </w:rPr>
      </w:pPr>
      <w:r w:rsidRPr="00663008">
        <w:rPr>
          <w:sz w:val="22"/>
        </w:rPr>
        <w:t xml:space="preserve">3 si i=3, 2 si i=2, 1 si i=1 </w:t>
      </w:r>
    </w:p>
    <w:p w:rsidR="00C01D03" w:rsidRPr="00663008" w:rsidRDefault="004E3156" w:rsidP="004E3156">
      <w:pPr>
        <w:pStyle w:val="ListParagraph"/>
        <w:numPr>
          <w:ilvl w:val="0"/>
          <w:numId w:val="22"/>
        </w:numPr>
        <w:spacing w:after="0"/>
        <w:rPr>
          <w:sz w:val="22"/>
        </w:rPr>
      </w:pPr>
      <w:r w:rsidRPr="00663008">
        <w:rPr>
          <w:sz w:val="22"/>
        </w:rPr>
        <w:t>1 si i=3, 2 si i=2, 1 si i=3</w:t>
      </w:r>
    </w:p>
    <w:p w:rsidR="00C01D03" w:rsidRPr="00663008" w:rsidRDefault="004E3156" w:rsidP="004E3156">
      <w:pPr>
        <w:pStyle w:val="ListParagraph"/>
        <w:numPr>
          <w:ilvl w:val="0"/>
          <w:numId w:val="22"/>
        </w:numPr>
        <w:spacing w:after="0"/>
        <w:rPr>
          <w:sz w:val="22"/>
        </w:rPr>
      </w:pPr>
      <w:r w:rsidRPr="00663008">
        <w:rPr>
          <w:sz w:val="22"/>
        </w:rPr>
        <w:t>6 si i=3, 5 si i=2, 3 si i=1</w:t>
      </w:r>
    </w:p>
    <w:p w:rsidR="00C01D03" w:rsidRPr="00663008" w:rsidRDefault="004E3156" w:rsidP="004E3156">
      <w:pPr>
        <w:pStyle w:val="ListParagraph"/>
        <w:numPr>
          <w:ilvl w:val="0"/>
          <w:numId w:val="22"/>
        </w:numPr>
        <w:spacing w:after="0"/>
        <w:rPr>
          <w:sz w:val="22"/>
        </w:rPr>
      </w:pPr>
      <w:r w:rsidRPr="00663008">
        <w:rPr>
          <w:sz w:val="22"/>
        </w:rPr>
        <w:t>6 quelque soit la valeur de i</w:t>
      </w:r>
    </w:p>
    <w:p w:rsidR="00240681" w:rsidRDefault="00C01D03" w:rsidP="00C01D03">
      <w:pPr>
        <w:pStyle w:val="ListParagraph"/>
        <w:numPr>
          <w:ilvl w:val="0"/>
          <w:numId w:val="22"/>
        </w:numPr>
        <w:spacing w:after="0"/>
        <w:rPr>
          <w:sz w:val="22"/>
        </w:rPr>
      </w:pPr>
      <w:r w:rsidRPr="00663008">
        <w:rPr>
          <w:sz w:val="22"/>
        </w:rPr>
        <w:t>Aucune des réponses précédentes n’est correcte</w:t>
      </w:r>
    </w:p>
    <w:p w:rsidR="0033761C" w:rsidRPr="0066228B" w:rsidRDefault="0033761C" w:rsidP="0033761C">
      <w:pPr>
        <w:spacing w:after="0"/>
        <w:rPr>
          <w:sz w:val="16"/>
        </w:rPr>
      </w:pPr>
    </w:p>
    <w:p w:rsidR="004E3156" w:rsidRPr="008209C0" w:rsidRDefault="004E3156" w:rsidP="0033761C">
      <w:pPr>
        <w:pStyle w:val="ListParagraph"/>
        <w:numPr>
          <w:ilvl w:val="0"/>
          <w:numId w:val="1"/>
        </w:numPr>
        <w:spacing w:before="120" w:after="0"/>
        <w:ind w:left="357" w:hanging="357"/>
        <w:rPr>
          <w:sz w:val="22"/>
        </w:rPr>
      </w:pPr>
      <w:r w:rsidRPr="008209C0">
        <w:rPr>
          <w:sz w:val="22"/>
        </w:rPr>
        <w:t>L</w:t>
      </w:r>
      <w:r w:rsidR="009956F9" w:rsidRPr="008209C0">
        <w:rPr>
          <w:sz w:val="22"/>
        </w:rPr>
        <w:t xml:space="preserve">’instruction «  </w:t>
      </w:r>
      <w:r w:rsidRPr="008209C0">
        <w:rPr>
          <w:rFonts w:ascii="Courier New" w:hAnsi="Courier New" w:cs="Courier New"/>
          <w:sz w:val="22"/>
        </w:rPr>
        <w:t>i</w:t>
      </w:r>
      <w:r w:rsidR="009956F9" w:rsidRPr="008209C0">
        <w:rPr>
          <w:rFonts w:ascii="Courier New" w:hAnsi="Courier New" w:cs="Courier New"/>
          <w:sz w:val="22"/>
        </w:rPr>
        <w:t xml:space="preserve">f (size=0) i++ ; else i--; </w:t>
      </w:r>
      <w:r w:rsidR="009956F9" w:rsidRPr="008209C0">
        <w:rPr>
          <w:rFonts w:cs="Times New Roman"/>
          <w:sz w:val="22"/>
        </w:rPr>
        <w:t>»</w:t>
      </w:r>
    </w:p>
    <w:p w:rsidR="004E3156" w:rsidRPr="008209C0" w:rsidRDefault="004E3156" w:rsidP="009956F9">
      <w:pPr>
        <w:pStyle w:val="ListParagraph"/>
        <w:numPr>
          <w:ilvl w:val="0"/>
          <w:numId w:val="23"/>
        </w:numPr>
        <w:spacing w:after="0"/>
        <w:rPr>
          <w:sz w:val="22"/>
        </w:rPr>
      </w:pPr>
      <w:r w:rsidRPr="008209C0">
        <w:rPr>
          <w:sz w:val="22"/>
        </w:rPr>
        <w:t xml:space="preserve">contient une erreur </w:t>
      </w:r>
    </w:p>
    <w:p w:rsidR="004E3156" w:rsidRPr="008209C0" w:rsidRDefault="009956F9" w:rsidP="009956F9">
      <w:pPr>
        <w:pStyle w:val="ListParagraph"/>
        <w:numPr>
          <w:ilvl w:val="0"/>
          <w:numId w:val="23"/>
        </w:numPr>
        <w:spacing w:after="0"/>
        <w:rPr>
          <w:sz w:val="22"/>
        </w:rPr>
      </w:pPr>
      <w:r w:rsidRPr="008209C0">
        <w:rPr>
          <w:sz w:val="22"/>
        </w:rPr>
        <w:t>incrémente la variable i si size est positif</w:t>
      </w:r>
    </w:p>
    <w:p w:rsidR="004E3156" w:rsidRPr="008209C0" w:rsidRDefault="009956F9" w:rsidP="009956F9">
      <w:pPr>
        <w:pStyle w:val="ListParagraph"/>
        <w:numPr>
          <w:ilvl w:val="0"/>
          <w:numId w:val="23"/>
        </w:numPr>
        <w:spacing w:after="0"/>
        <w:rPr>
          <w:sz w:val="22"/>
        </w:rPr>
      </w:pPr>
      <w:r w:rsidRPr="008209C0">
        <w:rPr>
          <w:sz w:val="22"/>
        </w:rPr>
        <w:t>décrémente la variable i si size est négatif</w:t>
      </w:r>
    </w:p>
    <w:p w:rsidR="00EE0F40" w:rsidRPr="008209C0" w:rsidRDefault="00EE0F40" w:rsidP="00EE0F40">
      <w:pPr>
        <w:pStyle w:val="ListParagraph"/>
        <w:numPr>
          <w:ilvl w:val="0"/>
          <w:numId w:val="23"/>
        </w:numPr>
        <w:spacing w:after="0"/>
        <w:rPr>
          <w:sz w:val="22"/>
        </w:rPr>
      </w:pPr>
      <w:r w:rsidRPr="008209C0">
        <w:rPr>
          <w:sz w:val="22"/>
        </w:rPr>
        <w:t>incrémente la variable i si size est différent de 0</w:t>
      </w:r>
    </w:p>
    <w:p w:rsidR="00240681" w:rsidRDefault="009956F9" w:rsidP="00240681">
      <w:pPr>
        <w:pStyle w:val="ListParagraph"/>
        <w:numPr>
          <w:ilvl w:val="0"/>
          <w:numId w:val="23"/>
        </w:numPr>
        <w:spacing w:after="0"/>
        <w:rPr>
          <w:sz w:val="22"/>
        </w:rPr>
      </w:pPr>
      <w:r w:rsidRPr="008209C0">
        <w:rPr>
          <w:sz w:val="22"/>
        </w:rPr>
        <w:t>décrémente la variable i si size est différent de 0</w:t>
      </w:r>
    </w:p>
    <w:p w:rsidR="0066228B" w:rsidRPr="0066228B" w:rsidRDefault="0066228B" w:rsidP="0033761C">
      <w:pPr>
        <w:spacing w:after="0"/>
        <w:rPr>
          <w:sz w:val="18"/>
        </w:rPr>
      </w:pPr>
    </w:p>
    <w:p w:rsidR="00EE0F40" w:rsidRPr="00663008" w:rsidRDefault="00EE0F40" w:rsidP="00EE0F40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663008">
        <w:rPr>
          <w:sz w:val="22"/>
        </w:rPr>
        <w:t xml:space="preserve">Le programme </w:t>
      </w:r>
    </w:p>
    <w:p w:rsidR="00EE0F40" w:rsidRPr="00663008" w:rsidRDefault="00EE0F40" w:rsidP="0033761C">
      <w:pPr>
        <w:pStyle w:val="ListParagraph"/>
        <w:spacing w:after="0" w:line="240" w:lineRule="auto"/>
        <w:ind w:left="357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 xml:space="preserve">int main () </w:t>
      </w:r>
      <w:r w:rsidR="00663008">
        <w:rPr>
          <w:rFonts w:ascii="Courier New" w:hAnsi="Courier New" w:cs="Courier New"/>
          <w:sz w:val="22"/>
        </w:rPr>
        <w:t xml:space="preserve"> </w:t>
      </w:r>
      <w:r w:rsidRPr="00663008">
        <w:rPr>
          <w:rFonts w:ascii="Courier New" w:hAnsi="Courier New" w:cs="Courier New"/>
          <w:sz w:val="22"/>
        </w:rPr>
        <w:t>{</w:t>
      </w:r>
    </w:p>
    <w:p w:rsidR="00EE0F40" w:rsidRPr="00663008" w:rsidRDefault="00EE0F40" w:rsidP="0033761C">
      <w:pPr>
        <w:pStyle w:val="ListParagraph"/>
        <w:spacing w:after="0" w:line="240" w:lineRule="auto"/>
        <w:ind w:left="357" w:firstLine="348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>int ASCII;</w:t>
      </w:r>
    </w:p>
    <w:p w:rsidR="00EE0F40" w:rsidRPr="00663008" w:rsidRDefault="00EE0F40" w:rsidP="0033761C">
      <w:pPr>
        <w:pStyle w:val="ListParagraph"/>
        <w:spacing w:after="0" w:line="240" w:lineRule="auto"/>
        <w:ind w:left="357" w:firstLine="348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>ascii = getchar() ;</w:t>
      </w:r>
    </w:p>
    <w:p w:rsidR="008209C0" w:rsidRDefault="00EE0F40" w:rsidP="0033761C">
      <w:pPr>
        <w:pStyle w:val="ListParagraph"/>
        <w:spacing w:after="0" w:line="240" w:lineRule="auto"/>
        <w:ind w:left="357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 xml:space="preserve">  printf ("%d\n", ascii);</w:t>
      </w:r>
      <w:r w:rsidR="00663008">
        <w:rPr>
          <w:rFonts w:ascii="Courier New" w:hAnsi="Courier New" w:cs="Courier New"/>
          <w:sz w:val="22"/>
        </w:rPr>
        <w:t xml:space="preserve">  </w:t>
      </w:r>
    </w:p>
    <w:p w:rsidR="00EE0F40" w:rsidRPr="00663008" w:rsidRDefault="00EE0F40" w:rsidP="0033761C">
      <w:pPr>
        <w:pStyle w:val="ListParagraph"/>
        <w:spacing w:after="0" w:line="240" w:lineRule="auto"/>
        <w:ind w:left="357"/>
        <w:rPr>
          <w:rFonts w:ascii="Courier New" w:hAnsi="Courier New" w:cs="Courier New"/>
          <w:sz w:val="22"/>
        </w:rPr>
      </w:pPr>
      <w:r w:rsidRPr="00663008">
        <w:rPr>
          <w:rFonts w:ascii="Courier New" w:hAnsi="Courier New" w:cs="Courier New"/>
          <w:sz w:val="22"/>
        </w:rPr>
        <w:t>}</w:t>
      </w:r>
    </w:p>
    <w:p w:rsidR="00EE0F40" w:rsidRPr="00663008" w:rsidRDefault="00EE0F40" w:rsidP="00EE0F40">
      <w:pPr>
        <w:pStyle w:val="ListParagraph"/>
        <w:numPr>
          <w:ilvl w:val="0"/>
          <w:numId w:val="25"/>
        </w:numPr>
        <w:spacing w:after="0"/>
        <w:rPr>
          <w:sz w:val="22"/>
        </w:rPr>
      </w:pPr>
      <w:r w:rsidRPr="00663008">
        <w:rPr>
          <w:sz w:val="22"/>
        </w:rPr>
        <w:t>contient une erreur</w:t>
      </w:r>
    </w:p>
    <w:p w:rsidR="00EE0F40" w:rsidRPr="00663008" w:rsidRDefault="00EE0F40" w:rsidP="00EE0F40">
      <w:pPr>
        <w:pStyle w:val="ListParagraph"/>
        <w:numPr>
          <w:ilvl w:val="0"/>
          <w:numId w:val="25"/>
        </w:numPr>
        <w:spacing w:after="0"/>
        <w:rPr>
          <w:sz w:val="22"/>
        </w:rPr>
      </w:pPr>
      <w:r w:rsidRPr="00663008">
        <w:rPr>
          <w:sz w:val="22"/>
        </w:rPr>
        <w:t>va afficher le code ASCII du caractère fourni par l’utilisateur</w:t>
      </w:r>
    </w:p>
    <w:p w:rsidR="00EE0F40" w:rsidRPr="00663008" w:rsidRDefault="00EE0F40" w:rsidP="00EE0F40">
      <w:pPr>
        <w:pStyle w:val="ListParagraph"/>
        <w:numPr>
          <w:ilvl w:val="0"/>
          <w:numId w:val="25"/>
        </w:numPr>
        <w:spacing w:after="0"/>
        <w:rPr>
          <w:sz w:val="22"/>
        </w:rPr>
      </w:pPr>
      <w:r w:rsidRPr="00663008">
        <w:rPr>
          <w:sz w:val="22"/>
        </w:rPr>
        <w:t>va afficher le caractère fourni par l’utilisateur</w:t>
      </w:r>
    </w:p>
    <w:p w:rsidR="00EE0F40" w:rsidRPr="00663008" w:rsidRDefault="00EE0F40" w:rsidP="00EE0F40">
      <w:pPr>
        <w:pStyle w:val="ListParagraph"/>
        <w:numPr>
          <w:ilvl w:val="0"/>
          <w:numId w:val="25"/>
        </w:numPr>
        <w:spacing w:after="0"/>
        <w:rPr>
          <w:sz w:val="22"/>
        </w:rPr>
      </w:pPr>
      <w:r w:rsidRPr="00663008">
        <w:rPr>
          <w:sz w:val="22"/>
        </w:rPr>
        <w:t>Aucune des réponses précédentes n’est correcte</w:t>
      </w:r>
    </w:p>
    <w:p w:rsidR="00972E58" w:rsidRDefault="00972E58" w:rsidP="00972E58">
      <w:pPr>
        <w:pStyle w:val="Heading1"/>
      </w:pPr>
      <w:r>
        <w:lastRenderedPageBreak/>
        <w:t xml:space="preserve">Partie II </w:t>
      </w:r>
    </w:p>
    <w:p w:rsidR="00972E58" w:rsidRDefault="00972E58" w:rsidP="00972E58">
      <w:pPr>
        <w:spacing w:after="0"/>
        <w:rPr>
          <w:i/>
        </w:rPr>
      </w:pPr>
      <w:r w:rsidRPr="003E27E9">
        <w:rPr>
          <w:i/>
        </w:rPr>
        <w:t>Q</w:t>
      </w:r>
      <w:r>
        <w:rPr>
          <w:i/>
        </w:rPr>
        <w:t xml:space="preserve">uestions à </w:t>
      </w:r>
      <w:r w:rsidR="00486E6A">
        <w:rPr>
          <w:i/>
        </w:rPr>
        <w:t>lacunes</w:t>
      </w:r>
      <w:r w:rsidRPr="003E27E9">
        <w:rPr>
          <w:i/>
        </w:rPr>
        <w:t xml:space="preserve"> : </w:t>
      </w:r>
      <w:r w:rsidR="009363B0">
        <w:rPr>
          <w:i/>
        </w:rPr>
        <w:t>recopiez</w:t>
      </w:r>
      <w:r w:rsidR="0033761C" w:rsidRPr="0033761C">
        <w:rPr>
          <w:i/>
        </w:rPr>
        <w:t xml:space="preserve"> </w:t>
      </w:r>
      <w:r w:rsidR="0033761C">
        <w:rPr>
          <w:i/>
        </w:rPr>
        <w:t xml:space="preserve">sur votre copie, de manière </w:t>
      </w:r>
      <w:r w:rsidR="0033761C" w:rsidRPr="009363B0">
        <w:rPr>
          <w:i/>
          <w:u w:val="single"/>
        </w:rPr>
        <w:t>claire et lisible</w:t>
      </w:r>
      <w:r w:rsidR="0033761C">
        <w:rPr>
          <w:i/>
        </w:rPr>
        <w:t>,</w:t>
      </w:r>
      <w:r w:rsidR="002A6118">
        <w:rPr>
          <w:i/>
        </w:rPr>
        <w:t xml:space="preserve"> </w:t>
      </w:r>
      <w:r w:rsidR="009363B0">
        <w:rPr>
          <w:i/>
        </w:rPr>
        <w:t xml:space="preserve">le </w:t>
      </w:r>
      <w:r w:rsidR="009363B0" w:rsidRPr="009363B0">
        <w:rPr>
          <w:i/>
          <w:u w:val="single"/>
        </w:rPr>
        <w:t>n° de la ligne</w:t>
      </w:r>
      <w:r w:rsidR="009363B0">
        <w:rPr>
          <w:i/>
        </w:rPr>
        <w:t xml:space="preserve"> (indiqué à gauche de la ligne de code) suivi de </w:t>
      </w:r>
      <w:r w:rsidR="009363B0" w:rsidRPr="009363B0">
        <w:rPr>
          <w:i/>
          <w:u w:val="single"/>
        </w:rPr>
        <w:t>toute la ligne</w:t>
      </w:r>
      <w:r w:rsidR="009363B0">
        <w:rPr>
          <w:i/>
        </w:rPr>
        <w:t xml:space="preserve"> avec</w:t>
      </w:r>
      <w:r w:rsidR="009744A5">
        <w:rPr>
          <w:i/>
        </w:rPr>
        <w:t xml:space="preserve"> </w:t>
      </w:r>
      <w:r w:rsidR="002A6118">
        <w:rPr>
          <w:i/>
        </w:rPr>
        <w:t>l</w:t>
      </w:r>
      <w:r w:rsidR="009363B0">
        <w:rPr>
          <w:i/>
        </w:rPr>
        <w:t>es</w:t>
      </w:r>
      <w:r w:rsidR="002A6118">
        <w:rPr>
          <w:i/>
        </w:rPr>
        <w:t xml:space="preserve"> </w:t>
      </w:r>
      <w:r w:rsidR="002A6118" w:rsidRPr="009363B0">
        <w:rPr>
          <w:i/>
          <w:u w:val="single"/>
        </w:rPr>
        <w:t>lacune</w:t>
      </w:r>
      <w:r w:rsidR="009363B0" w:rsidRPr="009363B0">
        <w:rPr>
          <w:i/>
          <w:u w:val="single"/>
        </w:rPr>
        <w:t>s</w:t>
      </w:r>
      <w:r w:rsidR="0033761C" w:rsidRPr="009363B0">
        <w:rPr>
          <w:i/>
          <w:u w:val="single"/>
        </w:rPr>
        <w:t xml:space="preserve"> </w:t>
      </w:r>
      <w:r w:rsidR="009363B0" w:rsidRPr="009363B0">
        <w:rPr>
          <w:i/>
          <w:u w:val="single"/>
        </w:rPr>
        <w:t>remplies</w:t>
      </w:r>
      <w:r w:rsidR="009363B0">
        <w:rPr>
          <w:i/>
        </w:rPr>
        <w:t xml:space="preserve"> </w:t>
      </w:r>
      <w:r w:rsidR="0033761C">
        <w:rPr>
          <w:i/>
        </w:rPr>
        <w:t>dans l’ordre</w:t>
      </w:r>
      <w:r>
        <w:rPr>
          <w:i/>
        </w:rPr>
        <w:t>.</w:t>
      </w:r>
      <w:r w:rsidRPr="00972E58">
        <w:rPr>
          <w:i/>
        </w:rPr>
        <w:t xml:space="preserve"> </w:t>
      </w:r>
      <w:r w:rsidR="009363B0">
        <w:rPr>
          <w:i/>
        </w:rPr>
        <w:t xml:space="preserve">Recopiez uniquement les lignes contenant les lacunes. Les copies illisibles seront </w:t>
      </w:r>
      <w:r w:rsidR="0066228B">
        <w:rPr>
          <w:i/>
        </w:rPr>
        <w:t>annulées</w:t>
      </w:r>
      <w:r w:rsidR="009363B0">
        <w:rPr>
          <w:i/>
        </w:rPr>
        <w:t xml:space="preserve">. </w:t>
      </w:r>
    </w:p>
    <w:p w:rsidR="00972E58" w:rsidRDefault="00972E58" w:rsidP="00972E58">
      <w:pPr>
        <w:spacing w:after="0"/>
        <w:rPr>
          <w:i/>
        </w:rPr>
      </w:pPr>
      <w:r>
        <w:rPr>
          <w:i/>
        </w:rPr>
        <w:t xml:space="preserve">Points : </w:t>
      </w:r>
      <w:r w:rsidR="0033761C">
        <w:rPr>
          <w:i/>
        </w:rPr>
        <w:t>2</w:t>
      </w:r>
      <w:r w:rsidR="00496D56">
        <w:rPr>
          <w:i/>
        </w:rPr>
        <w:t xml:space="preserve"> </w:t>
      </w:r>
    </w:p>
    <w:p w:rsidR="009D5C6D" w:rsidRDefault="009D5C6D" w:rsidP="00C01D03">
      <w:pPr>
        <w:spacing w:after="0"/>
      </w:pPr>
    </w:p>
    <w:p w:rsidR="00972E58" w:rsidRPr="00663008" w:rsidRDefault="00972E58" w:rsidP="00972E58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663008">
        <w:rPr>
          <w:sz w:val="22"/>
        </w:rPr>
        <w:t xml:space="preserve">Remplissez </w:t>
      </w:r>
      <w:r w:rsidR="00663008" w:rsidRPr="00663008">
        <w:rPr>
          <w:sz w:val="22"/>
        </w:rPr>
        <w:t>les lacunes soulignées dans le programme ci-dessous :</w:t>
      </w:r>
    </w:p>
    <w:tbl>
      <w:tblPr>
        <w:tblStyle w:val="TableGrid"/>
        <w:tblW w:w="0" w:type="auto"/>
        <w:tblInd w:w="108" w:type="dxa"/>
        <w:tblLook w:val="04A0"/>
      </w:tblPr>
      <w:tblGrid>
        <w:gridCol w:w="1418"/>
        <w:gridCol w:w="7988"/>
      </w:tblGrid>
      <w:tr w:rsidR="009744A5" w:rsidRPr="00663008" w:rsidTr="009363B0">
        <w:tc>
          <w:tcPr>
            <w:tcW w:w="1418" w:type="dxa"/>
          </w:tcPr>
          <w:p w:rsidR="009744A5" w:rsidRDefault="009363B0" w:rsidP="009744A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 </w:t>
            </w:r>
          </w:p>
          <w:p w:rsidR="009363B0" w:rsidRDefault="009363B0" w:rsidP="009744A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363B0" w:rsidRDefault="009363B0" w:rsidP="009744A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  <w:p w:rsidR="009363B0" w:rsidRDefault="009363B0" w:rsidP="009744A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  <w:p w:rsidR="009363B0" w:rsidRDefault="009363B0" w:rsidP="009744A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  <w:p w:rsidR="009363B0" w:rsidRDefault="009363B0" w:rsidP="009744A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  <w:p w:rsidR="009363B0" w:rsidRDefault="009363B0" w:rsidP="009744A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  <w:p w:rsidR="009363B0" w:rsidRDefault="009363B0" w:rsidP="009744A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  <w:p w:rsidR="009363B0" w:rsidRDefault="009363B0" w:rsidP="009744A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  <w:p w:rsidR="009363B0" w:rsidRDefault="009363B0" w:rsidP="009363B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  <w:p w:rsidR="009363B0" w:rsidRDefault="009363B0" w:rsidP="009363B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</w:p>
          <w:p w:rsidR="009363B0" w:rsidRDefault="009363B0" w:rsidP="009363B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  <w:p w:rsidR="009363B0" w:rsidRDefault="009363B0" w:rsidP="009363B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</w:p>
          <w:p w:rsidR="009363B0" w:rsidRDefault="009363B0" w:rsidP="009363B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</w:t>
            </w:r>
          </w:p>
          <w:p w:rsidR="009363B0" w:rsidRDefault="009363B0" w:rsidP="009363B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  <w:p w:rsidR="009363B0" w:rsidRDefault="009363B0" w:rsidP="009363B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</w:t>
            </w:r>
          </w:p>
          <w:p w:rsidR="009363B0" w:rsidRDefault="009363B0" w:rsidP="009363B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</w:t>
            </w:r>
          </w:p>
          <w:p w:rsidR="009363B0" w:rsidRPr="00663008" w:rsidRDefault="009363B0" w:rsidP="009363B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</w:t>
            </w:r>
          </w:p>
        </w:tc>
        <w:tc>
          <w:tcPr>
            <w:tcW w:w="7988" w:type="dxa"/>
          </w:tcPr>
          <w:p w:rsidR="009744A5" w:rsidRPr="00663008" w:rsidRDefault="009744A5" w:rsidP="00D929E6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>#include &lt;stdio.h&gt;</w:t>
            </w:r>
          </w:p>
          <w:p w:rsidR="009744A5" w:rsidRPr="00663008" w:rsidRDefault="009744A5" w:rsidP="00D929E6">
            <w:pPr>
              <w:rPr>
                <w:rFonts w:ascii="Courier New" w:hAnsi="Courier New" w:cs="Courier New"/>
              </w:rPr>
            </w:pPr>
          </w:p>
          <w:p w:rsidR="009744A5" w:rsidRPr="00663008" w:rsidRDefault="009744A5" w:rsidP="00D929E6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>int main ()</w:t>
            </w:r>
          </w:p>
          <w:p w:rsidR="009744A5" w:rsidRPr="00663008" w:rsidRDefault="009744A5" w:rsidP="00D929E6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>{</w:t>
            </w:r>
          </w:p>
          <w:p w:rsidR="009744A5" w:rsidRPr="00663008" w:rsidRDefault="009744A5" w:rsidP="00D929E6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 </w:t>
            </w:r>
            <w:r w:rsidRPr="00663008">
              <w:rPr>
                <w:rFonts w:ascii="Courier New" w:hAnsi="Courier New" w:cs="Courier New"/>
              </w:rPr>
              <w:t xml:space="preserve"> float x,y,t;</w:t>
            </w:r>
          </w:p>
          <w:p w:rsidR="009744A5" w:rsidRPr="00663008" w:rsidRDefault="009744A5" w:rsidP="00D929E6">
            <w:pPr>
              <w:rPr>
                <w:rFonts w:ascii="Courier New" w:hAnsi="Courier New" w:cs="Courier New"/>
              </w:rPr>
            </w:pPr>
          </w:p>
          <w:p w:rsidR="009744A5" w:rsidRPr="00663008" w:rsidRDefault="009744A5" w:rsidP="00D929E6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 xml:space="preserve">   printf ("Entrez x : ");</w:t>
            </w:r>
          </w:p>
          <w:p w:rsidR="009744A5" w:rsidRPr="00663008" w:rsidRDefault="009744A5" w:rsidP="00D929E6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 xml:space="preserve">   </w:t>
            </w:r>
            <w:r>
              <w:rPr>
                <w:rFonts w:ascii="Courier New" w:hAnsi="Courier New" w:cs="Courier New"/>
              </w:rPr>
              <w:t>______</w:t>
            </w:r>
            <w:r w:rsidRPr="00663008">
              <w:rPr>
                <w:rFonts w:ascii="Courier New" w:hAnsi="Courier New" w:cs="Courier New"/>
              </w:rPr>
              <w:t xml:space="preserve"> ("</w:t>
            </w:r>
            <w:r>
              <w:rPr>
                <w:rFonts w:ascii="Courier New" w:hAnsi="Courier New" w:cs="Courier New"/>
              </w:rPr>
              <w:t>___</w:t>
            </w:r>
            <w:r w:rsidRPr="00663008">
              <w:rPr>
                <w:rFonts w:ascii="Courier New" w:hAnsi="Courier New" w:cs="Courier New"/>
              </w:rPr>
              <w:t>", &amp;x);</w:t>
            </w:r>
          </w:p>
          <w:p w:rsidR="009744A5" w:rsidRPr="00663008" w:rsidRDefault="009744A5" w:rsidP="00D929E6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 xml:space="preserve">   printf ("Entrez y : ");</w:t>
            </w:r>
          </w:p>
          <w:p w:rsidR="009744A5" w:rsidRPr="00663008" w:rsidRDefault="009744A5" w:rsidP="00D929E6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 xml:space="preserve">   </w:t>
            </w:r>
            <w:r>
              <w:rPr>
                <w:rFonts w:ascii="Courier New" w:hAnsi="Courier New" w:cs="Courier New"/>
              </w:rPr>
              <w:t>______ ("___</w:t>
            </w:r>
            <w:r w:rsidRPr="00663008">
              <w:rPr>
                <w:rFonts w:ascii="Courier New" w:hAnsi="Courier New" w:cs="Courier New"/>
              </w:rPr>
              <w:t>", &amp;y);</w:t>
            </w:r>
          </w:p>
          <w:p w:rsidR="009744A5" w:rsidRPr="00663008" w:rsidRDefault="009744A5" w:rsidP="00D929E6">
            <w:pPr>
              <w:rPr>
                <w:rFonts w:ascii="Courier New" w:hAnsi="Courier New" w:cs="Courier New"/>
              </w:rPr>
            </w:pPr>
          </w:p>
          <w:p w:rsidR="009744A5" w:rsidRPr="00663008" w:rsidRDefault="009744A5" w:rsidP="00D929E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if (x&lt;</w:t>
            </w:r>
            <w:r w:rsidRPr="00663008">
              <w:rPr>
                <w:rFonts w:ascii="Courier New" w:hAnsi="Courier New" w:cs="Courier New"/>
              </w:rPr>
              <w:t>y) {</w:t>
            </w:r>
          </w:p>
          <w:p w:rsidR="009744A5" w:rsidRPr="00663008" w:rsidRDefault="009744A5" w:rsidP="00D929E6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 xml:space="preserve">      t = </w:t>
            </w:r>
            <w:r>
              <w:rPr>
                <w:rFonts w:ascii="Courier New" w:hAnsi="Courier New" w:cs="Courier New"/>
              </w:rPr>
              <w:t>____</w:t>
            </w:r>
            <w:r w:rsidRPr="00663008">
              <w:rPr>
                <w:rFonts w:ascii="Courier New" w:hAnsi="Courier New" w:cs="Courier New"/>
              </w:rPr>
              <w:t>;</w:t>
            </w:r>
          </w:p>
          <w:p w:rsidR="009744A5" w:rsidRPr="00663008" w:rsidRDefault="009744A5" w:rsidP="00D929E6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 xml:space="preserve">      x = y;</w:t>
            </w:r>
          </w:p>
          <w:p w:rsidR="009744A5" w:rsidRPr="00663008" w:rsidRDefault="009744A5" w:rsidP="00D929E6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 xml:space="preserve">      y = </w:t>
            </w:r>
            <w:r>
              <w:rPr>
                <w:rFonts w:ascii="Courier New" w:hAnsi="Courier New" w:cs="Courier New"/>
              </w:rPr>
              <w:t>____</w:t>
            </w:r>
            <w:r w:rsidRPr="00663008">
              <w:rPr>
                <w:rFonts w:ascii="Courier New" w:hAnsi="Courier New" w:cs="Courier New"/>
              </w:rPr>
              <w:t>;</w:t>
            </w:r>
          </w:p>
          <w:p w:rsidR="009744A5" w:rsidRPr="00663008" w:rsidRDefault="009744A5" w:rsidP="00D929E6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 xml:space="preserve">   }</w:t>
            </w:r>
          </w:p>
          <w:p w:rsidR="009744A5" w:rsidRPr="00663008" w:rsidRDefault="009744A5" w:rsidP="00D929E6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 xml:space="preserve">   printf </w:t>
            </w:r>
            <w:r>
              <w:rPr>
                <w:rFonts w:ascii="Courier New" w:hAnsi="Courier New" w:cs="Courier New"/>
              </w:rPr>
              <w:t>(</w:t>
            </w:r>
            <w:r w:rsidRPr="004E0590">
              <w:rPr>
                <w:rFonts w:ascii="Courier New" w:hAnsi="Courier New" w:cs="Courier New"/>
              </w:rPr>
              <w:t>"Ecart : %f", (x-y)</w:t>
            </w:r>
            <w:r>
              <w:rPr>
                <w:rFonts w:ascii="Courier New" w:hAnsi="Courier New" w:cs="Courier New"/>
              </w:rPr>
              <w:t>)</w:t>
            </w:r>
            <w:r w:rsidRPr="00663008">
              <w:rPr>
                <w:rFonts w:ascii="Courier New" w:hAnsi="Courier New" w:cs="Courier New"/>
              </w:rPr>
              <w:t>;</w:t>
            </w:r>
          </w:p>
          <w:p w:rsidR="009744A5" w:rsidRPr="00663008" w:rsidRDefault="009744A5" w:rsidP="00D929E6">
            <w:pPr>
              <w:rPr>
                <w:rFonts w:ascii="Courier New" w:hAnsi="Courier New" w:cs="Courier New"/>
              </w:rPr>
            </w:pPr>
            <w:r w:rsidRPr="00663008">
              <w:rPr>
                <w:rFonts w:ascii="Courier New" w:hAnsi="Courier New" w:cs="Courier New"/>
              </w:rPr>
              <w:t>}</w:t>
            </w:r>
          </w:p>
        </w:tc>
      </w:tr>
    </w:tbl>
    <w:p w:rsidR="0033761C" w:rsidRDefault="0033761C" w:rsidP="00567272">
      <w:pPr>
        <w:pBdr>
          <w:bottom w:val="single" w:sz="6" w:space="1" w:color="auto"/>
        </w:pBdr>
        <w:spacing w:after="0"/>
        <w:rPr>
          <w:lang w:val="en-US"/>
        </w:rPr>
      </w:pPr>
    </w:p>
    <w:p w:rsidR="00B16DF8" w:rsidRDefault="0033761C" w:rsidP="00B16DF8">
      <w:pPr>
        <w:pStyle w:val="Heading1"/>
      </w:pPr>
      <w:r>
        <w:t>Partie III</w:t>
      </w:r>
    </w:p>
    <w:p w:rsidR="00B16DF8" w:rsidRDefault="00DA2EE2" w:rsidP="00B16DF8">
      <w:pPr>
        <w:spacing w:after="0"/>
        <w:rPr>
          <w:i/>
        </w:rPr>
      </w:pPr>
      <w:r>
        <w:rPr>
          <w:i/>
        </w:rPr>
        <w:t>Traces</w:t>
      </w:r>
      <w:r w:rsidR="00B16DF8" w:rsidRPr="003E27E9">
        <w:rPr>
          <w:i/>
        </w:rPr>
        <w:t xml:space="preserve"> : </w:t>
      </w:r>
      <w:r w:rsidR="0033761C">
        <w:rPr>
          <w:i/>
        </w:rPr>
        <w:t>R</w:t>
      </w:r>
      <w:r w:rsidR="002A6118">
        <w:rPr>
          <w:i/>
        </w:rPr>
        <w:t>éalisez la</w:t>
      </w:r>
      <w:r>
        <w:rPr>
          <w:i/>
        </w:rPr>
        <w:t xml:space="preserve"> trace</w:t>
      </w:r>
      <w:r w:rsidR="002A6118">
        <w:rPr>
          <w:i/>
        </w:rPr>
        <w:t xml:space="preserve"> d’exécution </w:t>
      </w:r>
      <w:r>
        <w:rPr>
          <w:i/>
        </w:rPr>
        <w:t>des programmes indiqués</w:t>
      </w:r>
      <w:r w:rsidR="0033761C">
        <w:rPr>
          <w:i/>
        </w:rPr>
        <w:t xml:space="preserve"> sur votre copie. Ecrivez de manière claire et lisible </w:t>
      </w:r>
      <w:r w:rsidR="0066228B">
        <w:rPr>
          <w:i/>
        </w:rPr>
        <w:t xml:space="preserve">selon le modèle ci-dessous </w:t>
      </w:r>
      <w:r w:rsidR="0033761C">
        <w:rPr>
          <w:i/>
        </w:rPr>
        <w:t xml:space="preserve">(questions illisibles seront </w:t>
      </w:r>
      <w:r w:rsidR="00D929E6">
        <w:rPr>
          <w:i/>
        </w:rPr>
        <w:t>annulées</w:t>
      </w:r>
      <w:r w:rsidR="0033761C">
        <w:rPr>
          <w:i/>
        </w:rPr>
        <w:t>)</w:t>
      </w:r>
      <w:r w:rsidR="00B16DF8">
        <w:rPr>
          <w:i/>
        </w:rPr>
        <w:t xml:space="preserve">. </w:t>
      </w:r>
    </w:p>
    <w:tbl>
      <w:tblPr>
        <w:tblStyle w:val="TableGrid"/>
        <w:tblW w:w="0" w:type="auto"/>
        <w:tblLook w:val="04A0"/>
      </w:tblPr>
      <w:tblGrid>
        <w:gridCol w:w="3794"/>
        <w:gridCol w:w="1701"/>
        <w:gridCol w:w="1701"/>
        <w:gridCol w:w="2242"/>
      </w:tblGrid>
      <w:tr w:rsidR="0066228B" w:rsidRPr="0066228B" w:rsidTr="0066228B">
        <w:tc>
          <w:tcPr>
            <w:tcW w:w="3794" w:type="dxa"/>
            <w:tcBorders>
              <w:left w:val="nil"/>
              <w:bottom w:val="single" w:sz="18" w:space="0" w:color="auto"/>
            </w:tcBorders>
          </w:tcPr>
          <w:p w:rsidR="0066228B" w:rsidRPr="0066228B" w:rsidRDefault="0066228B" w:rsidP="0066228B">
            <w:pPr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66228B">
              <w:rPr>
                <w:i/>
              </w:rPr>
              <w:t>Question 12)</w:t>
            </w:r>
            <w:r>
              <w:rPr>
                <w:i/>
              </w:rPr>
              <w:t xml:space="preserve">  </w:t>
            </w:r>
            <w:r w:rsidRPr="0066228B">
              <w:rPr>
                <w:i/>
              </w:rPr>
              <w:t>Pont d’observation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66228B" w:rsidRPr="0066228B" w:rsidRDefault="0066228B" w:rsidP="0066228B">
            <w:pPr>
              <w:jc w:val="center"/>
              <w:rPr>
                <w:i/>
              </w:rPr>
            </w:pPr>
            <w:r w:rsidRPr="0066228B">
              <w:rPr>
                <w:i/>
              </w:rPr>
              <w:t>Variable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66228B" w:rsidRPr="0066228B" w:rsidRDefault="0066228B" w:rsidP="0066228B">
            <w:pPr>
              <w:jc w:val="center"/>
              <w:rPr>
                <w:i/>
              </w:rPr>
            </w:pPr>
            <w:r w:rsidRPr="0066228B">
              <w:rPr>
                <w:i/>
              </w:rPr>
              <w:t>Variable</w:t>
            </w:r>
          </w:p>
        </w:tc>
        <w:tc>
          <w:tcPr>
            <w:tcW w:w="2242" w:type="dxa"/>
            <w:tcBorders>
              <w:bottom w:val="single" w:sz="18" w:space="0" w:color="auto"/>
              <w:right w:val="nil"/>
            </w:tcBorders>
          </w:tcPr>
          <w:p w:rsidR="0066228B" w:rsidRPr="0066228B" w:rsidRDefault="0066228B" w:rsidP="0066228B">
            <w:pPr>
              <w:jc w:val="center"/>
              <w:rPr>
                <w:i/>
              </w:rPr>
            </w:pPr>
            <w:r w:rsidRPr="0066228B">
              <w:rPr>
                <w:i/>
              </w:rPr>
              <w:t>…</w:t>
            </w:r>
          </w:p>
        </w:tc>
      </w:tr>
      <w:tr w:rsidR="0066228B" w:rsidRPr="0066228B" w:rsidTr="0066228B">
        <w:tc>
          <w:tcPr>
            <w:tcW w:w="3794" w:type="dxa"/>
            <w:tcBorders>
              <w:top w:val="single" w:sz="18" w:space="0" w:color="auto"/>
              <w:left w:val="nil"/>
            </w:tcBorders>
          </w:tcPr>
          <w:p w:rsidR="0066228B" w:rsidRPr="0066228B" w:rsidRDefault="0066228B" w:rsidP="00B16DF8">
            <w:pPr>
              <w:rPr>
                <w:i/>
              </w:rPr>
            </w:pPr>
            <w:r w:rsidRPr="0066228B">
              <w:rPr>
                <w:i/>
              </w:rPr>
              <w:t>Pont d’observation 1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66228B" w:rsidRPr="0066228B" w:rsidRDefault="0066228B" w:rsidP="00B16DF8">
            <w:pPr>
              <w:rPr>
                <w:i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66228B" w:rsidRPr="0066228B" w:rsidRDefault="0066228B" w:rsidP="00B16DF8">
            <w:pPr>
              <w:rPr>
                <w:i/>
              </w:rPr>
            </w:pPr>
          </w:p>
        </w:tc>
        <w:tc>
          <w:tcPr>
            <w:tcW w:w="2242" w:type="dxa"/>
            <w:tcBorders>
              <w:top w:val="single" w:sz="18" w:space="0" w:color="auto"/>
              <w:right w:val="nil"/>
            </w:tcBorders>
          </w:tcPr>
          <w:p w:rsidR="0066228B" w:rsidRPr="0066228B" w:rsidRDefault="0066228B" w:rsidP="00B16DF8">
            <w:pPr>
              <w:rPr>
                <w:i/>
              </w:rPr>
            </w:pPr>
          </w:p>
        </w:tc>
      </w:tr>
      <w:tr w:rsidR="0066228B" w:rsidRPr="0066228B" w:rsidTr="0066228B">
        <w:tc>
          <w:tcPr>
            <w:tcW w:w="3794" w:type="dxa"/>
            <w:tcBorders>
              <w:left w:val="nil"/>
            </w:tcBorders>
          </w:tcPr>
          <w:p w:rsidR="0066228B" w:rsidRPr="0066228B" w:rsidRDefault="0066228B" w:rsidP="00B16DF8">
            <w:pPr>
              <w:rPr>
                <w:i/>
              </w:rPr>
            </w:pPr>
            <w:r w:rsidRPr="0066228B">
              <w:rPr>
                <w:i/>
              </w:rPr>
              <w:t xml:space="preserve">… </w:t>
            </w:r>
          </w:p>
        </w:tc>
        <w:tc>
          <w:tcPr>
            <w:tcW w:w="1701" w:type="dxa"/>
          </w:tcPr>
          <w:p w:rsidR="0066228B" w:rsidRPr="0066228B" w:rsidRDefault="0066228B" w:rsidP="00B16DF8">
            <w:pPr>
              <w:rPr>
                <w:i/>
              </w:rPr>
            </w:pPr>
          </w:p>
        </w:tc>
        <w:tc>
          <w:tcPr>
            <w:tcW w:w="1701" w:type="dxa"/>
          </w:tcPr>
          <w:p w:rsidR="0066228B" w:rsidRPr="0066228B" w:rsidRDefault="0066228B" w:rsidP="00B16DF8">
            <w:pPr>
              <w:rPr>
                <w:i/>
              </w:rPr>
            </w:pPr>
          </w:p>
        </w:tc>
        <w:tc>
          <w:tcPr>
            <w:tcW w:w="2242" w:type="dxa"/>
            <w:tcBorders>
              <w:right w:val="nil"/>
            </w:tcBorders>
          </w:tcPr>
          <w:p w:rsidR="0066228B" w:rsidRPr="0066228B" w:rsidRDefault="0066228B" w:rsidP="00B16DF8">
            <w:pPr>
              <w:rPr>
                <w:i/>
              </w:rPr>
            </w:pPr>
          </w:p>
        </w:tc>
      </w:tr>
    </w:tbl>
    <w:p w:rsidR="0066228B" w:rsidRDefault="00B16DF8" w:rsidP="00B16DF8">
      <w:pPr>
        <w:spacing w:after="0"/>
        <w:rPr>
          <w:i/>
        </w:rPr>
      </w:pPr>
      <w:r>
        <w:rPr>
          <w:i/>
        </w:rPr>
        <w:t xml:space="preserve">Points : </w:t>
      </w:r>
      <w:r w:rsidR="0033761C">
        <w:rPr>
          <w:i/>
        </w:rPr>
        <w:t>5</w:t>
      </w:r>
    </w:p>
    <w:p w:rsidR="0066228B" w:rsidRDefault="0066228B" w:rsidP="00B16DF8">
      <w:pPr>
        <w:spacing w:after="0"/>
        <w:rPr>
          <w:i/>
        </w:rPr>
      </w:pPr>
    </w:p>
    <w:p w:rsidR="000A0BAF" w:rsidRDefault="000A0BAF" w:rsidP="000A0BAF">
      <w:pPr>
        <w:pStyle w:val="ListParagraph"/>
        <w:numPr>
          <w:ilvl w:val="0"/>
          <w:numId w:val="1"/>
        </w:numPr>
        <w:spacing w:after="0"/>
        <w:rPr>
          <w:sz w:val="22"/>
        </w:rPr>
      </w:pPr>
      <w:r>
        <w:rPr>
          <w:sz w:val="22"/>
        </w:rPr>
        <w:t>Tracez l’exécution du programme suivant.</w:t>
      </w:r>
    </w:p>
    <w:tbl>
      <w:tblPr>
        <w:tblStyle w:val="TableGrid"/>
        <w:tblW w:w="0" w:type="auto"/>
        <w:tblLook w:val="04A0"/>
      </w:tblPr>
      <w:tblGrid>
        <w:gridCol w:w="9438"/>
      </w:tblGrid>
      <w:tr w:rsidR="000A0BAF" w:rsidTr="00D41BCA">
        <w:tc>
          <w:tcPr>
            <w:tcW w:w="9438" w:type="dxa"/>
          </w:tcPr>
          <w:p w:rsidR="000A0BAF" w:rsidRPr="00096C77" w:rsidRDefault="000A0BAF" w:rsidP="00D41BCA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>#include&lt;stdio.h&gt;</w:t>
            </w:r>
          </w:p>
          <w:p w:rsidR="000A0BAF" w:rsidRPr="00096C77" w:rsidRDefault="000A0BAF" w:rsidP="00D41BCA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>main(){</w:t>
            </w:r>
          </w:p>
          <w:p w:rsidR="000A0BAF" w:rsidRPr="00096C77" w:rsidRDefault="000A0BAF" w:rsidP="00D41BCA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>int min, max;</w:t>
            </w:r>
          </w:p>
          <w:p w:rsidR="000A0BAF" w:rsidRPr="00096C77" w:rsidRDefault="000A0BAF" w:rsidP="00D41BCA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 xml:space="preserve">   int reste;</w:t>
            </w:r>
          </w:p>
          <w:p w:rsidR="000A0BAF" w:rsidRPr="00096C77" w:rsidRDefault="000A0BAF" w:rsidP="00D41BCA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 xml:space="preserve">   int i, n;</w:t>
            </w:r>
          </w:p>
          <w:p w:rsidR="00B95A6B" w:rsidRPr="00B95A6B" w:rsidRDefault="000A0BAF" w:rsidP="00B95A6B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 xml:space="preserve">   </w:t>
            </w:r>
            <w:r w:rsidR="00B95A6B" w:rsidRPr="00B95A6B">
              <w:rPr>
                <w:rFonts w:ascii="Courier New" w:hAnsi="Courier New" w:cs="Courier New"/>
              </w:rPr>
              <w:t>min = 2;</w:t>
            </w:r>
          </w:p>
          <w:p w:rsidR="00B95A6B" w:rsidRPr="00B95A6B" w:rsidRDefault="00BF09A3" w:rsidP="00B95A6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max = 5</w:t>
            </w:r>
            <w:r w:rsidR="00B95A6B" w:rsidRPr="00B95A6B">
              <w:rPr>
                <w:rFonts w:ascii="Courier New" w:hAnsi="Courier New" w:cs="Courier New"/>
              </w:rPr>
              <w:t>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printf ("Les premiers entre %d et %d sont : ", min, max);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n = min;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//pont d'observation 1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while (n&lt;=max) {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i=2;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reste = 1;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lastRenderedPageBreak/>
              <w:t xml:space="preserve">       //pont d'observation 2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do {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    if (n != i)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       reste = n%i;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    i++;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    //pont d'observation 3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} while (i&lt;=n &amp;&amp; reste != 0);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//pont d'observation 4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if (reste != 0) {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    printf (" %d ", n);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}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    n += 1;</w:t>
            </w:r>
            <w:r w:rsidR="009A7010" w:rsidRPr="00B95A6B">
              <w:rPr>
                <w:rFonts w:ascii="Courier New" w:hAnsi="Courier New" w:cs="Courier New"/>
              </w:rPr>
              <w:t xml:space="preserve"> //pont d'observation 5</w:t>
            </w:r>
          </w:p>
          <w:p w:rsidR="00B95A6B" w:rsidRPr="00B95A6B" w:rsidRDefault="00B95A6B" w:rsidP="00B95A6B">
            <w:pPr>
              <w:rPr>
                <w:rFonts w:ascii="Courier New" w:hAnsi="Courier New" w:cs="Courier New"/>
              </w:rPr>
            </w:pPr>
            <w:r w:rsidRPr="00B95A6B">
              <w:rPr>
                <w:rFonts w:ascii="Courier New" w:hAnsi="Courier New" w:cs="Courier New"/>
              </w:rPr>
              <w:t xml:space="preserve">   }</w:t>
            </w:r>
            <w:r w:rsidR="009A7010">
              <w:rPr>
                <w:rFonts w:ascii="Courier New" w:hAnsi="Courier New" w:cs="Courier New"/>
              </w:rPr>
              <w:t xml:space="preserve"> </w:t>
            </w:r>
          </w:p>
          <w:p w:rsidR="00B95A6B" w:rsidRDefault="008209C0" w:rsidP="00B95A6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</w:t>
            </w:r>
            <w:r w:rsidR="00B95A6B" w:rsidRPr="00B95A6B">
              <w:rPr>
                <w:rFonts w:ascii="Courier New" w:hAnsi="Courier New" w:cs="Courier New"/>
              </w:rPr>
              <w:t>//pont d'observation 6</w:t>
            </w:r>
          </w:p>
          <w:p w:rsidR="000A0BAF" w:rsidRPr="00096C77" w:rsidRDefault="000A0BAF" w:rsidP="00B95A6B">
            <w:pPr>
              <w:rPr>
                <w:rFonts w:ascii="Courier New" w:hAnsi="Courier New" w:cs="Courier New"/>
              </w:rPr>
            </w:pPr>
            <w:r w:rsidRPr="00096C77">
              <w:rPr>
                <w:rFonts w:ascii="Courier New" w:hAnsi="Courier New" w:cs="Courier New"/>
              </w:rPr>
              <w:t>}</w:t>
            </w:r>
          </w:p>
        </w:tc>
      </w:tr>
    </w:tbl>
    <w:p w:rsidR="004B5412" w:rsidRDefault="004B5412" w:rsidP="004B5412">
      <w:pPr>
        <w:pBdr>
          <w:bottom w:val="single" w:sz="6" w:space="1" w:color="auto"/>
        </w:pBdr>
        <w:spacing w:after="0"/>
        <w:rPr>
          <w:lang w:val="en-US"/>
        </w:rPr>
      </w:pPr>
    </w:p>
    <w:p w:rsidR="004B5412" w:rsidRDefault="004B5412" w:rsidP="004B5412">
      <w:pPr>
        <w:pStyle w:val="Heading1"/>
      </w:pPr>
      <w:r>
        <w:t xml:space="preserve">Partie </w:t>
      </w:r>
      <w:r w:rsidR="0033761C">
        <w:t>I</w:t>
      </w:r>
      <w:r>
        <w:t xml:space="preserve">V </w:t>
      </w:r>
    </w:p>
    <w:p w:rsidR="004B5412" w:rsidRDefault="004B5412" w:rsidP="004B5412">
      <w:pPr>
        <w:spacing w:after="0"/>
        <w:rPr>
          <w:i/>
        </w:rPr>
      </w:pPr>
      <w:r w:rsidRPr="003E27E9">
        <w:rPr>
          <w:i/>
        </w:rPr>
        <w:t>Pour chacune des questions ci-dessous</w:t>
      </w:r>
      <w:r>
        <w:rPr>
          <w:i/>
        </w:rPr>
        <w:t xml:space="preserve">, écrivez le programme pour le problème indiqué, suivant les indications données. </w:t>
      </w:r>
      <w:r w:rsidR="0033761C">
        <w:rPr>
          <w:i/>
        </w:rPr>
        <w:t xml:space="preserve">Ecrivez de manière claire et lisible (questions illisibles ne seront pas </w:t>
      </w:r>
      <w:r w:rsidR="00D929E6">
        <w:rPr>
          <w:i/>
        </w:rPr>
        <w:t xml:space="preserve">prises en </w:t>
      </w:r>
      <w:r w:rsidR="0033761C">
        <w:rPr>
          <w:i/>
        </w:rPr>
        <w:t>considér</w:t>
      </w:r>
      <w:r w:rsidR="00D929E6">
        <w:rPr>
          <w:i/>
        </w:rPr>
        <w:t>ation</w:t>
      </w:r>
      <w:r w:rsidR="0033761C">
        <w:rPr>
          <w:i/>
        </w:rPr>
        <w:t>).</w:t>
      </w:r>
    </w:p>
    <w:p w:rsidR="00AD4674" w:rsidRDefault="004B5412" w:rsidP="004B5412">
      <w:pPr>
        <w:spacing w:after="0"/>
        <w:rPr>
          <w:i/>
        </w:rPr>
      </w:pPr>
      <w:r>
        <w:rPr>
          <w:i/>
        </w:rPr>
        <w:t xml:space="preserve">Points : </w:t>
      </w:r>
      <w:r w:rsidR="0033761C">
        <w:rPr>
          <w:i/>
        </w:rPr>
        <w:t>10</w:t>
      </w:r>
      <w:r w:rsidR="009744A5">
        <w:rPr>
          <w:i/>
        </w:rPr>
        <w:t xml:space="preserve">  (question 13 : 6 points, question 14 : 4 points) </w:t>
      </w:r>
    </w:p>
    <w:p w:rsidR="004B5412" w:rsidRPr="002A6118" w:rsidRDefault="004B5412" w:rsidP="004B5412">
      <w:pPr>
        <w:spacing w:after="0"/>
        <w:rPr>
          <w:sz w:val="22"/>
        </w:rPr>
      </w:pPr>
    </w:p>
    <w:p w:rsidR="00C01D03" w:rsidRDefault="004B5412" w:rsidP="00C01D03">
      <w:pPr>
        <w:pStyle w:val="ListParagraph"/>
        <w:numPr>
          <w:ilvl w:val="0"/>
          <w:numId w:val="1"/>
        </w:numPr>
        <w:spacing w:after="0"/>
        <w:rPr>
          <w:sz w:val="22"/>
        </w:rPr>
      </w:pPr>
      <w:r>
        <w:rPr>
          <w:sz w:val="22"/>
        </w:rPr>
        <w:t>Un nombre est parfait quand il est égal à la somme de ses diviseurs. Par exemple :</w:t>
      </w:r>
    </w:p>
    <w:p w:rsidR="004B5412" w:rsidRDefault="004B5412" w:rsidP="004B5412">
      <w:pPr>
        <w:spacing w:after="0"/>
        <w:ind w:firstLine="708"/>
        <w:rPr>
          <w:sz w:val="22"/>
        </w:rPr>
      </w:pPr>
      <w:r>
        <w:rPr>
          <w:sz w:val="22"/>
        </w:rPr>
        <w:t>6</w:t>
      </w:r>
      <w:r>
        <w:rPr>
          <w:sz w:val="22"/>
        </w:rPr>
        <w:tab/>
        <w:t>=</w:t>
      </w:r>
      <w:r>
        <w:rPr>
          <w:sz w:val="22"/>
        </w:rPr>
        <w:tab/>
        <w:t xml:space="preserve">1 + 2 + 3 </w:t>
      </w:r>
      <w:r>
        <w:rPr>
          <w:sz w:val="22"/>
        </w:rPr>
        <w:tab/>
      </w:r>
      <w:r>
        <w:rPr>
          <w:sz w:val="22"/>
        </w:rPr>
        <w:tab/>
        <w:t>est un nombre parfait.</w:t>
      </w:r>
    </w:p>
    <w:p w:rsidR="004B5412" w:rsidRDefault="004B5412" w:rsidP="004B5412">
      <w:pPr>
        <w:spacing w:after="0"/>
        <w:ind w:firstLine="708"/>
        <w:rPr>
          <w:sz w:val="22"/>
        </w:rPr>
      </w:pPr>
      <w:r>
        <w:rPr>
          <w:sz w:val="22"/>
        </w:rPr>
        <w:t>28</w:t>
      </w:r>
      <w:r>
        <w:rPr>
          <w:sz w:val="22"/>
        </w:rPr>
        <w:tab/>
        <w:t>=</w:t>
      </w:r>
      <w:r>
        <w:rPr>
          <w:sz w:val="22"/>
        </w:rPr>
        <w:tab/>
        <w:t xml:space="preserve">1 + 2 + 4 + 7 + 14 </w:t>
      </w:r>
      <w:r>
        <w:rPr>
          <w:sz w:val="22"/>
        </w:rPr>
        <w:tab/>
        <w:t>est aussi un nombre parfait.</w:t>
      </w:r>
    </w:p>
    <w:p w:rsidR="004B5412" w:rsidRDefault="004B5412" w:rsidP="004B5412">
      <w:pPr>
        <w:spacing w:after="0"/>
        <w:ind w:firstLine="708"/>
        <w:rPr>
          <w:sz w:val="22"/>
        </w:rPr>
      </w:pPr>
      <w:r>
        <w:rPr>
          <w:sz w:val="22"/>
        </w:rPr>
        <w:t>8</w:t>
      </w:r>
      <w:r>
        <w:rPr>
          <w:sz w:val="22"/>
        </w:rPr>
        <w:tab/>
      </w:r>
      <w:r>
        <w:rPr>
          <w:sz w:val="22"/>
        </w:rPr>
        <w:sym w:font="Symbol" w:char="F0B9"/>
      </w:r>
      <w:r>
        <w:rPr>
          <w:sz w:val="22"/>
        </w:rPr>
        <w:tab/>
        <w:t xml:space="preserve">1 + 2 + 4  </w:t>
      </w:r>
      <w:r>
        <w:rPr>
          <w:sz w:val="22"/>
        </w:rPr>
        <w:tab/>
      </w:r>
      <w:r>
        <w:rPr>
          <w:sz w:val="22"/>
        </w:rPr>
        <w:tab/>
        <w:t>n’est pas un nombre parfait.</w:t>
      </w:r>
    </w:p>
    <w:p w:rsidR="004B5412" w:rsidRDefault="004B5412" w:rsidP="00AD4674">
      <w:pPr>
        <w:tabs>
          <w:tab w:val="left" w:pos="0"/>
        </w:tabs>
        <w:spacing w:after="0"/>
        <w:rPr>
          <w:i/>
          <w:sz w:val="22"/>
        </w:rPr>
      </w:pPr>
      <w:r>
        <w:rPr>
          <w:sz w:val="22"/>
        </w:rPr>
        <w:tab/>
      </w:r>
      <w:r w:rsidRPr="00AD4674">
        <w:rPr>
          <w:i/>
          <w:sz w:val="22"/>
        </w:rPr>
        <w:t>Rappel : les diviseurs d’un nombre entier positif n sont de tous les nombres</w:t>
      </w:r>
      <w:r w:rsidR="00AD4674" w:rsidRPr="00AD4674">
        <w:rPr>
          <w:i/>
          <w:sz w:val="22"/>
        </w:rPr>
        <w:t xml:space="preserve"> entiers</w:t>
      </w:r>
      <w:r w:rsidRPr="00AD4674">
        <w:rPr>
          <w:i/>
          <w:sz w:val="22"/>
        </w:rPr>
        <w:t xml:space="preserve"> compris entre 1 et n-1 qui divisent n</w:t>
      </w:r>
      <w:r w:rsidR="00AD4674" w:rsidRPr="00AD4674">
        <w:rPr>
          <w:i/>
          <w:sz w:val="22"/>
        </w:rPr>
        <w:t>.</w:t>
      </w:r>
    </w:p>
    <w:p w:rsidR="006E0193" w:rsidRPr="00AD4674" w:rsidRDefault="006E0193" w:rsidP="00AD4674">
      <w:pPr>
        <w:tabs>
          <w:tab w:val="left" w:pos="0"/>
        </w:tabs>
        <w:spacing w:after="0"/>
        <w:rPr>
          <w:i/>
          <w:sz w:val="22"/>
        </w:rPr>
      </w:pPr>
    </w:p>
    <w:p w:rsidR="004B5412" w:rsidRDefault="004B5412" w:rsidP="004B5412">
      <w:pPr>
        <w:tabs>
          <w:tab w:val="left" w:pos="426"/>
        </w:tabs>
        <w:spacing w:after="0"/>
        <w:rPr>
          <w:sz w:val="22"/>
        </w:rPr>
      </w:pPr>
      <w:r>
        <w:rPr>
          <w:sz w:val="22"/>
        </w:rPr>
        <w:t xml:space="preserve">Ecrire un programme </w:t>
      </w:r>
      <w:r w:rsidR="00AD4674">
        <w:rPr>
          <w:sz w:val="22"/>
        </w:rPr>
        <w:t xml:space="preserve">qui </w:t>
      </w:r>
      <w:r w:rsidR="009744A5">
        <w:rPr>
          <w:sz w:val="22"/>
        </w:rPr>
        <w:t>calcule</w:t>
      </w:r>
      <w:r w:rsidR="00AD4674">
        <w:rPr>
          <w:sz w:val="22"/>
        </w:rPr>
        <w:t xml:space="preserve"> et affiche si </w:t>
      </w:r>
      <w:r w:rsidR="009744A5">
        <w:rPr>
          <w:sz w:val="22"/>
        </w:rPr>
        <w:t xml:space="preserve">les nombres </w:t>
      </w:r>
      <w:r w:rsidR="00AD4674">
        <w:rPr>
          <w:sz w:val="22"/>
        </w:rPr>
        <w:t xml:space="preserve">parfait </w:t>
      </w:r>
      <w:r w:rsidR="009744A5">
        <w:rPr>
          <w:sz w:val="22"/>
        </w:rPr>
        <w:t>entre 5 et 100</w:t>
      </w:r>
      <w:r w:rsidR="00AD4674">
        <w:rPr>
          <w:sz w:val="22"/>
        </w:rPr>
        <w:t>.</w:t>
      </w:r>
    </w:p>
    <w:p w:rsidR="00AD4674" w:rsidRPr="004B5412" w:rsidRDefault="00AD4674" w:rsidP="004B5412">
      <w:pPr>
        <w:tabs>
          <w:tab w:val="left" w:pos="426"/>
        </w:tabs>
        <w:spacing w:after="0"/>
        <w:rPr>
          <w:sz w:val="22"/>
        </w:rPr>
      </w:pPr>
    </w:p>
    <w:p w:rsidR="0033761C" w:rsidRDefault="0033761C" w:rsidP="0033761C">
      <w:pPr>
        <w:pStyle w:val="ListParagraph"/>
        <w:numPr>
          <w:ilvl w:val="0"/>
          <w:numId w:val="1"/>
        </w:numPr>
        <w:spacing w:after="0"/>
        <w:rPr>
          <w:sz w:val="22"/>
        </w:rPr>
      </w:pPr>
      <w:r w:rsidRPr="0033761C">
        <w:rPr>
          <w:sz w:val="22"/>
        </w:rPr>
        <w:t>La compagnie d’assurance « MegaAssur » veut calculer le bonus/malus des conducteurs, ce calcul va tenir compte du nombre d'accidents survenus dans l'année précédente (</w:t>
      </w:r>
      <w:r w:rsidRPr="00D929E6">
        <w:rPr>
          <w:i/>
          <w:sz w:val="22"/>
        </w:rPr>
        <w:t>nbacc</w:t>
      </w:r>
      <w:r w:rsidRPr="0033761C">
        <w:rPr>
          <w:sz w:val="22"/>
        </w:rPr>
        <w:t xml:space="preserve">), ainsi que du  bonus/malus </w:t>
      </w:r>
      <w:r>
        <w:rPr>
          <w:sz w:val="22"/>
        </w:rPr>
        <w:t>de l’année précédente (</w:t>
      </w:r>
      <w:r w:rsidRPr="00D929E6">
        <w:rPr>
          <w:i/>
          <w:sz w:val="22"/>
        </w:rPr>
        <w:t>cbmprec</w:t>
      </w:r>
      <w:r>
        <w:rPr>
          <w:sz w:val="22"/>
        </w:rPr>
        <w:t>)</w:t>
      </w:r>
      <w:r w:rsidRPr="0033761C">
        <w:rPr>
          <w:sz w:val="22"/>
        </w:rPr>
        <w:t>.</w:t>
      </w:r>
      <w:r>
        <w:rPr>
          <w:sz w:val="22"/>
        </w:rPr>
        <w:t xml:space="preserve"> </w:t>
      </w:r>
    </w:p>
    <w:p w:rsidR="0033761C" w:rsidRDefault="0033761C" w:rsidP="0033761C">
      <w:pPr>
        <w:spacing w:after="0"/>
        <w:ind w:left="360"/>
        <w:rPr>
          <w:sz w:val="22"/>
        </w:rPr>
      </w:pPr>
      <w:r w:rsidRPr="0033761C">
        <w:rPr>
          <w:sz w:val="22"/>
        </w:rPr>
        <w:t>Pour cela « MegaAssur » calcule un coefficient d'accident (</w:t>
      </w:r>
      <w:r w:rsidRPr="00D929E6">
        <w:rPr>
          <w:i/>
          <w:sz w:val="22"/>
        </w:rPr>
        <w:t>coef</w:t>
      </w:r>
      <w:r w:rsidRPr="0033761C">
        <w:rPr>
          <w:sz w:val="22"/>
        </w:rPr>
        <w:t>) de la manière suivante :</w:t>
      </w:r>
    </w:p>
    <w:p w:rsidR="0033761C" w:rsidRPr="0033761C" w:rsidRDefault="0033761C" w:rsidP="0033761C">
      <w:pPr>
        <w:pStyle w:val="ListParagraph"/>
        <w:numPr>
          <w:ilvl w:val="0"/>
          <w:numId w:val="29"/>
        </w:numPr>
        <w:spacing w:after="0"/>
        <w:rPr>
          <w:sz w:val="22"/>
        </w:rPr>
      </w:pPr>
      <w:r w:rsidRPr="0033761C">
        <w:rPr>
          <w:sz w:val="22"/>
        </w:rPr>
        <w:t xml:space="preserve">si le conducteur a eu un ou des accidents </w:t>
      </w:r>
      <w:r w:rsidRPr="00D929E6">
        <w:rPr>
          <w:i/>
          <w:sz w:val="22"/>
        </w:rPr>
        <w:t xml:space="preserve">coeff = 1 + 0,05 </w:t>
      </w:r>
      <w:r w:rsidRPr="00D929E6">
        <w:rPr>
          <w:i/>
          <w:sz w:val="22"/>
        </w:rPr>
        <w:sym w:font="Symbol" w:char="F0B4"/>
      </w:r>
      <w:r w:rsidRPr="00D929E6">
        <w:rPr>
          <w:i/>
          <w:sz w:val="22"/>
        </w:rPr>
        <w:t xml:space="preserve"> nbacc</w:t>
      </w:r>
    </w:p>
    <w:p w:rsidR="0033761C" w:rsidRPr="0033761C" w:rsidRDefault="0033761C" w:rsidP="0033761C">
      <w:pPr>
        <w:pStyle w:val="ListParagraph"/>
        <w:numPr>
          <w:ilvl w:val="0"/>
          <w:numId w:val="29"/>
        </w:numPr>
        <w:spacing w:after="0"/>
        <w:rPr>
          <w:sz w:val="22"/>
        </w:rPr>
      </w:pPr>
      <w:r w:rsidRPr="0033761C">
        <w:rPr>
          <w:sz w:val="22"/>
        </w:rPr>
        <w:t>si le conducteur n’a pas eu d’accident, il sera</w:t>
      </w:r>
      <w:r w:rsidR="00D929E6">
        <w:rPr>
          <w:sz w:val="22"/>
        </w:rPr>
        <w:t> </w:t>
      </w:r>
      <w:r w:rsidRPr="0033761C">
        <w:rPr>
          <w:sz w:val="22"/>
        </w:rPr>
        <w:t xml:space="preserve">de </w:t>
      </w:r>
      <w:r w:rsidRPr="00D929E6">
        <w:rPr>
          <w:i/>
          <w:sz w:val="22"/>
        </w:rPr>
        <w:t>0,95</w:t>
      </w:r>
      <w:r w:rsidRPr="0033761C">
        <w:rPr>
          <w:sz w:val="22"/>
        </w:rPr>
        <w:t xml:space="preserve">  </w:t>
      </w:r>
    </w:p>
    <w:p w:rsidR="00D929E6" w:rsidRDefault="00D929E6" w:rsidP="0033761C">
      <w:pPr>
        <w:spacing w:after="0"/>
        <w:ind w:left="360"/>
        <w:rPr>
          <w:sz w:val="22"/>
        </w:rPr>
      </w:pPr>
      <w:r>
        <w:rPr>
          <w:sz w:val="22"/>
        </w:rPr>
        <w:t>L</w:t>
      </w:r>
      <w:r w:rsidR="0033761C" w:rsidRPr="0033761C">
        <w:rPr>
          <w:sz w:val="22"/>
        </w:rPr>
        <w:t>e bonus/malus de l’année (</w:t>
      </w:r>
      <w:r w:rsidR="0033761C" w:rsidRPr="00D929E6">
        <w:rPr>
          <w:i/>
          <w:sz w:val="22"/>
        </w:rPr>
        <w:t>cbm</w:t>
      </w:r>
      <w:r w:rsidR="0033761C" w:rsidRPr="0033761C">
        <w:rPr>
          <w:sz w:val="22"/>
        </w:rPr>
        <w:t>) correspond à celui de l’année précédente (</w:t>
      </w:r>
      <w:r w:rsidR="0033761C" w:rsidRPr="00D929E6">
        <w:rPr>
          <w:i/>
          <w:sz w:val="22"/>
        </w:rPr>
        <w:t>cbmprec</w:t>
      </w:r>
      <w:r w:rsidR="0033761C" w:rsidRPr="0033761C">
        <w:rPr>
          <w:sz w:val="22"/>
        </w:rPr>
        <w:t>) multiplié par le coefficient (</w:t>
      </w:r>
      <w:r w:rsidR="0033761C" w:rsidRPr="00D929E6">
        <w:rPr>
          <w:i/>
          <w:sz w:val="22"/>
        </w:rPr>
        <w:t>coef</w:t>
      </w:r>
      <w:r w:rsidR="0033761C" w:rsidRPr="0033761C">
        <w:rPr>
          <w:sz w:val="22"/>
        </w:rPr>
        <w:t xml:space="preserve">). Mais la valeur du bonus/malus est limitée </w:t>
      </w:r>
      <w:r w:rsidR="0033761C" w:rsidRPr="00D929E6">
        <w:rPr>
          <w:i/>
          <w:sz w:val="22"/>
        </w:rPr>
        <w:t>3,5</w:t>
      </w:r>
      <w:r w:rsidR="0033761C" w:rsidRPr="0033761C">
        <w:rPr>
          <w:sz w:val="22"/>
        </w:rPr>
        <w:t xml:space="preserve"> (valeur maximale).  Donc, si le bonus/malus calculé pour un conducteur dépasse cette valeu</w:t>
      </w:r>
      <w:r>
        <w:rPr>
          <w:sz w:val="22"/>
        </w:rPr>
        <w:t>r maximale, il sera égal à  3,5</w:t>
      </w:r>
      <w:r w:rsidR="0033761C" w:rsidRPr="0033761C">
        <w:rPr>
          <w:sz w:val="22"/>
        </w:rPr>
        <w:t>.</w:t>
      </w:r>
    </w:p>
    <w:p w:rsidR="006E0193" w:rsidRDefault="006E0193" w:rsidP="0033761C">
      <w:pPr>
        <w:spacing w:after="0"/>
        <w:ind w:left="360"/>
        <w:rPr>
          <w:sz w:val="22"/>
        </w:rPr>
      </w:pPr>
    </w:p>
    <w:p w:rsidR="00D929E6" w:rsidRDefault="0033761C" w:rsidP="0033761C">
      <w:pPr>
        <w:spacing w:after="0"/>
        <w:ind w:left="360"/>
        <w:rPr>
          <w:sz w:val="22"/>
        </w:rPr>
      </w:pPr>
      <w:r w:rsidRPr="0033761C">
        <w:rPr>
          <w:sz w:val="22"/>
        </w:rPr>
        <w:t>Ecrire un programme qui calcule et affiche le bonus/malus d'un conducteur.</w:t>
      </w:r>
      <w:r w:rsidR="00D929E6">
        <w:rPr>
          <w:sz w:val="22"/>
        </w:rPr>
        <w:t xml:space="preserve"> </w:t>
      </w:r>
      <w:r w:rsidRPr="0033761C">
        <w:rPr>
          <w:sz w:val="22"/>
        </w:rPr>
        <w:t>Ce programme doit demander à l’utilisateur le bonus/malus correspondant à l’année précédente</w:t>
      </w:r>
      <w:r w:rsidR="00D929E6">
        <w:rPr>
          <w:sz w:val="22"/>
        </w:rPr>
        <w:t xml:space="preserve"> </w:t>
      </w:r>
      <w:r w:rsidRPr="0033761C">
        <w:rPr>
          <w:sz w:val="22"/>
        </w:rPr>
        <w:t>(</w:t>
      </w:r>
      <w:r w:rsidRPr="00D929E6">
        <w:rPr>
          <w:i/>
          <w:sz w:val="22"/>
        </w:rPr>
        <w:t>cbmprec</w:t>
      </w:r>
      <w:r w:rsidRPr="0033761C">
        <w:rPr>
          <w:sz w:val="22"/>
        </w:rPr>
        <w:t>), ainsi que le nombre d’accidents (</w:t>
      </w:r>
      <w:r w:rsidRPr="00D929E6">
        <w:rPr>
          <w:i/>
          <w:sz w:val="22"/>
        </w:rPr>
        <w:t>nbacc</w:t>
      </w:r>
      <w:r w:rsidRPr="0033761C">
        <w:rPr>
          <w:sz w:val="22"/>
        </w:rPr>
        <w:t xml:space="preserve">), et après la lecture de ces données  il doit calculer </w:t>
      </w:r>
      <w:r w:rsidRPr="00D929E6">
        <w:rPr>
          <w:i/>
          <w:sz w:val="22"/>
        </w:rPr>
        <w:t>coef</w:t>
      </w:r>
      <w:r w:rsidRPr="0033761C">
        <w:rPr>
          <w:sz w:val="22"/>
        </w:rPr>
        <w:t xml:space="preserve"> puis calculer le bonus/malus pour l’année courante et l'afficher.</w:t>
      </w:r>
    </w:p>
    <w:p w:rsidR="00D929E6" w:rsidRDefault="006E0193" w:rsidP="006E0193">
      <w:pPr>
        <w:pStyle w:val="Heading1"/>
        <w:jc w:val="center"/>
      </w:pPr>
      <w:r>
        <w:rPr>
          <w:sz w:val="22"/>
        </w:rPr>
        <w:br w:type="column"/>
      </w:r>
      <w:r>
        <w:lastRenderedPageBreak/>
        <w:t>Feuille réponse pour la partie I (QCM)</w:t>
      </w:r>
    </w:p>
    <w:p w:rsidR="006E0193" w:rsidRDefault="006E0193" w:rsidP="006E0193">
      <w:pPr>
        <w:pStyle w:val="Heading2"/>
      </w:pPr>
    </w:p>
    <w:tbl>
      <w:tblPr>
        <w:tblStyle w:val="TableGrid"/>
        <w:tblW w:w="0" w:type="auto"/>
        <w:tblLook w:val="04A0"/>
      </w:tblPr>
      <w:tblGrid>
        <w:gridCol w:w="2093"/>
        <w:gridCol w:w="7345"/>
      </w:tblGrid>
      <w:tr w:rsidR="006E0193" w:rsidRPr="006E0193" w:rsidTr="006E0193">
        <w:tc>
          <w:tcPr>
            <w:tcW w:w="2093" w:type="dxa"/>
            <w:vAlign w:val="center"/>
          </w:tcPr>
          <w:p w:rsidR="006E0193" w:rsidRPr="006E0193" w:rsidRDefault="006E0193" w:rsidP="006E0193">
            <w:pPr>
              <w:spacing w:line="480" w:lineRule="auto"/>
              <w:jc w:val="center"/>
              <w:rPr>
                <w:b/>
                <w:i/>
                <w:sz w:val="28"/>
              </w:rPr>
            </w:pPr>
            <w:r w:rsidRPr="006E0193">
              <w:rPr>
                <w:b/>
                <w:i/>
                <w:sz w:val="28"/>
              </w:rPr>
              <w:t>Question</w:t>
            </w:r>
          </w:p>
        </w:tc>
        <w:tc>
          <w:tcPr>
            <w:tcW w:w="7345" w:type="dxa"/>
            <w:vAlign w:val="center"/>
          </w:tcPr>
          <w:p w:rsidR="006E0193" w:rsidRPr="006E0193" w:rsidRDefault="006E0193" w:rsidP="006E0193">
            <w:pPr>
              <w:spacing w:line="480" w:lineRule="auto"/>
              <w:jc w:val="center"/>
              <w:rPr>
                <w:b/>
                <w:i/>
                <w:sz w:val="28"/>
              </w:rPr>
            </w:pPr>
            <w:r w:rsidRPr="006E0193">
              <w:rPr>
                <w:b/>
                <w:i/>
                <w:sz w:val="28"/>
              </w:rPr>
              <w:t>Réponse</w:t>
            </w:r>
          </w:p>
        </w:tc>
      </w:tr>
      <w:tr w:rsidR="006E0193" w:rsidRPr="006E0193" w:rsidTr="006E0193">
        <w:tc>
          <w:tcPr>
            <w:tcW w:w="2093" w:type="dxa"/>
            <w:vAlign w:val="center"/>
          </w:tcPr>
          <w:p w:rsidR="006E0193" w:rsidRPr="006E0193" w:rsidRDefault="006E0193" w:rsidP="006E0193">
            <w:pPr>
              <w:spacing w:line="480" w:lineRule="auto"/>
              <w:jc w:val="center"/>
              <w:rPr>
                <w:b/>
                <w:sz w:val="28"/>
              </w:rPr>
            </w:pPr>
            <w:r w:rsidRPr="006E0193">
              <w:rPr>
                <w:b/>
                <w:sz w:val="28"/>
              </w:rPr>
              <w:t>1</w:t>
            </w:r>
          </w:p>
        </w:tc>
        <w:tc>
          <w:tcPr>
            <w:tcW w:w="7345" w:type="dxa"/>
            <w:vAlign w:val="center"/>
          </w:tcPr>
          <w:p w:rsidR="006E0193" w:rsidRPr="006E0193" w:rsidRDefault="006E0193" w:rsidP="006E0193">
            <w:pPr>
              <w:spacing w:line="480" w:lineRule="auto"/>
              <w:jc w:val="center"/>
              <w:rPr>
                <w:sz w:val="28"/>
              </w:rPr>
            </w:pPr>
          </w:p>
        </w:tc>
      </w:tr>
      <w:tr w:rsidR="006E0193" w:rsidRPr="006E0193" w:rsidTr="006E0193">
        <w:tc>
          <w:tcPr>
            <w:tcW w:w="2093" w:type="dxa"/>
            <w:vAlign w:val="center"/>
          </w:tcPr>
          <w:p w:rsidR="006E0193" w:rsidRPr="006E0193" w:rsidRDefault="006E0193" w:rsidP="006E0193">
            <w:pPr>
              <w:spacing w:line="480" w:lineRule="auto"/>
              <w:jc w:val="center"/>
              <w:rPr>
                <w:b/>
                <w:sz w:val="28"/>
              </w:rPr>
            </w:pPr>
            <w:r w:rsidRPr="006E0193">
              <w:rPr>
                <w:b/>
                <w:sz w:val="28"/>
              </w:rPr>
              <w:t>2</w:t>
            </w:r>
          </w:p>
        </w:tc>
        <w:tc>
          <w:tcPr>
            <w:tcW w:w="7345" w:type="dxa"/>
            <w:vAlign w:val="center"/>
          </w:tcPr>
          <w:p w:rsidR="006E0193" w:rsidRPr="006E0193" w:rsidRDefault="006E0193" w:rsidP="006E0193">
            <w:pPr>
              <w:spacing w:line="480" w:lineRule="auto"/>
              <w:jc w:val="center"/>
              <w:rPr>
                <w:sz w:val="28"/>
              </w:rPr>
            </w:pPr>
          </w:p>
        </w:tc>
      </w:tr>
      <w:tr w:rsidR="006E0193" w:rsidRPr="006E0193" w:rsidTr="006E0193">
        <w:tc>
          <w:tcPr>
            <w:tcW w:w="2093" w:type="dxa"/>
            <w:vAlign w:val="center"/>
          </w:tcPr>
          <w:p w:rsidR="006E0193" w:rsidRPr="006E0193" w:rsidRDefault="006E0193" w:rsidP="006E0193">
            <w:pPr>
              <w:spacing w:line="480" w:lineRule="auto"/>
              <w:jc w:val="center"/>
              <w:rPr>
                <w:b/>
                <w:sz w:val="28"/>
              </w:rPr>
            </w:pPr>
            <w:r w:rsidRPr="006E0193">
              <w:rPr>
                <w:b/>
                <w:sz w:val="28"/>
              </w:rPr>
              <w:t>3</w:t>
            </w:r>
          </w:p>
        </w:tc>
        <w:tc>
          <w:tcPr>
            <w:tcW w:w="7345" w:type="dxa"/>
            <w:vAlign w:val="center"/>
          </w:tcPr>
          <w:p w:rsidR="006E0193" w:rsidRPr="006E0193" w:rsidRDefault="006E0193" w:rsidP="006E0193">
            <w:pPr>
              <w:spacing w:line="480" w:lineRule="auto"/>
              <w:jc w:val="center"/>
              <w:rPr>
                <w:sz w:val="28"/>
              </w:rPr>
            </w:pPr>
          </w:p>
        </w:tc>
      </w:tr>
      <w:tr w:rsidR="006E0193" w:rsidRPr="006E0193" w:rsidTr="006E0193">
        <w:tc>
          <w:tcPr>
            <w:tcW w:w="2093" w:type="dxa"/>
            <w:vAlign w:val="center"/>
          </w:tcPr>
          <w:p w:rsidR="006E0193" w:rsidRPr="006E0193" w:rsidRDefault="006E0193" w:rsidP="006E0193">
            <w:pPr>
              <w:spacing w:line="480" w:lineRule="auto"/>
              <w:jc w:val="center"/>
              <w:rPr>
                <w:b/>
                <w:sz w:val="28"/>
              </w:rPr>
            </w:pPr>
            <w:r w:rsidRPr="006E0193">
              <w:rPr>
                <w:b/>
                <w:sz w:val="28"/>
              </w:rPr>
              <w:t>4</w:t>
            </w:r>
          </w:p>
        </w:tc>
        <w:tc>
          <w:tcPr>
            <w:tcW w:w="7345" w:type="dxa"/>
            <w:vAlign w:val="center"/>
          </w:tcPr>
          <w:p w:rsidR="006E0193" w:rsidRPr="006E0193" w:rsidRDefault="006E0193" w:rsidP="006E0193">
            <w:pPr>
              <w:spacing w:line="480" w:lineRule="auto"/>
              <w:jc w:val="center"/>
              <w:rPr>
                <w:sz w:val="28"/>
              </w:rPr>
            </w:pPr>
          </w:p>
        </w:tc>
      </w:tr>
      <w:tr w:rsidR="006E0193" w:rsidRPr="006E0193" w:rsidTr="006E0193">
        <w:tc>
          <w:tcPr>
            <w:tcW w:w="2093" w:type="dxa"/>
            <w:vAlign w:val="center"/>
          </w:tcPr>
          <w:p w:rsidR="006E0193" w:rsidRPr="006E0193" w:rsidRDefault="006E0193" w:rsidP="006E0193">
            <w:pPr>
              <w:spacing w:line="480" w:lineRule="auto"/>
              <w:jc w:val="center"/>
              <w:rPr>
                <w:b/>
                <w:sz w:val="28"/>
              </w:rPr>
            </w:pPr>
            <w:r w:rsidRPr="006E0193">
              <w:rPr>
                <w:b/>
                <w:sz w:val="28"/>
              </w:rPr>
              <w:t>5</w:t>
            </w:r>
          </w:p>
        </w:tc>
        <w:tc>
          <w:tcPr>
            <w:tcW w:w="7345" w:type="dxa"/>
            <w:vAlign w:val="center"/>
          </w:tcPr>
          <w:p w:rsidR="006E0193" w:rsidRPr="006E0193" w:rsidRDefault="006E0193" w:rsidP="006E0193">
            <w:pPr>
              <w:spacing w:line="480" w:lineRule="auto"/>
              <w:jc w:val="center"/>
              <w:rPr>
                <w:sz w:val="28"/>
              </w:rPr>
            </w:pPr>
          </w:p>
        </w:tc>
      </w:tr>
      <w:tr w:rsidR="006E0193" w:rsidRPr="006E0193" w:rsidTr="006E0193">
        <w:tc>
          <w:tcPr>
            <w:tcW w:w="2093" w:type="dxa"/>
            <w:vAlign w:val="center"/>
          </w:tcPr>
          <w:p w:rsidR="006E0193" w:rsidRPr="006E0193" w:rsidRDefault="006E0193" w:rsidP="006E0193">
            <w:pPr>
              <w:spacing w:line="480" w:lineRule="auto"/>
              <w:jc w:val="center"/>
              <w:rPr>
                <w:b/>
                <w:sz w:val="28"/>
              </w:rPr>
            </w:pPr>
            <w:r w:rsidRPr="006E0193">
              <w:rPr>
                <w:b/>
                <w:sz w:val="28"/>
              </w:rPr>
              <w:t>6</w:t>
            </w:r>
          </w:p>
        </w:tc>
        <w:tc>
          <w:tcPr>
            <w:tcW w:w="7345" w:type="dxa"/>
            <w:vAlign w:val="center"/>
          </w:tcPr>
          <w:p w:rsidR="006E0193" w:rsidRPr="006E0193" w:rsidRDefault="006E0193" w:rsidP="006E0193">
            <w:pPr>
              <w:spacing w:line="480" w:lineRule="auto"/>
              <w:jc w:val="center"/>
              <w:rPr>
                <w:sz w:val="28"/>
              </w:rPr>
            </w:pPr>
          </w:p>
        </w:tc>
      </w:tr>
      <w:tr w:rsidR="006E0193" w:rsidRPr="006E0193" w:rsidTr="006E0193">
        <w:tc>
          <w:tcPr>
            <w:tcW w:w="2093" w:type="dxa"/>
            <w:vAlign w:val="center"/>
          </w:tcPr>
          <w:p w:rsidR="006E0193" w:rsidRPr="006E0193" w:rsidRDefault="006E0193" w:rsidP="006E0193">
            <w:pPr>
              <w:spacing w:line="480" w:lineRule="auto"/>
              <w:jc w:val="center"/>
              <w:rPr>
                <w:b/>
                <w:sz w:val="28"/>
              </w:rPr>
            </w:pPr>
            <w:r w:rsidRPr="006E0193">
              <w:rPr>
                <w:b/>
                <w:sz w:val="28"/>
              </w:rPr>
              <w:t>7</w:t>
            </w:r>
          </w:p>
        </w:tc>
        <w:tc>
          <w:tcPr>
            <w:tcW w:w="7345" w:type="dxa"/>
            <w:vAlign w:val="center"/>
          </w:tcPr>
          <w:p w:rsidR="006E0193" w:rsidRPr="006E0193" w:rsidRDefault="006E0193" w:rsidP="006E0193">
            <w:pPr>
              <w:spacing w:line="480" w:lineRule="auto"/>
              <w:jc w:val="center"/>
              <w:rPr>
                <w:sz w:val="28"/>
              </w:rPr>
            </w:pPr>
          </w:p>
        </w:tc>
      </w:tr>
      <w:tr w:rsidR="006E0193" w:rsidRPr="006E0193" w:rsidTr="006E0193">
        <w:tc>
          <w:tcPr>
            <w:tcW w:w="2093" w:type="dxa"/>
            <w:vAlign w:val="center"/>
          </w:tcPr>
          <w:p w:rsidR="006E0193" w:rsidRPr="006E0193" w:rsidRDefault="006E0193" w:rsidP="006E0193">
            <w:pPr>
              <w:spacing w:line="480" w:lineRule="auto"/>
              <w:jc w:val="center"/>
              <w:rPr>
                <w:b/>
                <w:sz w:val="28"/>
              </w:rPr>
            </w:pPr>
            <w:r w:rsidRPr="006E0193">
              <w:rPr>
                <w:b/>
                <w:sz w:val="28"/>
              </w:rPr>
              <w:t>8</w:t>
            </w:r>
          </w:p>
        </w:tc>
        <w:tc>
          <w:tcPr>
            <w:tcW w:w="7345" w:type="dxa"/>
            <w:vAlign w:val="center"/>
          </w:tcPr>
          <w:p w:rsidR="006E0193" w:rsidRPr="006E0193" w:rsidRDefault="006E0193" w:rsidP="006E0193">
            <w:pPr>
              <w:spacing w:line="480" w:lineRule="auto"/>
              <w:jc w:val="center"/>
              <w:rPr>
                <w:sz w:val="28"/>
              </w:rPr>
            </w:pPr>
          </w:p>
        </w:tc>
      </w:tr>
      <w:tr w:rsidR="006E0193" w:rsidRPr="006E0193" w:rsidTr="006E0193">
        <w:tc>
          <w:tcPr>
            <w:tcW w:w="2093" w:type="dxa"/>
            <w:vAlign w:val="center"/>
          </w:tcPr>
          <w:p w:rsidR="006E0193" w:rsidRPr="006E0193" w:rsidRDefault="006E0193" w:rsidP="006E0193">
            <w:pPr>
              <w:spacing w:line="480" w:lineRule="auto"/>
              <w:jc w:val="center"/>
              <w:rPr>
                <w:b/>
                <w:sz w:val="28"/>
              </w:rPr>
            </w:pPr>
            <w:r w:rsidRPr="006E0193">
              <w:rPr>
                <w:b/>
                <w:sz w:val="28"/>
              </w:rPr>
              <w:t>9</w:t>
            </w:r>
          </w:p>
        </w:tc>
        <w:tc>
          <w:tcPr>
            <w:tcW w:w="7345" w:type="dxa"/>
            <w:vAlign w:val="center"/>
          </w:tcPr>
          <w:p w:rsidR="006E0193" w:rsidRPr="006E0193" w:rsidRDefault="006E0193" w:rsidP="006E0193">
            <w:pPr>
              <w:spacing w:line="480" w:lineRule="auto"/>
              <w:jc w:val="center"/>
              <w:rPr>
                <w:sz w:val="28"/>
              </w:rPr>
            </w:pPr>
          </w:p>
        </w:tc>
      </w:tr>
      <w:tr w:rsidR="006E0193" w:rsidRPr="006E0193" w:rsidTr="006E0193">
        <w:tc>
          <w:tcPr>
            <w:tcW w:w="2093" w:type="dxa"/>
            <w:vAlign w:val="center"/>
          </w:tcPr>
          <w:p w:rsidR="006E0193" w:rsidRPr="006E0193" w:rsidRDefault="006E0193" w:rsidP="006E0193">
            <w:pPr>
              <w:spacing w:line="480" w:lineRule="auto"/>
              <w:jc w:val="center"/>
              <w:rPr>
                <w:b/>
                <w:sz w:val="28"/>
              </w:rPr>
            </w:pPr>
            <w:r w:rsidRPr="006E0193">
              <w:rPr>
                <w:b/>
                <w:sz w:val="28"/>
              </w:rPr>
              <w:t>10</w:t>
            </w:r>
          </w:p>
        </w:tc>
        <w:tc>
          <w:tcPr>
            <w:tcW w:w="7345" w:type="dxa"/>
            <w:vAlign w:val="center"/>
          </w:tcPr>
          <w:p w:rsidR="006E0193" w:rsidRPr="006E0193" w:rsidRDefault="006E0193" w:rsidP="006E0193">
            <w:pPr>
              <w:spacing w:line="480" w:lineRule="auto"/>
              <w:jc w:val="center"/>
              <w:rPr>
                <w:sz w:val="28"/>
              </w:rPr>
            </w:pPr>
          </w:p>
        </w:tc>
      </w:tr>
    </w:tbl>
    <w:p w:rsidR="006E0193" w:rsidRPr="006E0193" w:rsidRDefault="006E0193" w:rsidP="006E0193"/>
    <w:sectPr w:rsidR="006E0193" w:rsidRPr="006E0193" w:rsidSect="006E0193">
      <w:headerReference w:type="default" r:id="rId8"/>
      <w:pgSz w:w="11906" w:h="16838" w:code="9"/>
      <w:pgMar w:top="1304" w:right="1304" w:bottom="1304" w:left="130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4C6" w:rsidRDefault="008A04C6" w:rsidP="00410834">
      <w:pPr>
        <w:spacing w:after="0" w:line="240" w:lineRule="auto"/>
      </w:pPr>
      <w:r>
        <w:separator/>
      </w:r>
    </w:p>
  </w:endnote>
  <w:endnote w:type="continuationSeparator" w:id="1">
    <w:p w:rsidR="008A04C6" w:rsidRDefault="008A04C6" w:rsidP="00410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4C6" w:rsidRDefault="008A04C6" w:rsidP="00410834">
      <w:pPr>
        <w:spacing w:after="0" w:line="240" w:lineRule="auto"/>
      </w:pPr>
      <w:r>
        <w:separator/>
      </w:r>
    </w:p>
  </w:footnote>
  <w:footnote w:type="continuationSeparator" w:id="1">
    <w:p w:rsidR="008A04C6" w:rsidRDefault="008A04C6" w:rsidP="00410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48" w:type="pct"/>
      <w:jc w:val="center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0" w:type="dxa"/>
      </w:tblCellMar>
      <w:tblLook w:val="04A0"/>
    </w:tblPr>
    <w:tblGrid>
      <w:gridCol w:w="1617"/>
      <w:gridCol w:w="3955"/>
      <w:gridCol w:w="3362"/>
      <w:gridCol w:w="562"/>
    </w:tblGrid>
    <w:tr w:rsidR="00577FDA" w:rsidTr="00D05589">
      <w:trPr>
        <w:jc w:val="center"/>
      </w:trPr>
      <w:tc>
        <w:tcPr>
          <w:tcW w:w="1635" w:type="dxa"/>
          <w:tcBorders>
            <w:bottom w:val="single" w:sz="4" w:space="0" w:color="7F7F7F" w:themeColor="text1" w:themeTint="80"/>
          </w:tcBorders>
        </w:tcPr>
        <w:p w:rsidR="00577FDA" w:rsidRDefault="00577FDA" w:rsidP="00016618">
          <w:pPr>
            <w:pStyle w:val="Header"/>
            <w:spacing w:line="276" w:lineRule="auto"/>
          </w:pPr>
          <w:r>
            <w:rPr>
              <w:rFonts w:cs="Times New Roman"/>
              <w:noProof/>
              <w:szCs w:val="24"/>
              <w:lang w:eastAsia="fr-FR"/>
            </w:rPr>
            <w:drawing>
              <wp:inline distT="0" distB="0" distL="0" distR="0">
                <wp:extent cx="772795" cy="523240"/>
                <wp:effectExtent l="19050" t="0" r="8255" b="0"/>
                <wp:docPr id="4" name="Picture 0" descr="logo_paris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logo_paris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2795" cy="5232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02" w:type="dxa"/>
          <w:tcBorders>
            <w:bottom w:val="single" w:sz="4" w:space="0" w:color="7F7F7F" w:themeColor="text1" w:themeTint="80"/>
          </w:tcBorders>
          <w:shd w:val="clear" w:color="auto" w:fill="auto"/>
        </w:tcPr>
        <w:p w:rsidR="00577FDA" w:rsidRPr="00A9225D" w:rsidRDefault="00577FDA" w:rsidP="00016618">
          <w:pPr>
            <w:pStyle w:val="Header"/>
            <w:tabs>
              <w:tab w:val="left" w:pos="851"/>
            </w:tabs>
            <w:rPr>
              <w:color w:val="808080" w:themeColor="background1" w:themeShade="80"/>
            </w:rPr>
          </w:pPr>
          <w:r w:rsidRPr="00A9225D">
            <w:rPr>
              <w:color w:val="808080" w:themeColor="background1" w:themeShade="80"/>
            </w:rPr>
            <w:t>Université Paris 1 – Panthéon Sorbonne</w:t>
          </w:r>
          <w:r w:rsidRPr="00A9225D">
            <w:rPr>
              <w:color w:val="808080" w:themeColor="background1" w:themeShade="80"/>
            </w:rPr>
            <w:tab/>
          </w:r>
          <w:r w:rsidRPr="00A9225D">
            <w:rPr>
              <w:color w:val="808080" w:themeColor="background1" w:themeShade="80"/>
            </w:rPr>
            <w:tab/>
          </w:r>
          <w:r w:rsidR="001E2A31" w:rsidRPr="00A9225D">
            <w:rPr>
              <w:color w:val="808080" w:themeColor="background1" w:themeShade="80"/>
            </w:rPr>
            <w:fldChar w:fldCharType="begin"/>
          </w:r>
          <w:r w:rsidRPr="00A9225D">
            <w:rPr>
              <w:color w:val="808080" w:themeColor="background1" w:themeShade="80"/>
            </w:rPr>
            <w:instrText xml:space="preserve"> PAGE  \* Arabic  \* MERGEFORMAT </w:instrText>
          </w:r>
          <w:r w:rsidR="001E2A31" w:rsidRPr="00A9225D">
            <w:rPr>
              <w:color w:val="808080" w:themeColor="background1" w:themeShade="80"/>
            </w:rPr>
            <w:fldChar w:fldCharType="separate"/>
          </w:r>
          <w:r w:rsidR="006E0193">
            <w:rPr>
              <w:noProof/>
              <w:color w:val="808080" w:themeColor="background1" w:themeShade="80"/>
            </w:rPr>
            <w:t>1</w:t>
          </w:r>
          <w:r w:rsidR="001E2A31" w:rsidRPr="00A9225D">
            <w:rPr>
              <w:color w:val="808080" w:themeColor="background1" w:themeShade="80"/>
            </w:rPr>
            <w:fldChar w:fldCharType="end"/>
          </w:r>
        </w:p>
        <w:p w:rsidR="00577FDA" w:rsidRPr="00A9225D" w:rsidRDefault="00577FDA" w:rsidP="00016618">
          <w:pPr>
            <w:pStyle w:val="Header"/>
            <w:tabs>
              <w:tab w:val="left" w:pos="851"/>
            </w:tabs>
            <w:rPr>
              <w:color w:val="808080" w:themeColor="background1" w:themeShade="80"/>
            </w:rPr>
          </w:pPr>
          <w:r w:rsidRPr="00A9225D">
            <w:rPr>
              <w:color w:val="808080" w:themeColor="background1" w:themeShade="80"/>
            </w:rPr>
            <w:t xml:space="preserve">L1 – MASS  </w:t>
          </w:r>
        </w:p>
        <w:p w:rsidR="00577FDA" w:rsidRPr="00A9225D" w:rsidRDefault="00577FDA" w:rsidP="00016618">
          <w:pPr>
            <w:pStyle w:val="Header"/>
            <w:tabs>
              <w:tab w:val="left" w:pos="851"/>
            </w:tabs>
            <w:rPr>
              <w:color w:val="808080" w:themeColor="background1" w:themeShade="80"/>
            </w:rPr>
          </w:pPr>
          <w:r w:rsidRPr="00A9225D">
            <w:rPr>
              <w:color w:val="808080" w:themeColor="background1" w:themeShade="80"/>
            </w:rPr>
            <w:t>Informatique – Programmation C</w:t>
          </w:r>
        </w:p>
      </w:tc>
      <w:tc>
        <w:tcPr>
          <w:tcW w:w="3402" w:type="dxa"/>
          <w:tcBorders>
            <w:bottom w:val="single" w:sz="4" w:space="0" w:color="7F7F7F" w:themeColor="text1" w:themeTint="80"/>
          </w:tcBorders>
          <w:shd w:val="clear" w:color="auto" w:fill="auto"/>
        </w:tcPr>
        <w:p w:rsidR="00577FDA" w:rsidRPr="00A9225D" w:rsidRDefault="00577FDA" w:rsidP="00CE0B53">
          <w:pPr>
            <w:pStyle w:val="Header"/>
            <w:tabs>
              <w:tab w:val="left" w:pos="851"/>
            </w:tabs>
            <w:jc w:val="right"/>
            <w:rPr>
              <w:color w:val="808080" w:themeColor="background1" w:themeShade="80"/>
            </w:rPr>
          </w:pPr>
          <w:r w:rsidRPr="00A9225D">
            <w:rPr>
              <w:color w:val="808080" w:themeColor="background1" w:themeShade="80"/>
            </w:rPr>
            <w:t>Examen  Janvier 2009</w:t>
          </w:r>
        </w:p>
        <w:p w:rsidR="00577FDA" w:rsidRPr="00A9225D" w:rsidRDefault="00577FDA" w:rsidP="00CE0B53">
          <w:pPr>
            <w:pStyle w:val="Header"/>
            <w:tabs>
              <w:tab w:val="left" w:pos="851"/>
            </w:tabs>
            <w:jc w:val="right"/>
            <w:rPr>
              <w:color w:val="808080" w:themeColor="background1" w:themeShade="80"/>
            </w:rPr>
          </w:pPr>
          <w:r w:rsidRPr="00A9225D">
            <w:rPr>
              <w:color w:val="808080" w:themeColor="background1" w:themeShade="80"/>
            </w:rPr>
            <w:t xml:space="preserve">Documents  interdits </w:t>
          </w:r>
        </w:p>
        <w:p w:rsidR="00577FDA" w:rsidRDefault="00240681" w:rsidP="009744A5">
          <w:pPr>
            <w:pStyle w:val="Header"/>
            <w:tabs>
              <w:tab w:val="left" w:pos="851"/>
            </w:tabs>
            <w:jc w:val="right"/>
            <w:rPr>
              <w:color w:val="808080" w:themeColor="background1" w:themeShade="80"/>
            </w:rPr>
          </w:pPr>
          <w:r>
            <w:rPr>
              <w:color w:val="808080" w:themeColor="background1" w:themeShade="80"/>
            </w:rPr>
            <w:t xml:space="preserve">Durée : </w:t>
          </w:r>
          <w:r w:rsidR="009744A5">
            <w:rPr>
              <w:color w:val="808080" w:themeColor="background1" w:themeShade="80"/>
            </w:rPr>
            <w:t>2h</w:t>
          </w:r>
        </w:p>
        <w:p w:rsidR="0066228B" w:rsidRPr="006E0193" w:rsidRDefault="0066228B" w:rsidP="009744A5">
          <w:pPr>
            <w:pStyle w:val="Header"/>
            <w:tabs>
              <w:tab w:val="left" w:pos="851"/>
            </w:tabs>
            <w:jc w:val="right"/>
            <w:rPr>
              <w:b/>
              <w:color w:val="808080" w:themeColor="background1" w:themeShade="80"/>
            </w:rPr>
          </w:pPr>
          <w:r w:rsidRPr="006E0193">
            <w:rPr>
              <w:b/>
              <w:color w:val="808080" w:themeColor="background1" w:themeShade="80"/>
            </w:rPr>
            <w:t>Sujet : 1</w:t>
          </w:r>
        </w:p>
      </w:tc>
      <w:tc>
        <w:tcPr>
          <w:tcW w:w="567" w:type="dxa"/>
          <w:tcBorders>
            <w:bottom w:val="single" w:sz="4" w:space="0" w:color="7F7F7F" w:themeColor="text1" w:themeTint="80"/>
          </w:tcBorders>
          <w:shd w:val="clear" w:color="auto" w:fill="auto"/>
        </w:tcPr>
        <w:p w:rsidR="00577FDA" w:rsidRPr="00016618" w:rsidRDefault="001E2A31" w:rsidP="00D05589">
          <w:pPr>
            <w:pStyle w:val="Header"/>
            <w:tabs>
              <w:tab w:val="left" w:pos="851"/>
            </w:tabs>
            <w:jc w:val="right"/>
            <w:rPr>
              <w:color w:val="A6A6A6" w:themeColor="background1" w:themeShade="A6"/>
            </w:rPr>
          </w:pPr>
          <w:r w:rsidRPr="00016618">
            <w:rPr>
              <w:color w:val="A6A6A6" w:themeColor="background1" w:themeShade="A6"/>
            </w:rPr>
            <w:fldChar w:fldCharType="begin"/>
          </w:r>
          <w:r w:rsidR="00577FDA" w:rsidRPr="00016618">
            <w:rPr>
              <w:color w:val="A6A6A6" w:themeColor="background1" w:themeShade="A6"/>
            </w:rPr>
            <w:instrText xml:space="preserve"> PAGE  \* Arabic  \* MERGEFORMAT </w:instrText>
          </w:r>
          <w:r w:rsidRPr="00016618">
            <w:rPr>
              <w:color w:val="A6A6A6" w:themeColor="background1" w:themeShade="A6"/>
            </w:rPr>
            <w:fldChar w:fldCharType="separate"/>
          </w:r>
          <w:r w:rsidR="006E0193">
            <w:rPr>
              <w:noProof/>
              <w:color w:val="A6A6A6" w:themeColor="background1" w:themeShade="A6"/>
            </w:rPr>
            <w:t>1</w:t>
          </w:r>
          <w:r w:rsidRPr="00016618">
            <w:rPr>
              <w:color w:val="A6A6A6" w:themeColor="background1" w:themeShade="A6"/>
            </w:rPr>
            <w:fldChar w:fldCharType="end"/>
          </w:r>
        </w:p>
      </w:tc>
    </w:tr>
  </w:tbl>
  <w:p w:rsidR="00577FDA" w:rsidRPr="00016618" w:rsidRDefault="00577FDA" w:rsidP="0001661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1AE8"/>
    <w:multiLevelType w:val="singleLevel"/>
    <w:tmpl w:val="F15E3C7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1">
    <w:nsid w:val="0D5357B3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1BE6BF1"/>
    <w:multiLevelType w:val="hybridMultilevel"/>
    <w:tmpl w:val="98B4B862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9F1674C"/>
    <w:multiLevelType w:val="hybridMultilevel"/>
    <w:tmpl w:val="592C428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20F1F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AD589B"/>
    <w:multiLevelType w:val="hybridMultilevel"/>
    <w:tmpl w:val="98B4B862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06E5422"/>
    <w:multiLevelType w:val="hybridMultilevel"/>
    <w:tmpl w:val="ED9643A0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3F77741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82B446A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01E1A5D"/>
    <w:multiLevelType w:val="hybridMultilevel"/>
    <w:tmpl w:val="592C428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E861CE"/>
    <w:multiLevelType w:val="hybridMultilevel"/>
    <w:tmpl w:val="BE6A830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C442E0"/>
    <w:multiLevelType w:val="hybridMultilevel"/>
    <w:tmpl w:val="1E029A0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6609EB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06391E"/>
    <w:multiLevelType w:val="hybridMultilevel"/>
    <w:tmpl w:val="98B4B862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8466741"/>
    <w:multiLevelType w:val="hybridMultilevel"/>
    <w:tmpl w:val="592C428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A209E8"/>
    <w:multiLevelType w:val="hybridMultilevel"/>
    <w:tmpl w:val="98B4B862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E6F06F6"/>
    <w:multiLevelType w:val="hybridMultilevel"/>
    <w:tmpl w:val="6546A754"/>
    <w:lvl w:ilvl="0" w:tplc="040C0011">
      <w:start w:val="1"/>
      <w:numFmt w:val="decimal"/>
      <w:lvlText w:val="%1)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4B7E1C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31A195D"/>
    <w:multiLevelType w:val="hybridMultilevel"/>
    <w:tmpl w:val="592C428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4939C0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3C42DF7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4D05922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94720A4"/>
    <w:multiLevelType w:val="hybridMultilevel"/>
    <w:tmpl w:val="D28E461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96E6282"/>
    <w:multiLevelType w:val="hybridMultilevel"/>
    <w:tmpl w:val="9DE2641E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15A478A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8175664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AC41584"/>
    <w:multiLevelType w:val="hybridMultilevel"/>
    <w:tmpl w:val="98B4B862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AE61166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EA260C4"/>
    <w:multiLevelType w:val="hybridMultilevel"/>
    <w:tmpl w:val="71F64684"/>
    <w:lvl w:ilvl="0" w:tplc="5440AF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6"/>
  </w:num>
  <w:num w:numId="3">
    <w:abstractNumId w:val="23"/>
  </w:num>
  <w:num w:numId="4">
    <w:abstractNumId w:val="13"/>
  </w:num>
  <w:num w:numId="5">
    <w:abstractNumId w:val="2"/>
  </w:num>
  <w:num w:numId="6">
    <w:abstractNumId w:val="11"/>
  </w:num>
  <w:num w:numId="7">
    <w:abstractNumId w:val="18"/>
  </w:num>
  <w:num w:numId="8">
    <w:abstractNumId w:val="10"/>
  </w:num>
  <w:num w:numId="9">
    <w:abstractNumId w:val="14"/>
  </w:num>
  <w:num w:numId="10">
    <w:abstractNumId w:val="9"/>
  </w:num>
  <w:num w:numId="11">
    <w:abstractNumId w:val="3"/>
  </w:num>
  <w:num w:numId="12">
    <w:abstractNumId w:val="15"/>
  </w:num>
  <w:num w:numId="13">
    <w:abstractNumId w:val="5"/>
  </w:num>
  <w:num w:numId="14">
    <w:abstractNumId w:val="26"/>
  </w:num>
  <w:num w:numId="15">
    <w:abstractNumId w:val="4"/>
  </w:num>
  <w:num w:numId="16">
    <w:abstractNumId w:val="20"/>
  </w:num>
  <w:num w:numId="17">
    <w:abstractNumId w:val="8"/>
  </w:num>
  <w:num w:numId="18">
    <w:abstractNumId w:val="27"/>
  </w:num>
  <w:num w:numId="19">
    <w:abstractNumId w:val="1"/>
  </w:num>
  <w:num w:numId="20">
    <w:abstractNumId w:val="7"/>
  </w:num>
  <w:num w:numId="21">
    <w:abstractNumId w:val="25"/>
  </w:num>
  <w:num w:numId="22">
    <w:abstractNumId w:val="28"/>
  </w:num>
  <w:num w:numId="23">
    <w:abstractNumId w:val="12"/>
  </w:num>
  <w:num w:numId="24">
    <w:abstractNumId w:val="24"/>
  </w:num>
  <w:num w:numId="25">
    <w:abstractNumId w:val="21"/>
  </w:num>
  <w:num w:numId="26">
    <w:abstractNumId w:val="19"/>
  </w:num>
  <w:num w:numId="27">
    <w:abstractNumId w:val="17"/>
  </w:num>
  <w:num w:numId="28">
    <w:abstractNumId w:val="0"/>
  </w:num>
  <w:num w:numId="2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2">
      <o:colormenu v:ext="edit" fillcolor="none [1612]" strokecolor="none [814]"/>
    </o:shapedefaults>
  </w:hdrShapeDefaults>
  <w:footnotePr>
    <w:footnote w:id="0"/>
    <w:footnote w:id="1"/>
  </w:footnotePr>
  <w:endnotePr>
    <w:endnote w:id="0"/>
    <w:endnote w:id="1"/>
  </w:endnotePr>
  <w:compat/>
  <w:rsids>
    <w:rsidRoot w:val="00A13778"/>
    <w:rsid w:val="00004E81"/>
    <w:rsid w:val="000143E1"/>
    <w:rsid w:val="00016618"/>
    <w:rsid w:val="00096C77"/>
    <w:rsid w:val="000A0BAF"/>
    <w:rsid w:val="000B5603"/>
    <w:rsid w:val="000D45F9"/>
    <w:rsid w:val="00111881"/>
    <w:rsid w:val="00130B1E"/>
    <w:rsid w:val="001653E1"/>
    <w:rsid w:val="001A3614"/>
    <w:rsid w:val="001E2A31"/>
    <w:rsid w:val="00240681"/>
    <w:rsid w:val="002A6118"/>
    <w:rsid w:val="0033761C"/>
    <w:rsid w:val="00337FCD"/>
    <w:rsid w:val="003D0776"/>
    <w:rsid w:val="003E27E9"/>
    <w:rsid w:val="003E43B8"/>
    <w:rsid w:val="00405BDF"/>
    <w:rsid w:val="00410834"/>
    <w:rsid w:val="00430424"/>
    <w:rsid w:val="00434546"/>
    <w:rsid w:val="00463966"/>
    <w:rsid w:val="0047050E"/>
    <w:rsid w:val="0047433A"/>
    <w:rsid w:val="00486E6A"/>
    <w:rsid w:val="00496D56"/>
    <w:rsid w:val="004B5412"/>
    <w:rsid w:val="004E0590"/>
    <w:rsid w:val="004E3156"/>
    <w:rsid w:val="004E641B"/>
    <w:rsid w:val="00515985"/>
    <w:rsid w:val="00567272"/>
    <w:rsid w:val="00577FDA"/>
    <w:rsid w:val="00655877"/>
    <w:rsid w:val="0066228B"/>
    <w:rsid w:val="00663008"/>
    <w:rsid w:val="00673036"/>
    <w:rsid w:val="00691147"/>
    <w:rsid w:val="00697E86"/>
    <w:rsid w:val="006A446B"/>
    <w:rsid w:val="006E0193"/>
    <w:rsid w:val="007634A7"/>
    <w:rsid w:val="00763801"/>
    <w:rsid w:val="00763FA4"/>
    <w:rsid w:val="00781CB5"/>
    <w:rsid w:val="007F0D99"/>
    <w:rsid w:val="008209C0"/>
    <w:rsid w:val="00856A3E"/>
    <w:rsid w:val="008A04C6"/>
    <w:rsid w:val="008D183D"/>
    <w:rsid w:val="009258B4"/>
    <w:rsid w:val="00933930"/>
    <w:rsid w:val="009363B0"/>
    <w:rsid w:val="00954AD2"/>
    <w:rsid w:val="00964B4E"/>
    <w:rsid w:val="0097193B"/>
    <w:rsid w:val="00972E58"/>
    <w:rsid w:val="00973243"/>
    <w:rsid w:val="009744A5"/>
    <w:rsid w:val="009956F9"/>
    <w:rsid w:val="009A7010"/>
    <w:rsid w:val="009D5C6D"/>
    <w:rsid w:val="009D7D3B"/>
    <w:rsid w:val="00A13778"/>
    <w:rsid w:val="00A564CA"/>
    <w:rsid w:val="00A9225D"/>
    <w:rsid w:val="00AD4674"/>
    <w:rsid w:val="00AD7E94"/>
    <w:rsid w:val="00B16DF8"/>
    <w:rsid w:val="00B51275"/>
    <w:rsid w:val="00B57951"/>
    <w:rsid w:val="00B70887"/>
    <w:rsid w:val="00B95A6B"/>
    <w:rsid w:val="00BD7F8E"/>
    <w:rsid w:val="00BE6EF5"/>
    <w:rsid w:val="00BF09A3"/>
    <w:rsid w:val="00BF41A7"/>
    <w:rsid w:val="00C01D03"/>
    <w:rsid w:val="00CE0B53"/>
    <w:rsid w:val="00D03D9A"/>
    <w:rsid w:val="00D05589"/>
    <w:rsid w:val="00D05D4A"/>
    <w:rsid w:val="00D929E6"/>
    <w:rsid w:val="00DA2EE2"/>
    <w:rsid w:val="00E27930"/>
    <w:rsid w:val="00E354B6"/>
    <w:rsid w:val="00E405DE"/>
    <w:rsid w:val="00EE0F40"/>
    <w:rsid w:val="00F15F43"/>
    <w:rsid w:val="00F71C22"/>
    <w:rsid w:val="00F91801"/>
    <w:rsid w:val="00FB28F2"/>
    <w:rsid w:val="00FC1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1612]" strokecolor="none [81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966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2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834"/>
  </w:style>
  <w:style w:type="paragraph" w:styleId="Footer">
    <w:name w:val="footer"/>
    <w:basedOn w:val="Normal"/>
    <w:link w:val="FooterChar"/>
    <w:uiPriority w:val="99"/>
    <w:semiHidden/>
    <w:unhideWhenUsed/>
    <w:rsid w:val="00410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0834"/>
  </w:style>
  <w:style w:type="paragraph" w:styleId="BalloonText">
    <w:name w:val="Balloon Text"/>
    <w:basedOn w:val="Normal"/>
    <w:link w:val="BalloonTextChar"/>
    <w:uiPriority w:val="99"/>
    <w:semiHidden/>
    <w:unhideWhenUsed/>
    <w:rsid w:val="00410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8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6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6228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7E94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de">
    <w:name w:val="code"/>
    <w:basedOn w:val="Normal"/>
    <w:qFormat/>
    <w:rsid w:val="00964B4E"/>
    <w:pPr>
      <w:spacing w:after="0" w:line="240" w:lineRule="auto"/>
    </w:pPr>
    <w:rPr>
      <w:rFonts w:ascii="Courier New" w:hAnsi="Courier New"/>
      <w:sz w:val="20"/>
    </w:rPr>
  </w:style>
  <w:style w:type="paragraph" w:styleId="ListParagraph">
    <w:name w:val="List Paragraph"/>
    <w:basedOn w:val="Normal"/>
    <w:uiPriority w:val="34"/>
    <w:qFormat/>
    <w:rsid w:val="00A13778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4E31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E3156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HTMLCode">
    <w:name w:val="HTML Code"/>
    <w:basedOn w:val="DefaultParagraphFont"/>
    <w:uiPriority w:val="99"/>
    <w:semiHidden/>
    <w:unhideWhenUsed/>
    <w:rsid w:val="004E3156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77FDA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ch\AppData\Roaming\Microsoft\Templates\UP1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6505A03-AC66-405D-92E4-5F08180D0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UP1-Template1</Template>
  <TotalTime>1696</TotalTime>
  <Pages>5</Pages>
  <Words>973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kirsch</dc:creator>
  <cp:lastModifiedBy>kirsch</cp:lastModifiedBy>
  <cp:revision>8</cp:revision>
  <cp:lastPrinted>2009-01-06T12:22:00Z</cp:lastPrinted>
  <dcterms:created xsi:type="dcterms:W3CDTF">2009-01-10T18:29:00Z</dcterms:created>
  <dcterms:modified xsi:type="dcterms:W3CDTF">2009-01-11T18:55:00Z</dcterms:modified>
</cp:coreProperties>
</file>